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0FA" w:rsidRPr="00EE47C3" w:rsidRDefault="000140FA" w:rsidP="00EE47C3">
      <w:pPr>
        <w:spacing w:after="0" w:line="360" w:lineRule="auto"/>
        <w:ind w:firstLine="708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EE47C3">
        <w:rPr>
          <w:rFonts w:ascii="Times New Roman" w:hAnsi="Times New Roman"/>
          <w:b/>
          <w:sz w:val="28"/>
          <w:szCs w:val="28"/>
        </w:rPr>
        <w:t>Сауле Нуркасымова</w:t>
      </w:r>
      <w:r w:rsidRPr="00EE47C3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Pr="00EE47C3">
        <w:rPr>
          <w:rFonts w:ascii="Times New Roman" w:hAnsi="Times New Roman"/>
          <w:b/>
          <w:sz w:val="28"/>
          <w:szCs w:val="28"/>
          <w:lang w:val="kk-KZ"/>
        </w:rPr>
        <w:t xml:space="preserve">Абылай Қажымұхан </w:t>
      </w:r>
    </w:p>
    <w:p w:rsidR="000140FA" w:rsidRPr="00EE47C3" w:rsidRDefault="000140FA" w:rsidP="00EE47C3">
      <w:pPr>
        <w:shd w:val="clear" w:color="auto" w:fill="FFFFFF"/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EE47C3">
        <w:rPr>
          <w:rFonts w:ascii="Times New Roman" w:hAnsi="Times New Roman"/>
          <w:b/>
          <w:sz w:val="28"/>
          <w:szCs w:val="28"/>
          <w:lang w:val="kk-KZ"/>
        </w:rPr>
        <w:t>(Астана</w:t>
      </w:r>
      <w:r>
        <w:rPr>
          <w:rFonts w:ascii="Times New Roman" w:hAnsi="Times New Roman"/>
          <w:b/>
          <w:sz w:val="28"/>
          <w:szCs w:val="28"/>
          <w:lang w:val="kk-KZ"/>
        </w:rPr>
        <w:t>,</w:t>
      </w:r>
      <w:r w:rsidRPr="00EE47C3">
        <w:rPr>
          <w:rFonts w:ascii="Times New Roman" w:hAnsi="Times New Roman"/>
          <w:b/>
          <w:sz w:val="28"/>
          <w:szCs w:val="28"/>
          <w:lang w:val="kk-KZ"/>
        </w:rPr>
        <w:t xml:space="preserve"> Казахстан)</w:t>
      </w:r>
    </w:p>
    <w:p w:rsidR="000140FA" w:rsidRPr="00DB6183" w:rsidRDefault="000140FA" w:rsidP="00DB6183">
      <w:pPr>
        <w:pStyle w:val="a0"/>
        <w:ind w:left="0" w:firstLine="0"/>
        <w:rPr>
          <w:b/>
          <w:sz w:val="28"/>
          <w:szCs w:val="28"/>
          <w:lang w:val="kk-KZ"/>
        </w:rPr>
      </w:pPr>
    </w:p>
    <w:p w:rsidR="000140FA" w:rsidRDefault="000140FA" w:rsidP="00FF6C2A">
      <w:pPr>
        <w:pStyle w:val="a0"/>
        <w:spacing w:line="360" w:lineRule="auto"/>
        <w:ind w:left="0" w:firstLine="0"/>
        <w:jc w:val="center"/>
        <w:rPr>
          <w:b/>
          <w:sz w:val="28"/>
          <w:szCs w:val="28"/>
          <w:lang w:val="kk-KZ"/>
        </w:rPr>
      </w:pPr>
      <w:r w:rsidRPr="00D43735">
        <w:rPr>
          <w:b/>
          <w:sz w:val="28"/>
          <w:szCs w:val="28"/>
        </w:rPr>
        <w:t xml:space="preserve">ПОВЫШЕНИЯ ЭФФЕКТИВНОСТИ </w:t>
      </w:r>
      <w:r>
        <w:rPr>
          <w:b/>
          <w:sz w:val="28"/>
          <w:szCs w:val="28"/>
          <w:lang w:val="kk-KZ"/>
        </w:rPr>
        <w:t>РЕШЕНИЯ</w:t>
      </w:r>
    </w:p>
    <w:p w:rsidR="000140FA" w:rsidRDefault="000140FA" w:rsidP="00FF6C2A">
      <w:pPr>
        <w:pStyle w:val="a0"/>
        <w:spacing w:line="360" w:lineRule="auto"/>
        <w:ind w:left="0" w:firstLine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ЗАДАЧ </w:t>
      </w:r>
      <w:r w:rsidRPr="00D43735">
        <w:rPr>
          <w:b/>
          <w:sz w:val="28"/>
          <w:szCs w:val="28"/>
        </w:rPr>
        <w:t xml:space="preserve"> ПО ФИЗИКЕ</w:t>
      </w:r>
    </w:p>
    <w:p w:rsidR="000140FA" w:rsidRPr="00DB6183" w:rsidRDefault="000140FA" w:rsidP="00DB6183">
      <w:pPr>
        <w:pStyle w:val="a0"/>
        <w:ind w:left="0" w:firstLine="0"/>
        <w:jc w:val="center"/>
        <w:rPr>
          <w:b/>
          <w:sz w:val="28"/>
          <w:szCs w:val="28"/>
          <w:lang w:val="kk-KZ"/>
        </w:rPr>
      </w:pPr>
    </w:p>
    <w:p w:rsidR="000140FA" w:rsidRDefault="000140FA" w:rsidP="00DB6183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140FA" w:rsidRPr="006140A8" w:rsidRDefault="000140FA" w:rsidP="006140A8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eastAsia="TimesNewRoman" w:hAnsi="Times New Roman"/>
          <w:sz w:val="28"/>
          <w:szCs w:val="28"/>
          <w:lang w:val="kk-KZ"/>
        </w:rPr>
      </w:pPr>
      <w:r w:rsidRPr="006140A8">
        <w:rPr>
          <w:rFonts w:ascii="Times New Roman" w:hAnsi="Times New Roman"/>
          <w:sz w:val="28"/>
          <w:szCs w:val="28"/>
          <w:lang w:val="kk-KZ"/>
        </w:rPr>
        <w:t>Своем вступление президент Республики Казахстана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140A8">
        <w:rPr>
          <w:rFonts w:ascii="Times New Roman" w:hAnsi="Times New Roman"/>
          <w:sz w:val="28"/>
          <w:szCs w:val="28"/>
        </w:rPr>
        <w:t>Токаев</w:t>
      </w:r>
      <w:r w:rsidRPr="006140A8">
        <w:rPr>
          <w:rFonts w:ascii="Times New Roman" w:hAnsi="Times New Roman"/>
          <w:sz w:val="28"/>
          <w:szCs w:val="28"/>
          <w:lang w:val="kk-KZ"/>
        </w:rPr>
        <w:t>а</w:t>
      </w:r>
      <w:r w:rsidRPr="006140A8">
        <w:rPr>
          <w:rFonts w:ascii="Times New Roman" w:hAnsi="Times New Roman"/>
          <w:sz w:val="28"/>
          <w:szCs w:val="28"/>
        </w:rPr>
        <w:t xml:space="preserve"> К.К.</w:t>
      </w:r>
      <w:r w:rsidRPr="006140A8">
        <w:rPr>
          <w:rFonts w:ascii="Times New Roman" w:hAnsi="Times New Roman"/>
          <w:color w:val="000000"/>
          <w:sz w:val="28"/>
          <w:szCs w:val="28"/>
        </w:rPr>
        <w:t xml:space="preserve"> от </w:t>
      </w:r>
      <w:r w:rsidRPr="006140A8">
        <w:rPr>
          <w:rFonts w:ascii="Times New Roman" w:hAnsi="Times New Roman"/>
          <w:sz w:val="28"/>
          <w:szCs w:val="28"/>
        </w:rPr>
        <w:t xml:space="preserve">11 января 2022 </w:t>
      </w:r>
      <w:r w:rsidRPr="006140A8">
        <w:rPr>
          <w:rFonts w:ascii="Times New Roman" w:hAnsi="Times New Roman"/>
          <w:color w:val="000000"/>
          <w:sz w:val="28"/>
          <w:szCs w:val="28"/>
        </w:rPr>
        <w:t>«</w:t>
      </w:r>
      <w:r w:rsidRPr="006140A8">
        <w:rPr>
          <w:rFonts w:ascii="Times New Roman" w:hAnsi="Times New Roman"/>
          <w:b/>
          <w:i/>
          <w:color w:val="000000"/>
          <w:sz w:val="28"/>
          <w:szCs w:val="28"/>
        </w:rPr>
        <w:t xml:space="preserve">В целом, нам всем нужно изменить взгляд на образование. Пора увлечения гуманитарными специальностями прошла, приоритет нужно отдать техническим профессиям. Предстоит взрастить новое поколение инженеров, промышленников </w:t>
      </w:r>
      <w:r w:rsidRPr="006140A8">
        <w:rPr>
          <w:rFonts w:ascii="Times New Roman" w:hAnsi="Times New Roman"/>
          <w:b/>
          <w:bCs/>
          <w:i/>
          <w:color w:val="333333"/>
          <w:sz w:val="28"/>
          <w:szCs w:val="28"/>
        </w:rPr>
        <w:t>международных компаний и выгодных для страны партнерств</w:t>
      </w:r>
      <w:r w:rsidRPr="006140A8">
        <w:rPr>
          <w:rFonts w:ascii="Times New Roman" w:hAnsi="Times New Roman"/>
          <w:b/>
          <w:i/>
          <w:color w:val="333333"/>
          <w:sz w:val="28"/>
          <w:szCs w:val="28"/>
        </w:rPr>
        <w:t>»</w:t>
      </w:r>
      <w:r>
        <w:rPr>
          <w:rFonts w:ascii="Times New Roman" w:hAnsi="Times New Roman"/>
          <w:b/>
          <w:i/>
          <w:color w:val="333333"/>
          <w:sz w:val="28"/>
          <w:szCs w:val="28"/>
          <w:lang w:val="uk-UA"/>
        </w:rPr>
        <w:t xml:space="preserve"> </w:t>
      </w:r>
      <w:r w:rsidRPr="006140A8">
        <w:rPr>
          <w:rFonts w:ascii="Times New Roman" w:eastAsia="TimesNewRoman" w:hAnsi="Times New Roman"/>
          <w:sz w:val="28"/>
          <w:szCs w:val="28"/>
        </w:rPr>
        <w:t>[</w:t>
      </w:r>
      <w:r w:rsidRPr="006140A8">
        <w:rPr>
          <w:rFonts w:ascii="Times New Roman" w:eastAsia="TimesNewRoman" w:hAnsi="Times New Roman"/>
          <w:sz w:val="28"/>
          <w:szCs w:val="28"/>
          <w:lang w:val="kk-KZ"/>
        </w:rPr>
        <w:t>1</w:t>
      </w:r>
      <w:r w:rsidRPr="006140A8">
        <w:rPr>
          <w:rFonts w:ascii="Times New Roman" w:eastAsia="TimesNewRoman" w:hAnsi="Times New Roman"/>
          <w:sz w:val="28"/>
          <w:szCs w:val="28"/>
        </w:rPr>
        <w:t>].</w:t>
      </w:r>
    </w:p>
    <w:p w:rsidR="000140FA" w:rsidRPr="006140A8" w:rsidRDefault="000140FA" w:rsidP="006140A8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140A8">
        <w:rPr>
          <w:rFonts w:ascii="Times New Roman" w:hAnsi="Times New Roman"/>
          <w:sz w:val="28"/>
          <w:szCs w:val="28"/>
        </w:rPr>
        <w:t>Для эффективной организации учебного процесса в современных условиях преподавания курса "Физики". К таким условиям  относятся:</w:t>
      </w:r>
    </w:p>
    <w:p w:rsidR="000140FA" w:rsidRPr="006140A8" w:rsidRDefault="000140FA" w:rsidP="006140A8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140A8">
        <w:rPr>
          <w:rFonts w:ascii="Times New Roman" w:hAnsi="Times New Roman"/>
          <w:sz w:val="28"/>
          <w:szCs w:val="28"/>
        </w:rPr>
        <w:t>- сокращение количества часов лекций, которое является следствием  и применения кредитной системы обучения;</w:t>
      </w:r>
    </w:p>
    <w:p w:rsidR="000140FA" w:rsidRPr="006140A8" w:rsidRDefault="000140FA" w:rsidP="006140A8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140A8">
        <w:rPr>
          <w:rFonts w:ascii="Times New Roman" w:hAnsi="Times New Roman"/>
          <w:sz w:val="28"/>
          <w:szCs w:val="28"/>
        </w:rPr>
        <w:t>- наличие связей между физикой и специальными дисциплинами;</w:t>
      </w:r>
    </w:p>
    <w:p w:rsidR="000140FA" w:rsidRPr="006140A8" w:rsidRDefault="000140FA" w:rsidP="006140A8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140A8">
        <w:rPr>
          <w:rFonts w:ascii="Times New Roman" w:hAnsi="Times New Roman"/>
          <w:sz w:val="28"/>
          <w:szCs w:val="28"/>
        </w:rPr>
        <w:t>-незначительное количестве  современных учебных пособий, особенно частно- методического характера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40A8">
        <w:rPr>
          <w:rFonts w:ascii="Times New Roman" w:hAnsi="Times New Roman"/>
          <w:sz w:val="28"/>
          <w:szCs w:val="28"/>
        </w:rPr>
        <w:t>[2].</w:t>
      </w:r>
    </w:p>
    <w:p w:rsidR="000140FA" w:rsidRPr="006140A8" w:rsidRDefault="000140FA" w:rsidP="006140A8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140A8">
        <w:rPr>
          <w:rFonts w:ascii="Times New Roman" w:hAnsi="Times New Roman"/>
          <w:sz w:val="28"/>
          <w:szCs w:val="28"/>
        </w:rPr>
        <w:t xml:space="preserve">В настоящее время одной из проблем высшем учебном заведения является создание оптимальных условий, при которых возможно повышение качества преподавания физики для студентов технических специальностей.  </w:t>
      </w:r>
    </w:p>
    <w:p w:rsidR="000140FA" w:rsidRPr="006140A8" w:rsidRDefault="000140FA" w:rsidP="006140A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Р</w:t>
      </w:r>
      <w:r w:rsidRPr="006140A8">
        <w:rPr>
          <w:rFonts w:ascii="Times New Roman" w:hAnsi="Times New Roman"/>
          <w:sz w:val="28"/>
          <w:szCs w:val="28"/>
          <w:lang w:val="kk-KZ"/>
        </w:rPr>
        <w:t xml:space="preserve">ешение задач </w:t>
      </w:r>
      <w:r w:rsidRPr="006140A8">
        <w:rPr>
          <w:rFonts w:ascii="Times New Roman" w:hAnsi="Times New Roman"/>
          <w:sz w:val="28"/>
          <w:szCs w:val="28"/>
        </w:rPr>
        <w:t xml:space="preserve"> требует от преподавателя определенных навыков в принятии оперативных решений, связанных с необходимостью направить обсуждение в нужное русло, обеспечить корректность высказываний, активизировать обучаемых, способствовать как проявлению индивидуальности, так и совместному творческому поиску.</w:t>
      </w:r>
    </w:p>
    <w:p w:rsidR="000140FA" w:rsidRPr="006140A8" w:rsidRDefault="000140FA" w:rsidP="006140A8">
      <w:pPr>
        <w:spacing w:after="0" w:line="360" w:lineRule="auto"/>
        <w:ind w:firstLine="720"/>
        <w:jc w:val="both"/>
        <w:rPr>
          <w:rFonts w:ascii="Times New Roman" w:hAnsi="Times New Roman"/>
          <w:spacing w:val="-3"/>
          <w:sz w:val="28"/>
          <w:szCs w:val="28"/>
        </w:rPr>
      </w:pPr>
      <w:r w:rsidRPr="006140A8">
        <w:rPr>
          <w:rFonts w:ascii="Times New Roman" w:hAnsi="Times New Roman"/>
          <w:sz w:val="28"/>
          <w:szCs w:val="28"/>
        </w:rPr>
        <w:t>Повышение скорости усвоения материала — одно из</w:t>
      </w:r>
      <w:r w:rsidRPr="006140A8">
        <w:rPr>
          <w:rFonts w:ascii="Times New Roman" w:hAnsi="Times New Roman"/>
          <w:spacing w:val="-1"/>
          <w:sz w:val="28"/>
          <w:szCs w:val="28"/>
        </w:rPr>
        <w:t xml:space="preserve"> самых сильных сторон </w:t>
      </w:r>
      <w:r w:rsidRPr="006140A8">
        <w:rPr>
          <w:rFonts w:ascii="Times New Roman" w:hAnsi="Times New Roman"/>
          <w:spacing w:val="-1"/>
          <w:sz w:val="28"/>
          <w:szCs w:val="28"/>
          <w:lang w:val="kk-KZ"/>
        </w:rPr>
        <w:t>решение задач</w:t>
      </w:r>
      <w:r w:rsidRPr="006140A8">
        <w:rPr>
          <w:rFonts w:ascii="Times New Roman" w:hAnsi="Times New Roman"/>
          <w:spacing w:val="-1"/>
          <w:sz w:val="28"/>
          <w:szCs w:val="28"/>
        </w:rPr>
        <w:t xml:space="preserve">.   </w:t>
      </w:r>
    </w:p>
    <w:p w:rsidR="000140FA" w:rsidRPr="006140A8" w:rsidRDefault="000140FA" w:rsidP="006140A8">
      <w:pPr>
        <w:pStyle w:val="a0"/>
        <w:spacing w:line="360" w:lineRule="auto"/>
        <w:ind w:left="0" w:firstLine="720"/>
        <w:rPr>
          <w:sz w:val="28"/>
          <w:szCs w:val="28"/>
        </w:rPr>
      </w:pPr>
      <w:r w:rsidRPr="006140A8">
        <w:rPr>
          <w:sz w:val="28"/>
          <w:szCs w:val="28"/>
        </w:rPr>
        <w:t xml:space="preserve">Понятие энтропии введено в </w:t>
      </w:r>
      <w:smartTag w:uri="urn:schemas-microsoft-com:office:smarttags" w:element="metricconverter">
        <w:smartTagPr>
          <w:attr w:name="ProductID" w:val="1865 г"/>
        </w:smartTagPr>
        <w:r w:rsidRPr="006140A8">
          <w:rPr>
            <w:sz w:val="28"/>
            <w:szCs w:val="28"/>
          </w:rPr>
          <w:t>1865 г</w:t>
        </w:r>
      </w:smartTag>
      <w:r w:rsidRPr="006140A8">
        <w:rPr>
          <w:sz w:val="28"/>
          <w:szCs w:val="28"/>
        </w:rPr>
        <w:t xml:space="preserve">. Р. Клаузиусом. Для выяснения физического содержания этого понятия рассматривают отношение теплоты </w:t>
      </w:r>
      <w:r w:rsidRPr="006140A8">
        <w:rPr>
          <w:i/>
          <w:sz w:val="28"/>
          <w:szCs w:val="28"/>
          <w:lang w:val="en-US"/>
        </w:rPr>
        <w:t>Q</w:t>
      </w:r>
      <w:r w:rsidRPr="006140A8">
        <w:rPr>
          <w:sz w:val="28"/>
          <w:szCs w:val="28"/>
        </w:rPr>
        <w:t xml:space="preserve">, полученной телом в изотермическом процессе, к температуре </w:t>
      </w:r>
      <w:r w:rsidRPr="006140A8">
        <w:rPr>
          <w:i/>
          <w:sz w:val="28"/>
          <w:szCs w:val="28"/>
        </w:rPr>
        <w:t>Т</w:t>
      </w:r>
      <w:r w:rsidRPr="006140A8">
        <w:rPr>
          <w:sz w:val="28"/>
          <w:szCs w:val="28"/>
        </w:rPr>
        <w:t xml:space="preserve"> теплоотдающего тела, называемое </w:t>
      </w:r>
      <w:r w:rsidRPr="006140A8">
        <w:rPr>
          <w:b/>
          <w:sz w:val="28"/>
          <w:szCs w:val="28"/>
        </w:rPr>
        <w:t>приведенным количеством теплоты</w:t>
      </w:r>
      <w:r w:rsidRPr="006140A8">
        <w:rPr>
          <w:sz w:val="28"/>
          <w:szCs w:val="28"/>
        </w:rPr>
        <w:t>.</w:t>
      </w:r>
    </w:p>
    <w:p w:rsidR="000140FA" w:rsidRPr="006140A8" w:rsidRDefault="000140FA" w:rsidP="006140A8">
      <w:pPr>
        <w:pStyle w:val="a0"/>
        <w:spacing w:line="360" w:lineRule="auto"/>
        <w:ind w:left="0" w:firstLine="720"/>
        <w:rPr>
          <w:sz w:val="28"/>
          <w:szCs w:val="28"/>
          <w:lang w:val="kk-KZ"/>
        </w:rPr>
      </w:pPr>
      <w:r w:rsidRPr="006140A8">
        <w:rPr>
          <w:sz w:val="28"/>
          <w:szCs w:val="28"/>
        </w:rPr>
        <w:t xml:space="preserve">Приведенное количество теплоты, сообщаемое телу на бесконечно малом участке процесса, равно </w:t>
      </w:r>
      <w:r w:rsidRPr="006140A8">
        <w:rPr>
          <w:i/>
          <w:sz w:val="28"/>
          <w:szCs w:val="28"/>
          <w:lang w:val="en-US"/>
        </w:rPr>
        <w:sym w:font="Symbol" w:char="F064"/>
      </w:r>
      <w:r w:rsidRPr="006140A8">
        <w:rPr>
          <w:i/>
          <w:sz w:val="28"/>
          <w:szCs w:val="28"/>
          <w:lang w:val="en-US"/>
        </w:rPr>
        <w:t>Q</w:t>
      </w:r>
      <w:r w:rsidRPr="006140A8">
        <w:rPr>
          <w:i/>
          <w:sz w:val="28"/>
          <w:szCs w:val="28"/>
        </w:rPr>
        <w:t>/</w:t>
      </w:r>
      <w:r w:rsidRPr="006140A8">
        <w:rPr>
          <w:i/>
          <w:sz w:val="28"/>
          <w:szCs w:val="28"/>
          <w:lang w:val="en-US"/>
        </w:rPr>
        <w:t>T</w:t>
      </w:r>
      <w:r w:rsidRPr="006140A8">
        <w:rPr>
          <w:i/>
          <w:sz w:val="28"/>
          <w:szCs w:val="28"/>
        </w:rPr>
        <w:t>.</w:t>
      </w:r>
      <w:r w:rsidRPr="006140A8">
        <w:rPr>
          <w:sz w:val="28"/>
          <w:szCs w:val="28"/>
        </w:rPr>
        <w:t xml:space="preserve"> Строгий теоретический анализ показывает, что приведенное количество теплоты, сообщаемое телу в </w:t>
      </w:r>
      <w:r w:rsidRPr="006140A8">
        <w:rPr>
          <w:i/>
          <w:sz w:val="28"/>
          <w:szCs w:val="28"/>
        </w:rPr>
        <w:t>любом обратимом круговом процессе,</w:t>
      </w:r>
      <w:r w:rsidRPr="006140A8">
        <w:rPr>
          <w:sz w:val="28"/>
          <w:szCs w:val="28"/>
        </w:rPr>
        <w:t xml:space="preserve"> равно нулю:</w:t>
      </w:r>
    </w:p>
    <w:p w:rsidR="000140FA" w:rsidRPr="006140A8" w:rsidRDefault="000140FA" w:rsidP="006140A8">
      <w:pPr>
        <w:pStyle w:val="a0"/>
        <w:spacing w:line="360" w:lineRule="auto"/>
        <w:ind w:left="0" w:firstLine="720"/>
        <w:rPr>
          <w:sz w:val="28"/>
          <w:szCs w:val="28"/>
          <w:lang w:val="kk-KZ"/>
        </w:rPr>
      </w:pPr>
      <w:r w:rsidRPr="006140A8">
        <w:rPr>
          <w:noProof/>
          <w:position w:val="-24"/>
          <w:sz w:val="28"/>
          <w:szCs w:val="28"/>
        </w:rPr>
        <w:object w:dxaOrig="9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36pt" o:ole="">
            <v:imagedata r:id="rId4" o:title=""/>
          </v:shape>
          <o:OLEObject Type="Embed" ProgID="Equation.3" ShapeID="_x0000_i1025" DrawAspect="Content" ObjectID="_1791837106" r:id="rId5"/>
        </w:object>
      </w:r>
      <w:r w:rsidRPr="006140A8">
        <w:rPr>
          <w:sz w:val="28"/>
          <w:szCs w:val="28"/>
        </w:rPr>
        <w:t xml:space="preserve"> (1)</w:t>
      </w:r>
    </w:p>
    <w:p w:rsidR="000140FA" w:rsidRPr="006140A8" w:rsidRDefault="000140FA" w:rsidP="006140A8">
      <w:pPr>
        <w:pStyle w:val="a0"/>
        <w:spacing w:line="360" w:lineRule="auto"/>
        <w:ind w:left="0" w:firstLine="0"/>
        <w:rPr>
          <w:sz w:val="28"/>
          <w:szCs w:val="28"/>
        </w:rPr>
      </w:pPr>
      <w:r w:rsidRPr="006140A8">
        <w:rPr>
          <w:sz w:val="28"/>
          <w:szCs w:val="28"/>
        </w:rPr>
        <w:t xml:space="preserve"> Таким образом,</w:t>
      </w:r>
    </w:p>
    <w:p w:rsidR="000140FA" w:rsidRPr="006140A8" w:rsidRDefault="000140FA" w:rsidP="006140A8">
      <w:pPr>
        <w:pStyle w:val="a0"/>
        <w:spacing w:line="360" w:lineRule="auto"/>
        <w:ind w:left="0" w:firstLine="0"/>
        <w:jc w:val="center"/>
        <w:rPr>
          <w:sz w:val="28"/>
          <w:szCs w:val="28"/>
        </w:rPr>
      </w:pPr>
      <w:r w:rsidRPr="006140A8">
        <w:rPr>
          <w:noProof/>
          <w:position w:val="-24"/>
          <w:sz w:val="28"/>
          <w:szCs w:val="28"/>
          <w:lang w:val="kk-KZ"/>
        </w:rPr>
        <w:object w:dxaOrig="920" w:dyaOrig="620">
          <v:shape id="_x0000_i1026" type="#_x0000_t75" style="width:58.5pt;height:37.5pt" o:ole="">
            <v:imagedata r:id="rId6" o:title=""/>
          </v:shape>
          <o:OLEObject Type="Embed" ProgID="Equation.3" ShapeID="_x0000_i1026" DrawAspect="Content" ObjectID="_1791837107" r:id="rId7"/>
        </w:object>
      </w:r>
      <w:r w:rsidRPr="006140A8">
        <w:rPr>
          <w:sz w:val="28"/>
          <w:szCs w:val="28"/>
        </w:rPr>
        <w:t>(2)</w:t>
      </w:r>
    </w:p>
    <w:p w:rsidR="000140FA" w:rsidRPr="006140A8" w:rsidRDefault="000140FA" w:rsidP="006140A8">
      <w:pPr>
        <w:pStyle w:val="a0"/>
        <w:spacing w:line="360" w:lineRule="auto"/>
        <w:rPr>
          <w:sz w:val="28"/>
          <w:szCs w:val="28"/>
          <w:lang w:val="kk-KZ"/>
        </w:rPr>
      </w:pPr>
      <w:r w:rsidRPr="006140A8">
        <w:rPr>
          <w:i/>
          <w:sz w:val="28"/>
          <w:szCs w:val="28"/>
        </w:rPr>
        <w:t>Функция состояния,</w:t>
      </w:r>
      <w:r w:rsidRPr="006140A8">
        <w:rPr>
          <w:sz w:val="28"/>
          <w:szCs w:val="28"/>
        </w:rPr>
        <w:t xml:space="preserve"> дифференциалом которой является </w:t>
      </w:r>
      <w:r w:rsidRPr="006140A8">
        <w:rPr>
          <w:noProof/>
          <w:position w:val="-24"/>
          <w:sz w:val="28"/>
          <w:szCs w:val="28"/>
          <w:lang w:val="kk-KZ"/>
        </w:rPr>
        <w:object w:dxaOrig="400" w:dyaOrig="620">
          <v:shape id="_x0000_i1027" type="#_x0000_t75" style="width:25.5pt;height:37.5pt" o:ole="">
            <v:imagedata r:id="rId8" o:title=""/>
          </v:shape>
          <o:OLEObject Type="Embed" ProgID="Equation.3" ShapeID="_x0000_i1027" DrawAspect="Content" ObjectID="_1791837108" r:id="rId9"/>
        </w:object>
      </w:r>
      <w:r w:rsidRPr="006140A8">
        <w:rPr>
          <w:i/>
          <w:sz w:val="28"/>
          <w:szCs w:val="28"/>
        </w:rPr>
        <w:t>,</w:t>
      </w:r>
      <w:r w:rsidRPr="006140A8">
        <w:rPr>
          <w:sz w:val="28"/>
          <w:szCs w:val="28"/>
        </w:rPr>
        <w:t xml:space="preserve"> называется</w:t>
      </w:r>
    </w:p>
    <w:p w:rsidR="000140FA" w:rsidRPr="006140A8" w:rsidRDefault="000140FA" w:rsidP="006140A8">
      <w:pPr>
        <w:pStyle w:val="a0"/>
        <w:spacing w:line="360" w:lineRule="auto"/>
        <w:rPr>
          <w:sz w:val="28"/>
          <w:szCs w:val="28"/>
        </w:rPr>
      </w:pPr>
      <w:r>
        <w:rPr>
          <w:b/>
          <w:sz w:val="28"/>
          <w:szCs w:val="28"/>
          <w:lang w:val="kk-KZ"/>
        </w:rPr>
        <w:t>Э</w:t>
      </w:r>
      <w:r w:rsidRPr="006140A8">
        <w:rPr>
          <w:b/>
          <w:sz w:val="28"/>
          <w:szCs w:val="28"/>
        </w:rPr>
        <w:t>нтропией</w:t>
      </w:r>
      <w:r>
        <w:rPr>
          <w:b/>
          <w:sz w:val="28"/>
          <w:szCs w:val="28"/>
          <w:lang w:val="uk-UA"/>
        </w:rPr>
        <w:t xml:space="preserve"> </w:t>
      </w:r>
      <w:r w:rsidRPr="006140A8">
        <w:rPr>
          <w:sz w:val="28"/>
          <w:szCs w:val="28"/>
        </w:rPr>
        <w:t>и</w:t>
      </w:r>
      <w:r>
        <w:rPr>
          <w:sz w:val="28"/>
          <w:szCs w:val="28"/>
          <w:lang w:val="uk-UA"/>
        </w:rPr>
        <w:t xml:space="preserve"> </w:t>
      </w:r>
      <w:r w:rsidRPr="006140A8">
        <w:rPr>
          <w:sz w:val="28"/>
          <w:szCs w:val="28"/>
        </w:rPr>
        <w:t>обозначается</w:t>
      </w:r>
      <w:r>
        <w:rPr>
          <w:sz w:val="28"/>
          <w:szCs w:val="28"/>
          <w:lang w:val="uk-UA"/>
        </w:rPr>
        <w:t xml:space="preserve"> </w:t>
      </w:r>
      <w:r w:rsidRPr="006140A8">
        <w:rPr>
          <w:i/>
          <w:sz w:val="28"/>
          <w:szCs w:val="28"/>
          <w:lang w:val="en-US"/>
        </w:rPr>
        <w:t>S</w:t>
      </w:r>
      <w:r w:rsidRPr="006140A8">
        <w:rPr>
          <w:i/>
          <w:sz w:val="28"/>
          <w:szCs w:val="28"/>
        </w:rPr>
        <w:t>.</w:t>
      </w:r>
    </w:p>
    <w:p w:rsidR="000140FA" w:rsidRPr="006140A8" w:rsidRDefault="000140FA" w:rsidP="006140A8">
      <w:pPr>
        <w:pStyle w:val="a0"/>
        <w:spacing w:line="360" w:lineRule="auto"/>
        <w:rPr>
          <w:sz w:val="28"/>
          <w:szCs w:val="28"/>
        </w:rPr>
      </w:pPr>
      <w:r w:rsidRPr="006140A8">
        <w:rPr>
          <w:sz w:val="28"/>
          <w:szCs w:val="28"/>
        </w:rPr>
        <w:t xml:space="preserve">Из формулы (1) следует, что для </w:t>
      </w:r>
      <w:r w:rsidRPr="006140A8">
        <w:rPr>
          <w:i/>
          <w:sz w:val="28"/>
          <w:szCs w:val="28"/>
        </w:rPr>
        <w:t>обратимых процессов</w:t>
      </w:r>
      <w:r w:rsidRPr="006140A8">
        <w:rPr>
          <w:sz w:val="28"/>
          <w:szCs w:val="28"/>
        </w:rPr>
        <w:t xml:space="preserve"> изменение энтропии:</w:t>
      </w:r>
    </w:p>
    <w:p w:rsidR="000140FA" w:rsidRPr="006140A8" w:rsidRDefault="000140FA" w:rsidP="006140A8">
      <w:pPr>
        <w:pStyle w:val="a0"/>
        <w:spacing w:line="360" w:lineRule="auto"/>
        <w:jc w:val="center"/>
        <w:rPr>
          <w:sz w:val="28"/>
          <w:szCs w:val="28"/>
        </w:rPr>
      </w:pPr>
      <w:r w:rsidRPr="006140A8">
        <w:rPr>
          <w:noProof/>
          <w:position w:val="-6"/>
          <w:sz w:val="28"/>
          <w:szCs w:val="28"/>
          <w:lang w:val="kk-KZ"/>
        </w:rPr>
        <w:object w:dxaOrig="740" w:dyaOrig="279">
          <v:shape id="_x0000_i1028" type="#_x0000_t75" style="width:46.5pt;height:16.5pt" o:ole="">
            <v:imagedata r:id="rId10" o:title=""/>
          </v:shape>
          <o:OLEObject Type="Embed" ProgID="Equation.3" ShapeID="_x0000_i1028" DrawAspect="Content" ObjectID="_1791837109" r:id="rId11"/>
        </w:object>
      </w:r>
      <w:r w:rsidRPr="006140A8">
        <w:rPr>
          <w:sz w:val="28"/>
          <w:szCs w:val="28"/>
        </w:rPr>
        <w:t>(3)</w:t>
      </w:r>
    </w:p>
    <w:p w:rsidR="000140FA" w:rsidRDefault="000140FA" w:rsidP="006140A8">
      <w:pPr>
        <w:pStyle w:val="a0"/>
        <w:spacing w:line="360" w:lineRule="auto"/>
        <w:rPr>
          <w:sz w:val="28"/>
          <w:szCs w:val="28"/>
          <w:lang w:val="kk-KZ"/>
        </w:rPr>
      </w:pPr>
      <w:r w:rsidRPr="006140A8">
        <w:rPr>
          <w:sz w:val="28"/>
          <w:szCs w:val="28"/>
        </w:rPr>
        <w:t>В термодинамике доказывается, что энтропия системы, совершающей</w:t>
      </w:r>
    </w:p>
    <w:p w:rsidR="000140FA" w:rsidRPr="006140A8" w:rsidRDefault="000140FA" w:rsidP="006140A8">
      <w:pPr>
        <w:pStyle w:val="a0"/>
        <w:spacing w:line="360" w:lineRule="auto"/>
        <w:rPr>
          <w:sz w:val="28"/>
          <w:szCs w:val="28"/>
        </w:rPr>
      </w:pPr>
      <w:r w:rsidRPr="006140A8">
        <w:rPr>
          <w:i/>
          <w:sz w:val="28"/>
          <w:szCs w:val="28"/>
        </w:rPr>
        <w:t>необратимый цикл,</w:t>
      </w:r>
      <w:r>
        <w:rPr>
          <w:i/>
          <w:sz w:val="28"/>
          <w:szCs w:val="28"/>
          <w:lang w:val="uk-UA"/>
        </w:rPr>
        <w:t xml:space="preserve"> </w:t>
      </w:r>
      <w:r w:rsidRPr="006140A8">
        <w:rPr>
          <w:sz w:val="28"/>
          <w:szCs w:val="28"/>
        </w:rPr>
        <w:t>возрастает:</w:t>
      </w:r>
    </w:p>
    <w:p w:rsidR="000140FA" w:rsidRPr="006140A8" w:rsidRDefault="000140FA" w:rsidP="006140A8">
      <w:pPr>
        <w:pStyle w:val="a0"/>
        <w:spacing w:line="360" w:lineRule="auto"/>
        <w:rPr>
          <w:sz w:val="28"/>
          <w:szCs w:val="28"/>
        </w:rPr>
      </w:pPr>
      <w:r w:rsidRPr="006140A8">
        <w:rPr>
          <w:noProof/>
          <w:position w:val="-6"/>
          <w:sz w:val="28"/>
          <w:szCs w:val="28"/>
          <w:lang w:val="kk-KZ"/>
        </w:rPr>
        <w:object w:dxaOrig="740" w:dyaOrig="279">
          <v:shape id="_x0000_i1029" type="#_x0000_t75" style="width:46.5pt;height:16.5pt" o:ole="">
            <v:imagedata r:id="rId12" o:title=""/>
          </v:shape>
          <o:OLEObject Type="Embed" ProgID="Equation.3" ShapeID="_x0000_i1029" DrawAspect="Content" ObjectID="_1791837110" r:id="rId13"/>
        </w:object>
      </w:r>
      <w:r w:rsidRPr="006140A8">
        <w:rPr>
          <w:sz w:val="28"/>
          <w:szCs w:val="28"/>
        </w:rPr>
        <w:t>(4)</w:t>
      </w:r>
    </w:p>
    <w:p w:rsidR="000140FA" w:rsidRPr="006140A8" w:rsidRDefault="000140FA" w:rsidP="006140A8">
      <w:pPr>
        <w:pStyle w:val="a0"/>
        <w:spacing w:line="360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Э</w:t>
      </w:r>
      <w:r w:rsidRPr="006140A8">
        <w:rPr>
          <w:i/>
          <w:sz w:val="28"/>
          <w:szCs w:val="28"/>
        </w:rPr>
        <w:t>нтропия замкнутой системы</w:t>
      </w:r>
      <w:r w:rsidRPr="006140A8">
        <w:rPr>
          <w:sz w:val="28"/>
          <w:szCs w:val="28"/>
        </w:rPr>
        <w:t xml:space="preserve"> может </w:t>
      </w:r>
      <w:r w:rsidRPr="006140A8">
        <w:rPr>
          <w:i/>
          <w:sz w:val="28"/>
          <w:szCs w:val="28"/>
        </w:rPr>
        <w:t>либо возрастать</w:t>
      </w:r>
      <w:r w:rsidRPr="006140A8">
        <w:rPr>
          <w:sz w:val="28"/>
          <w:szCs w:val="28"/>
        </w:rPr>
        <w:t xml:space="preserve"> (в случае необратимых процессов), </w:t>
      </w:r>
      <w:r w:rsidRPr="006140A8">
        <w:rPr>
          <w:i/>
          <w:sz w:val="28"/>
          <w:szCs w:val="28"/>
        </w:rPr>
        <w:t>либо оставаться постоянной</w:t>
      </w:r>
      <w:r w:rsidRPr="006140A8">
        <w:rPr>
          <w:sz w:val="28"/>
          <w:szCs w:val="28"/>
        </w:rPr>
        <w:t xml:space="preserve"> (в случае обратимых процессов).</w:t>
      </w:r>
    </w:p>
    <w:p w:rsidR="000140FA" w:rsidRPr="006140A8" w:rsidRDefault="000140FA" w:rsidP="006140A8">
      <w:pPr>
        <w:pStyle w:val="a0"/>
        <w:spacing w:line="360" w:lineRule="auto"/>
        <w:ind w:left="0" w:firstLine="284"/>
        <w:rPr>
          <w:sz w:val="28"/>
          <w:szCs w:val="28"/>
        </w:rPr>
      </w:pPr>
      <w:r w:rsidRPr="006140A8">
        <w:rPr>
          <w:sz w:val="28"/>
          <w:szCs w:val="28"/>
        </w:rPr>
        <w:t xml:space="preserve">Если система совершает равновесный переход из состояния </w:t>
      </w:r>
      <w:r w:rsidRPr="006140A8">
        <w:rPr>
          <w:i/>
          <w:sz w:val="28"/>
          <w:szCs w:val="28"/>
        </w:rPr>
        <w:t>1</w:t>
      </w:r>
      <w:r w:rsidRPr="006140A8">
        <w:rPr>
          <w:sz w:val="28"/>
          <w:szCs w:val="28"/>
        </w:rPr>
        <w:t xml:space="preserve"> в состояние </w:t>
      </w:r>
      <w:r w:rsidRPr="006140A8">
        <w:rPr>
          <w:i/>
          <w:sz w:val="28"/>
          <w:szCs w:val="28"/>
        </w:rPr>
        <w:t>2</w:t>
      </w:r>
      <w:r w:rsidRPr="006140A8">
        <w:rPr>
          <w:sz w:val="28"/>
          <w:szCs w:val="28"/>
        </w:rPr>
        <w:t>, то  изменение энтропии:</w:t>
      </w:r>
    </w:p>
    <w:p w:rsidR="000140FA" w:rsidRPr="006140A8" w:rsidRDefault="000140FA" w:rsidP="006140A8">
      <w:pPr>
        <w:pStyle w:val="a0"/>
        <w:spacing w:line="360" w:lineRule="auto"/>
        <w:jc w:val="center"/>
        <w:rPr>
          <w:sz w:val="28"/>
          <w:szCs w:val="28"/>
          <w:lang w:val="kk-KZ"/>
        </w:rPr>
      </w:pPr>
      <w:r w:rsidRPr="006140A8">
        <w:rPr>
          <w:noProof/>
          <w:position w:val="-30"/>
          <w:sz w:val="28"/>
          <w:szCs w:val="28"/>
          <w:lang w:val="kk-KZ"/>
        </w:rPr>
        <w:object w:dxaOrig="3540" w:dyaOrig="740">
          <v:shape id="_x0000_i1030" type="#_x0000_t75" style="width:221.25pt;height:44.25pt" o:ole="">
            <v:imagedata r:id="rId14" o:title=""/>
          </v:shape>
          <o:OLEObject Type="Embed" ProgID="Equation.3" ShapeID="_x0000_i1030" DrawAspect="Content" ObjectID="_1791837111" r:id="rId15"/>
        </w:object>
      </w:r>
      <w:r>
        <w:rPr>
          <w:sz w:val="28"/>
          <w:szCs w:val="28"/>
        </w:rPr>
        <w:t>(</w:t>
      </w:r>
      <w:r>
        <w:rPr>
          <w:sz w:val="28"/>
          <w:szCs w:val="28"/>
          <w:lang w:val="kk-KZ"/>
        </w:rPr>
        <w:t>5</w:t>
      </w:r>
      <w:r w:rsidRPr="006140A8">
        <w:rPr>
          <w:sz w:val="28"/>
          <w:szCs w:val="28"/>
        </w:rPr>
        <w:t>)</w:t>
      </w:r>
    </w:p>
    <w:p w:rsidR="000140FA" w:rsidRPr="006140A8" w:rsidRDefault="000140FA" w:rsidP="006140A8">
      <w:pPr>
        <w:pStyle w:val="a0"/>
        <w:spacing w:line="360" w:lineRule="auto"/>
        <w:ind w:firstLine="0"/>
        <w:rPr>
          <w:sz w:val="28"/>
          <w:szCs w:val="28"/>
        </w:rPr>
      </w:pPr>
      <w:r w:rsidRPr="006140A8">
        <w:rPr>
          <w:sz w:val="28"/>
          <w:szCs w:val="28"/>
        </w:rPr>
        <w:t>Исходя из выражения (</w:t>
      </w:r>
      <w:r>
        <w:rPr>
          <w:sz w:val="28"/>
          <w:szCs w:val="28"/>
          <w:lang w:val="kk-KZ"/>
        </w:rPr>
        <w:t>5</w:t>
      </w:r>
      <w:r w:rsidRPr="006140A8">
        <w:rPr>
          <w:sz w:val="28"/>
          <w:szCs w:val="28"/>
        </w:rPr>
        <w:t xml:space="preserve">), найдем изменение энтропии в процессах идеального газа. </w:t>
      </w:r>
      <w:r w:rsidRPr="006140A8">
        <w:rPr>
          <w:sz w:val="28"/>
          <w:szCs w:val="28"/>
          <w:lang w:val="en-US"/>
        </w:rPr>
        <w:t>Ta</w:t>
      </w:r>
      <w:r w:rsidRPr="006140A8">
        <w:rPr>
          <w:sz w:val="28"/>
          <w:szCs w:val="28"/>
        </w:rPr>
        <w:t xml:space="preserve">к как </w:t>
      </w:r>
    </w:p>
    <w:p w:rsidR="000140FA" w:rsidRPr="006140A8" w:rsidRDefault="000140FA" w:rsidP="006140A8">
      <w:pPr>
        <w:pStyle w:val="a0"/>
        <w:spacing w:line="360" w:lineRule="auto"/>
        <w:jc w:val="center"/>
        <w:rPr>
          <w:position w:val="-12"/>
          <w:sz w:val="28"/>
          <w:szCs w:val="28"/>
        </w:rPr>
      </w:pPr>
      <w:r w:rsidRPr="006140A8">
        <w:rPr>
          <w:noProof/>
          <w:position w:val="-24"/>
          <w:sz w:val="28"/>
          <w:szCs w:val="28"/>
          <w:lang w:val="kk-KZ"/>
        </w:rPr>
        <w:object w:dxaOrig="1579" w:dyaOrig="620">
          <v:shape id="_x0000_i1031" type="#_x0000_t75" style="width:99pt;height:37.5pt" o:ole="">
            <v:imagedata r:id="rId16" o:title=""/>
          </v:shape>
          <o:OLEObject Type="Embed" ProgID="Equation.3" ShapeID="_x0000_i1031" DrawAspect="Content" ObjectID="_1791837112" r:id="rId17"/>
        </w:object>
      </w:r>
      <w:r w:rsidRPr="006140A8">
        <w:rPr>
          <w:noProof/>
          <w:position w:val="-24"/>
          <w:sz w:val="28"/>
          <w:szCs w:val="28"/>
          <w:lang w:val="kk-KZ"/>
        </w:rPr>
        <w:object w:dxaOrig="2299" w:dyaOrig="620">
          <v:shape id="_x0000_i1032" type="#_x0000_t75" style="width:2in;height:37.5pt" o:ole="">
            <v:imagedata r:id="rId18" o:title=""/>
          </v:shape>
          <o:OLEObject Type="Embed" ProgID="Equation.3" ShapeID="_x0000_i1032" DrawAspect="Content" ObjectID="_1791837113" r:id="rId19"/>
        </w:object>
      </w:r>
    </w:p>
    <w:p w:rsidR="000140FA" w:rsidRPr="006140A8" w:rsidRDefault="000140FA" w:rsidP="006140A8">
      <w:pPr>
        <w:pStyle w:val="a0"/>
        <w:spacing w:line="360" w:lineRule="auto"/>
        <w:rPr>
          <w:sz w:val="28"/>
          <w:szCs w:val="28"/>
        </w:rPr>
      </w:pPr>
      <w:r w:rsidRPr="006140A8">
        <w:rPr>
          <w:sz w:val="28"/>
          <w:szCs w:val="28"/>
        </w:rPr>
        <w:t>то</w:t>
      </w:r>
    </w:p>
    <w:p w:rsidR="000140FA" w:rsidRPr="006140A8" w:rsidRDefault="000140FA" w:rsidP="006140A8">
      <w:pPr>
        <w:pStyle w:val="a0"/>
        <w:spacing w:line="360" w:lineRule="auto"/>
        <w:rPr>
          <w:position w:val="-12"/>
          <w:sz w:val="28"/>
          <w:szCs w:val="28"/>
          <w:lang w:val="en-US"/>
        </w:rPr>
      </w:pPr>
      <w:r w:rsidRPr="006140A8">
        <w:rPr>
          <w:noProof/>
          <w:position w:val="-34"/>
          <w:sz w:val="28"/>
          <w:szCs w:val="28"/>
          <w:lang w:val="kk-KZ"/>
        </w:rPr>
        <w:object w:dxaOrig="4140" w:dyaOrig="780">
          <v:shape id="_x0000_i1033" type="#_x0000_t75" style="width:256.5pt;height:45.75pt" o:ole="">
            <v:imagedata r:id="rId20" o:title=""/>
          </v:shape>
          <o:OLEObject Type="Embed" ProgID="Equation.3" ShapeID="_x0000_i1033" DrawAspect="Content" ObjectID="_1791837114" r:id="rId21"/>
        </w:object>
      </w:r>
    </w:p>
    <w:p w:rsidR="000140FA" w:rsidRPr="006140A8" w:rsidRDefault="000140FA" w:rsidP="006140A8">
      <w:pPr>
        <w:pStyle w:val="a0"/>
        <w:spacing w:line="360" w:lineRule="auto"/>
        <w:rPr>
          <w:sz w:val="28"/>
          <w:szCs w:val="28"/>
        </w:rPr>
      </w:pPr>
      <w:r w:rsidRPr="006140A8">
        <w:rPr>
          <w:sz w:val="28"/>
          <w:szCs w:val="28"/>
        </w:rPr>
        <w:t>или</w:t>
      </w:r>
    </w:p>
    <w:p w:rsidR="000140FA" w:rsidRPr="006140A8" w:rsidRDefault="000140FA" w:rsidP="006140A8">
      <w:pPr>
        <w:pStyle w:val="a0"/>
        <w:spacing w:line="360" w:lineRule="auto"/>
        <w:rPr>
          <w:position w:val="-12"/>
          <w:sz w:val="28"/>
          <w:szCs w:val="28"/>
        </w:rPr>
      </w:pPr>
      <w:r w:rsidRPr="006140A8">
        <w:rPr>
          <w:noProof/>
          <w:position w:val="-32"/>
          <w:sz w:val="28"/>
          <w:szCs w:val="28"/>
          <w:lang w:val="kk-KZ"/>
        </w:rPr>
        <w:object w:dxaOrig="4080" w:dyaOrig="760">
          <v:shape id="_x0000_i1034" type="#_x0000_t75" style="width:255pt;height:45.75pt" o:ole="">
            <v:imagedata r:id="rId22" o:title=""/>
          </v:shape>
          <o:OLEObject Type="Embed" ProgID="Equation.3" ShapeID="_x0000_i1034" DrawAspect="Content" ObjectID="_1791837115" r:id="rId23"/>
        </w:object>
      </w:r>
      <w:r>
        <w:rPr>
          <w:sz w:val="28"/>
          <w:szCs w:val="28"/>
        </w:rPr>
        <w:t>(</w:t>
      </w:r>
      <w:r>
        <w:rPr>
          <w:sz w:val="28"/>
          <w:szCs w:val="28"/>
          <w:lang w:val="kk-KZ"/>
        </w:rPr>
        <w:t>6</w:t>
      </w:r>
      <w:r w:rsidRPr="006140A8">
        <w:rPr>
          <w:sz w:val="28"/>
          <w:szCs w:val="28"/>
        </w:rPr>
        <w:t>)</w:t>
      </w:r>
    </w:p>
    <w:p w:rsidR="000140FA" w:rsidRPr="006140A8" w:rsidRDefault="000140FA" w:rsidP="006140A8">
      <w:pPr>
        <w:pStyle w:val="a0"/>
        <w:spacing w:line="360" w:lineRule="auto"/>
        <w:ind w:left="0" w:firstLine="0"/>
        <w:rPr>
          <w:sz w:val="28"/>
          <w:szCs w:val="28"/>
        </w:rPr>
      </w:pPr>
      <w:r w:rsidRPr="006140A8">
        <w:rPr>
          <w:sz w:val="28"/>
          <w:szCs w:val="28"/>
        </w:rPr>
        <w:t xml:space="preserve">т. е. изменение энтропии </w:t>
      </w:r>
      <w:r w:rsidRPr="006140A8">
        <w:rPr>
          <w:sz w:val="28"/>
          <w:szCs w:val="28"/>
          <w:lang w:val="en-US"/>
        </w:rPr>
        <w:sym w:font="Symbol" w:char="F044"/>
      </w:r>
      <w:r w:rsidRPr="006140A8">
        <w:rPr>
          <w:i/>
          <w:sz w:val="28"/>
          <w:szCs w:val="28"/>
          <w:lang w:val="en-US"/>
        </w:rPr>
        <w:t>S</w:t>
      </w:r>
      <w:r w:rsidRPr="006140A8">
        <w:rPr>
          <w:sz w:val="28"/>
          <w:szCs w:val="28"/>
          <w:vertAlign w:val="subscript"/>
        </w:rPr>
        <w:t>1</w:t>
      </w:r>
      <w:r w:rsidRPr="006140A8">
        <w:rPr>
          <w:sz w:val="28"/>
          <w:szCs w:val="28"/>
          <w:vertAlign w:val="subscript"/>
          <w:lang w:val="en-US"/>
        </w:rPr>
        <w:sym w:font="Symbol" w:char="F0AE"/>
      </w:r>
      <w:r w:rsidRPr="006140A8">
        <w:rPr>
          <w:sz w:val="28"/>
          <w:szCs w:val="28"/>
          <w:vertAlign w:val="subscript"/>
        </w:rPr>
        <w:t>2</w:t>
      </w:r>
      <w:r w:rsidRPr="006140A8">
        <w:rPr>
          <w:sz w:val="28"/>
          <w:szCs w:val="28"/>
        </w:rPr>
        <w:t xml:space="preserve"> идеального газа при переходе его из состояния </w:t>
      </w:r>
      <w:r w:rsidRPr="006140A8">
        <w:rPr>
          <w:i/>
          <w:sz w:val="28"/>
          <w:szCs w:val="28"/>
        </w:rPr>
        <w:t>1</w:t>
      </w:r>
      <w:r w:rsidRPr="006140A8">
        <w:rPr>
          <w:sz w:val="28"/>
          <w:szCs w:val="28"/>
        </w:rPr>
        <w:t xml:space="preserve"> в со</w:t>
      </w:r>
      <w:r w:rsidRPr="006140A8">
        <w:rPr>
          <w:sz w:val="28"/>
          <w:szCs w:val="28"/>
        </w:rPr>
        <w:softHyphen/>
        <w:t xml:space="preserve">стояние </w:t>
      </w:r>
      <w:r w:rsidRPr="006140A8">
        <w:rPr>
          <w:i/>
          <w:sz w:val="28"/>
          <w:szCs w:val="28"/>
        </w:rPr>
        <w:t>2 не зависит от вида процесса перехода 1</w:t>
      </w:r>
      <w:r w:rsidRPr="006140A8">
        <w:rPr>
          <w:sz w:val="28"/>
          <w:szCs w:val="28"/>
        </w:rPr>
        <w:sym w:font="Symbol" w:char="F0AE"/>
      </w:r>
      <w:r w:rsidRPr="006140A8">
        <w:rPr>
          <w:i/>
          <w:sz w:val="28"/>
          <w:szCs w:val="28"/>
        </w:rPr>
        <w:t>2.</w:t>
      </w:r>
    </w:p>
    <w:p w:rsidR="000140FA" w:rsidRPr="006140A8" w:rsidRDefault="000140FA" w:rsidP="006140A8">
      <w:pPr>
        <w:pStyle w:val="a0"/>
        <w:spacing w:line="360" w:lineRule="auto"/>
        <w:ind w:left="0" w:firstLine="0"/>
        <w:rPr>
          <w:sz w:val="28"/>
          <w:szCs w:val="28"/>
        </w:rPr>
      </w:pPr>
      <w:r>
        <w:rPr>
          <w:i/>
          <w:sz w:val="28"/>
          <w:szCs w:val="28"/>
          <w:lang w:val="kk-KZ"/>
        </w:rPr>
        <w:t>А</w:t>
      </w:r>
      <w:r w:rsidRPr="006140A8">
        <w:rPr>
          <w:i/>
          <w:sz w:val="28"/>
          <w:szCs w:val="28"/>
        </w:rPr>
        <w:t>диабатический обратимый процесс</w:t>
      </w:r>
      <w:r w:rsidRPr="006140A8">
        <w:rPr>
          <w:sz w:val="28"/>
          <w:szCs w:val="28"/>
        </w:rPr>
        <w:t xml:space="preserve"> протекает </w:t>
      </w:r>
      <w:r w:rsidRPr="006140A8">
        <w:rPr>
          <w:i/>
          <w:sz w:val="28"/>
          <w:szCs w:val="28"/>
        </w:rPr>
        <w:t>при постоянной энтропии.</w:t>
      </w:r>
      <w:r w:rsidRPr="006140A8">
        <w:rPr>
          <w:sz w:val="28"/>
          <w:szCs w:val="28"/>
        </w:rPr>
        <w:t xml:space="preserve"> Поэтому его часто называют</w:t>
      </w:r>
      <w:r w:rsidRPr="006140A8">
        <w:rPr>
          <w:b/>
          <w:sz w:val="28"/>
          <w:szCs w:val="28"/>
        </w:rPr>
        <w:t xml:space="preserve"> изоэнтропийным процессом.</w:t>
      </w:r>
      <w:r w:rsidRPr="006140A8">
        <w:rPr>
          <w:sz w:val="28"/>
          <w:szCs w:val="28"/>
        </w:rPr>
        <w:t xml:space="preserve"> Из формулы (</w:t>
      </w:r>
      <w:r>
        <w:rPr>
          <w:sz w:val="28"/>
          <w:szCs w:val="28"/>
          <w:lang w:val="kk-KZ"/>
        </w:rPr>
        <w:t>6</w:t>
      </w:r>
      <w:r w:rsidRPr="006140A8">
        <w:rPr>
          <w:sz w:val="28"/>
          <w:szCs w:val="28"/>
        </w:rPr>
        <w:t>) следует, что при изотермическом процессе (</w:t>
      </w:r>
      <w:r w:rsidRPr="006140A8">
        <w:rPr>
          <w:i/>
          <w:sz w:val="28"/>
          <w:szCs w:val="28"/>
          <w:lang w:val="en-US"/>
        </w:rPr>
        <w:t>T</w:t>
      </w:r>
      <w:r w:rsidRPr="006140A8">
        <w:rPr>
          <w:sz w:val="28"/>
          <w:szCs w:val="28"/>
          <w:vertAlign w:val="subscript"/>
        </w:rPr>
        <w:t>1</w:t>
      </w:r>
      <w:r w:rsidRPr="006140A8">
        <w:rPr>
          <w:sz w:val="28"/>
          <w:szCs w:val="28"/>
        </w:rPr>
        <w:t xml:space="preserve">= </w:t>
      </w:r>
      <w:r w:rsidRPr="006140A8">
        <w:rPr>
          <w:i/>
          <w:sz w:val="28"/>
          <w:szCs w:val="28"/>
          <w:lang w:val="en-US"/>
        </w:rPr>
        <w:t>T</w:t>
      </w:r>
      <w:r w:rsidRPr="006140A8">
        <w:rPr>
          <w:sz w:val="28"/>
          <w:szCs w:val="28"/>
          <w:vertAlign w:val="subscript"/>
        </w:rPr>
        <w:t>2</w:t>
      </w:r>
      <w:r w:rsidRPr="006140A8">
        <w:rPr>
          <w:sz w:val="28"/>
          <w:szCs w:val="28"/>
        </w:rPr>
        <w:t>):</w:t>
      </w:r>
    </w:p>
    <w:p w:rsidR="000140FA" w:rsidRPr="006140A8" w:rsidRDefault="000140FA" w:rsidP="006140A8">
      <w:pPr>
        <w:pStyle w:val="a0"/>
        <w:spacing w:line="360" w:lineRule="auto"/>
        <w:ind w:left="0" w:firstLine="0"/>
        <w:jc w:val="center"/>
        <w:rPr>
          <w:sz w:val="28"/>
          <w:szCs w:val="28"/>
          <w:lang w:val="en-US"/>
        </w:rPr>
      </w:pPr>
      <w:r w:rsidRPr="006140A8">
        <w:rPr>
          <w:noProof/>
          <w:position w:val="-30"/>
          <w:sz w:val="28"/>
          <w:szCs w:val="28"/>
          <w:lang w:val="kk-KZ"/>
        </w:rPr>
        <w:object w:dxaOrig="1620" w:dyaOrig="680">
          <v:shape id="_x0000_i1035" type="#_x0000_t75" style="width:100.5pt;height:41.25pt" o:ole="">
            <v:imagedata r:id="rId24" o:title=""/>
          </v:shape>
          <o:OLEObject Type="Embed" ProgID="Equation.3" ShapeID="_x0000_i1035" DrawAspect="Content" ObjectID="_1791837116" r:id="rId25"/>
        </w:object>
      </w:r>
    </w:p>
    <w:p w:rsidR="000140FA" w:rsidRPr="006140A8" w:rsidRDefault="000140FA" w:rsidP="006140A8">
      <w:pPr>
        <w:pStyle w:val="a0"/>
        <w:spacing w:line="360" w:lineRule="auto"/>
        <w:rPr>
          <w:sz w:val="28"/>
          <w:szCs w:val="28"/>
        </w:rPr>
      </w:pPr>
      <w:r w:rsidRPr="006140A8">
        <w:rPr>
          <w:sz w:val="28"/>
          <w:szCs w:val="28"/>
        </w:rPr>
        <w:t>при изохорном процессе (</w:t>
      </w:r>
      <w:r w:rsidRPr="006140A8">
        <w:rPr>
          <w:i/>
          <w:sz w:val="28"/>
          <w:szCs w:val="28"/>
          <w:lang w:val="en-US"/>
        </w:rPr>
        <w:t>V</w:t>
      </w:r>
      <w:r w:rsidRPr="006140A8">
        <w:rPr>
          <w:sz w:val="28"/>
          <w:szCs w:val="28"/>
          <w:vertAlign w:val="subscript"/>
        </w:rPr>
        <w:t>1</w:t>
      </w:r>
      <w:r w:rsidRPr="006140A8">
        <w:rPr>
          <w:i/>
          <w:sz w:val="28"/>
          <w:szCs w:val="28"/>
        </w:rPr>
        <w:t xml:space="preserve"> = </w:t>
      </w:r>
      <w:r w:rsidRPr="006140A8">
        <w:rPr>
          <w:i/>
          <w:sz w:val="28"/>
          <w:szCs w:val="28"/>
          <w:lang w:val="en-US"/>
        </w:rPr>
        <w:t>V</w:t>
      </w:r>
      <w:r w:rsidRPr="006140A8">
        <w:rPr>
          <w:sz w:val="28"/>
          <w:szCs w:val="28"/>
          <w:vertAlign w:val="subscript"/>
        </w:rPr>
        <w:t>2</w:t>
      </w:r>
      <w:r w:rsidRPr="006140A8">
        <w:rPr>
          <w:sz w:val="28"/>
          <w:szCs w:val="28"/>
        </w:rPr>
        <w:t>):</w:t>
      </w:r>
    </w:p>
    <w:p w:rsidR="000140FA" w:rsidRPr="006140A8" w:rsidRDefault="000140FA" w:rsidP="006140A8">
      <w:pPr>
        <w:pStyle w:val="a0"/>
        <w:spacing w:line="360" w:lineRule="auto"/>
        <w:jc w:val="center"/>
        <w:rPr>
          <w:sz w:val="28"/>
          <w:szCs w:val="28"/>
        </w:rPr>
      </w:pPr>
      <w:r w:rsidRPr="006140A8">
        <w:rPr>
          <w:noProof/>
          <w:position w:val="-30"/>
          <w:sz w:val="28"/>
          <w:szCs w:val="28"/>
          <w:lang w:val="kk-KZ"/>
        </w:rPr>
        <w:object w:dxaOrig="1740" w:dyaOrig="680">
          <v:shape id="_x0000_i1036" type="#_x0000_t75" style="width:108pt;height:41.25pt" o:ole="">
            <v:imagedata r:id="rId26" o:title=""/>
          </v:shape>
          <o:OLEObject Type="Embed" ProgID="Equation.3" ShapeID="_x0000_i1036" DrawAspect="Content" ObjectID="_1791837117" r:id="rId27"/>
        </w:object>
      </w:r>
    </w:p>
    <w:p w:rsidR="000140FA" w:rsidRPr="006140A8" w:rsidRDefault="000140FA" w:rsidP="006140A8">
      <w:pPr>
        <w:pStyle w:val="a0"/>
        <w:spacing w:line="360" w:lineRule="auto"/>
        <w:ind w:left="0" w:firstLine="720"/>
        <w:rPr>
          <w:sz w:val="28"/>
          <w:szCs w:val="28"/>
          <w:lang w:val="kk-KZ"/>
        </w:rPr>
      </w:pPr>
      <w:r w:rsidRPr="006140A8">
        <w:rPr>
          <w:sz w:val="28"/>
          <w:szCs w:val="28"/>
        </w:rPr>
        <w:t>Более глубокий смысл энтропии вскрывается в статистической физике: энтропия связывается с термодинамической вероятностью состояния системы.</w:t>
      </w:r>
    </w:p>
    <w:p w:rsidR="000140FA" w:rsidRPr="006140A8" w:rsidRDefault="000140FA" w:rsidP="006140A8">
      <w:pPr>
        <w:pStyle w:val="a0"/>
        <w:spacing w:line="360" w:lineRule="auto"/>
        <w:ind w:left="0" w:firstLine="284"/>
        <w:rPr>
          <w:sz w:val="28"/>
          <w:szCs w:val="28"/>
        </w:rPr>
      </w:pPr>
      <w:r w:rsidRPr="006140A8">
        <w:rPr>
          <w:sz w:val="28"/>
          <w:szCs w:val="28"/>
        </w:rPr>
        <w:t>Так</w:t>
      </w:r>
      <w:r>
        <w:rPr>
          <w:sz w:val="28"/>
          <w:szCs w:val="28"/>
          <w:lang w:val="uk-UA"/>
        </w:rPr>
        <w:t xml:space="preserve"> </w:t>
      </w:r>
      <w:r w:rsidRPr="006140A8">
        <w:rPr>
          <w:sz w:val="28"/>
          <w:szCs w:val="28"/>
        </w:rPr>
        <w:t>как реальные процессы необратимы, то можно утверждать, что все процессы в замкнутой системе ведут к увеличению ее энтропии —</w:t>
      </w:r>
      <w:r w:rsidRPr="006140A8">
        <w:rPr>
          <w:b/>
          <w:sz w:val="28"/>
          <w:szCs w:val="28"/>
        </w:rPr>
        <w:t xml:space="preserve"> принцип возрастания энтропии. </w:t>
      </w:r>
    </w:p>
    <w:p w:rsidR="000140FA" w:rsidRDefault="000140FA" w:rsidP="006140A8">
      <w:pPr>
        <w:pStyle w:val="a0"/>
        <w:spacing w:line="360" w:lineRule="auto"/>
        <w:ind w:left="0" w:firstLine="720"/>
        <w:rPr>
          <w:sz w:val="28"/>
          <w:szCs w:val="28"/>
          <w:lang w:val="kk-KZ"/>
        </w:rPr>
      </w:pPr>
      <w:r w:rsidRPr="006140A8">
        <w:rPr>
          <w:sz w:val="28"/>
          <w:szCs w:val="28"/>
        </w:rPr>
        <w:t xml:space="preserve">Первое начало термодинамики, выражая закон сохранения и превращения энергии, не позволяет установить направление протекания термодинамических процессов. </w:t>
      </w:r>
    </w:p>
    <w:p w:rsidR="000140FA" w:rsidRPr="006140A8" w:rsidRDefault="000140FA" w:rsidP="006140A8">
      <w:pPr>
        <w:pStyle w:val="a0"/>
        <w:spacing w:line="360" w:lineRule="auto"/>
        <w:ind w:left="0" w:firstLine="0"/>
        <w:rPr>
          <w:sz w:val="28"/>
          <w:szCs w:val="28"/>
        </w:rPr>
      </w:pPr>
      <w:r w:rsidRPr="006140A8">
        <w:rPr>
          <w:sz w:val="28"/>
          <w:szCs w:val="28"/>
        </w:rPr>
        <w:t xml:space="preserve"> Появление второго начала термодинамики связано с необходимостью дать ответ на вопрос, какие процессы в природе возможны, а какие нет. Второе начало термодинамики определяет направление протекания термодинамических процессов.</w:t>
      </w:r>
    </w:p>
    <w:p w:rsidR="000140FA" w:rsidRPr="006140A8" w:rsidRDefault="000140FA" w:rsidP="006140A8">
      <w:pPr>
        <w:pStyle w:val="a0"/>
        <w:spacing w:line="360" w:lineRule="auto"/>
        <w:ind w:left="0" w:firstLine="284"/>
        <w:rPr>
          <w:b/>
          <w:sz w:val="28"/>
          <w:szCs w:val="28"/>
        </w:rPr>
      </w:pPr>
      <w:r w:rsidRPr="006140A8">
        <w:rPr>
          <w:b/>
          <w:sz w:val="28"/>
          <w:szCs w:val="28"/>
          <w:lang w:val="kk-KZ"/>
        </w:rPr>
        <w:t>Рассмотрим п</w:t>
      </w:r>
      <w:r w:rsidRPr="006140A8">
        <w:rPr>
          <w:b/>
          <w:sz w:val="28"/>
          <w:szCs w:val="28"/>
        </w:rPr>
        <w:t>римеры решения задач</w:t>
      </w:r>
      <w:r>
        <w:rPr>
          <w:b/>
          <w:sz w:val="28"/>
          <w:szCs w:val="28"/>
          <w:lang w:val="uk-UA"/>
        </w:rPr>
        <w:t xml:space="preserve"> </w:t>
      </w:r>
      <w:r w:rsidRPr="006140A8">
        <w:rPr>
          <w:sz w:val="28"/>
          <w:szCs w:val="28"/>
        </w:rPr>
        <w:t>[</w:t>
      </w:r>
      <w:r w:rsidRPr="006140A8">
        <w:rPr>
          <w:sz w:val="28"/>
          <w:szCs w:val="28"/>
          <w:lang w:val="kk-KZ"/>
        </w:rPr>
        <w:t>3</w:t>
      </w:r>
      <w:r w:rsidRPr="006140A8">
        <w:rPr>
          <w:sz w:val="28"/>
          <w:szCs w:val="28"/>
        </w:rPr>
        <w:t>].</w:t>
      </w:r>
    </w:p>
    <w:p w:rsidR="000140FA" w:rsidRPr="001C5061" w:rsidRDefault="000140FA" w:rsidP="001C5061">
      <w:pPr>
        <w:spacing w:after="0" w:line="36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  <w:r w:rsidRPr="006140A8">
        <w:rPr>
          <w:rFonts w:ascii="Times New Roman" w:hAnsi="Times New Roman"/>
          <w:b/>
          <w:sz w:val="28"/>
          <w:szCs w:val="28"/>
          <w:lang w:val="kk-KZ"/>
        </w:rPr>
        <w:t>Задача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. </w:t>
      </w:r>
      <w:r w:rsidRPr="006140A8">
        <w:rPr>
          <w:rFonts w:ascii="Times New Roman" w:hAnsi="Times New Roman"/>
          <w:sz w:val="28"/>
          <w:szCs w:val="28"/>
        </w:rPr>
        <w:t xml:space="preserve">Найдите изменение энтропии газа и окружающей среды, если n молей идеального газа расширяются изотермически от давления </w:t>
      </w:r>
      <w:r w:rsidRPr="00F51C7B">
        <w:rPr>
          <w:rFonts w:ascii="Times New Roman" w:hAnsi="Times New Roman"/>
          <w:sz w:val="28"/>
          <w:szCs w:val="28"/>
        </w:rPr>
        <w:fldChar w:fldCharType="begin"/>
      </w:r>
      <w:r w:rsidRPr="00F51C7B">
        <w:rPr>
          <w:rFonts w:ascii="Times New Roman" w:hAnsi="Times New Roman"/>
          <w:sz w:val="28"/>
          <w:szCs w:val="28"/>
        </w:rPr>
        <w:instrText xml:space="preserve"> QUOTE </w:instrText>
      </w:r>
      <w:r w:rsidRPr="00F51C7B">
        <w:pict>
          <v:shape id="_x0000_i1037" type="#_x0000_t75" style="width:15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A0CE4&quot;/&gt;&lt;wsp:rsid wsp:val=&quot;000428C8&quot;/&gt;&lt;wsp:rsid wsp:val=&quot;00055410&quot;/&gt;&lt;wsp:rsid wsp:val=&quot;00067DF9&quot;/&gt;&lt;wsp:rsid wsp:val=&quot;00080C68&quot;/&gt;&lt;wsp:rsid wsp:val=&quot;0008696F&quot;/&gt;&lt;wsp:rsid wsp:val=&quot;00096A51&quot;/&gt;&lt;wsp:rsid wsp:val=&quot;000C5324&quot;/&gt;&lt;wsp:rsid wsp:val=&quot;000C63E9&quot;/&gt;&lt;wsp:rsid wsp:val=&quot;001153F2&quot;/&gt;&lt;wsp:rsid wsp:val=&quot;00173EC6&quot;/&gt;&lt;wsp:rsid wsp:val=&quot;001C5061&quot;/&gt;&lt;wsp:rsid wsp:val=&quot;001E2FE2&quot;/&gt;&lt;wsp:rsid wsp:val=&quot;001F7E48&quot;/&gt;&lt;wsp:rsid wsp:val=&quot;002261A2&quot;/&gt;&lt;wsp:rsid wsp:val=&quot;0023160B&quot;/&gt;&lt;wsp:rsid wsp:val=&quot;002516D9&quot;/&gt;&lt;wsp:rsid wsp:val=&quot;0025209B&quot;/&gt;&lt;wsp:rsid wsp:val=&quot;002E0B44&quot;/&gt;&lt;wsp:rsid wsp:val=&quot;002E38B8&quot;/&gt;&lt;wsp:rsid wsp:val=&quot;002F7387&quot;/&gt;&lt;wsp:rsid wsp:val=&quot;0032007D&quot;/&gt;&lt;wsp:rsid wsp:val=&quot;00350ACA&quot;/&gt;&lt;wsp:rsid wsp:val=&quot;0037464B&quot;/&gt;&lt;wsp:rsid wsp:val=&quot;003B76B8&quot;/&gt;&lt;wsp:rsid wsp:val=&quot;003E196B&quot;/&gt;&lt;wsp:rsid wsp:val=&quot;003E5C4F&quot;/&gt;&lt;wsp:rsid wsp:val=&quot;00463B11&quot;/&gt;&lt;wsp:rsid wsp:val=&quot;004823DB&quot;/&gt;&lt;wsp:rsid wsp:val=&quot;004931BD&quot;/&gt;&lt;wsp:rsid wsp:val=&quot;004B0220&quot;/&gt;&lt;wsp:rsid wsp:val=&quot;004E51A2&quot;/&gt;&lt;wsp:rsid wsp:val=&quot;005568D8&quot;/&gt;&lt;wsp:rsid wsp:val=&quot;00564919&quot;/&gt;&lt;wsp:rsid wsp:val=&quot;005926AD&quot;/&gt;&lt;wsp:rsid wsp:val=&quot;005A0CE4&quot;/&gt;&lt;wsp:rsid wsp:val=&quot;005A40C5&quot;/&gt;&lt;wsp:rsid wsp:val=&quot;005B7CC4&quot;/&gt;&lt;wsp:rsid wsp:val=&quot;005C0391&quot;/&gt;&lt;wsp:rsid wsp:val=&quot;005F0B7B&quot;/&gt;&lt;wsp:rsid wsp:val=&quot;006102CF&quot;/&gt;&lt;wsp:rsid wsp:val=&quot;006140A8&quot;/&gt;&lt;wsp:rsid wsp:val=&quot;00622F59&quot;/&gt;&lt;wsp:rsid wsp:val=&quot;00626687&quot;/&gt;&lt;wsp:rsid wsp:val=&quot;00632700&quot;/&gt;&lt;wsp:rsid wsp:val=&quot;00633CA2&quot;/&gt;&lt;wsp:rsid wsp:val=&quot;00642D67&quot;/&gt;&lt;wsp:rsid wsp:val=&quot;00657CA1&quot;/&gt;&lt;wsp:rsid wsp:val=&quot;00664CFA&quot;/&gt;&lt;wsp:rsid wsp:val=&quot;006A6715&quot;/&gt;&lt;wsp:rsid wsp:val=&quot;006E642D&quot;/&gt;&lt;wsp:rsid wsp:val=&quot;0072121D&quot;/&gt;&lt;wsp:rsid wsp:val=&quot;007351A0&quot;/&gt;&lt;wsp:rsid wsp:val=&quot;0074229D&quot;/&gt;&lt;wsp:rsid wsp:val=&quot;00772B2D&quot;/&gt;&lt;wsp:rsid wsp:val=&quot;007816C1&quot;/&gt;&lt;wsp:rsid wsp:val=&quot;007856B0&quot;/&gt;&lt;wsp:rsid wsp:val=&quot;007B6536&quot;/&gt;&lt;wsp:rsid wsp:val=&quot;007D0C76&quot;/&gt;&lt;wsp:rsid wsp:val=&quot;007D2E00&quot;/&gt;&lt;wsp:rsid wsp:val=&quot;007D7069&quot;/&gt;&lt;wsp:rsid wsp:val=&quot;0086462D&quot;/&gt;&lt;wsp:rsid wsp:val=&quot;008A0BCB&quot;/&gt;&lt;wsp:rsid wsp:val=&quot;008B2F35&quot;/&gt;&lt;wsp:rsid wsp:val=&quot;008F60F2&quot;/&gt;&lt;wsp:rsid wsp:val=&quot;00932A9E&quot;/&gt;&lt;wsp:rsid wsp:val=&quot;0095788D&quot;/&gt;&lt;wsp:rsid wsp:val=&quot;00973275&quot;/&gt;&lt;wsp:rsid wsp:val=&quot;00985736&quot;/&gt;&lt;wsp:rsid wsp:val=&quot;009B2EAC&quot;/&gt;&lt;wsp:rsid wsp:val=&quot;00A1128B&quot;/&gt;&lt;wsp:rsid wsp:val=&quot;00A301E6&quot;/&gt;&lt;wsp:rsid wsp:val=&quot;00A47E90&quot;/&gt;&lt;wsp:rsid wsp:val=&quot;00A8372C&quot;/&gt;&lt;wsp:rsid wsp:val=&quot;00A91802&quot;/&gt;&lt;wsp:rsid wsp:val=&quot;00B62DF2&quot;/&gt;&lt;wsp:rsid wsp:val=&quot;00B9523D&quot;/&gt;&lt;wsp:rsid wsp:val=&quot;00BA6250&quot;/&gt;&lt;wsp:rsid wsp:val=&quot;00BC1709&quot;/&gt;&lt;wsp:rsid wsp:val=&quot;00BC5B73&quot;/&gt;&lt;wsp:rsid wsp:val=&quot;00C17F14&quot;/&gt;&lt;wsp:rsid wsp:val=&quot;00C40895&quot;/&gt;&lt;wsp:rsid wsp:val=&quot;00CC1F34&quot;/&gt;&lt;wsp:rsid wsp:val=&quot;00CC7FD0&quot;/&gt;&lt;wsp:rsid wsp:val=&quot;00CD04B6&quot;/&gt;&lt;wsp:rsid wsp:val=&quot;00CE155E&quot;/&gt;&lt;wsp:rsid wsp:val=&quot;00D11B94&quot;/&gt;&lt;wsp:rsid wsp:val=&quot;00D36ED3&quot;/&gt;&lt;wsp:rsid wsp:val=&quot;00DA7CE1&quot;/&gt;&lt;wsp:rsid wsp:val=&quot;00DB6183&quot;/&gt;&lt;wsp:rsid wsp:val=&quot;00DC52C9&quot;/&gt;&lt;wsp:rsid wsp:val=&quot;00DC560B&quot;/&gt;&lt;wsp:rsid wsp:val=&quot;00E03339&quot;/&gt;&lt;wsp:rsid wsp:val=&quot;00E35CA9&quot;/&gt;&lt;wsp:rsid wsp:val=&quot;00E36D1B&quot;/&gt;&lt;wsp:rsid wsp:val=&quot;00E377BC&quot;/&gt;&lt;wsp:rsid wsp:val=&quot;00E45F18&quot;/&gt;&lt;wsp:rsid wsp:val=&quot;00E62A5E&quot;/&gt;&lt;wsp:rsid wsp:val=&quot;00E650F0&quot;/&gt;&lt;wsp:rsid wsp:val=&quot;00E65759&quot;/&gt;&lt;wsp:rsid wsp:val=&quot;00E70ED7&quot;/&gt;&lt;wsp:rsid wsp:val=&quot;00E82F86&quot;/&gt;&lt;wsp:rsid wsp:val=&quot;00E91A35&quot;/&gt;&lt;wsp:rsid wsp:val=&quot;00EC6E90&quot;/&gt;&lt;wsp:rsid wsp:val=&quot;00ED5286&quot;/&gt;&lt;wsp:rsid wsp:val=&quot;00F126DA&quot;/&gt;&lt;wsp:rsid wsp:val=&quot;00F22FEB&quot;/&gt;&lt;wsp:rsid wsp:val=&quot;00F547EC&quot;/&gt;&lt;wsp:rsid wsp:val=&quot;00F70BEF&quot;/&gt;&lt;wsp:rsid wsp:val=&quot;00F8293C&quot;/&gt;&lt;wsp:rsid wsp:val=&quot;00FC2A7B&quot;/&gt;&lt;wsp:rsid wsp:val=&quot;00FC4D2C&quot;/&gt;&lt;wsp:rsid wsp:val=&quot;00FF6C2A&quot;/&gt;&lt;/wsp:rsids&gt;&lt;/w:docPr&gt;&lt;w:body&gt;&lt;w:p wsp:rsidR=&quot;00000000&quot; wsp:rsidRDefault=&quot;00E650F0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p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  <w:r w:rsidRPr="00F51C7B">
        <w:rPr>
          <w:rFonts w:ascii="Times New Roman" w:hAnsi="Times New Roman"/>
          <w:sz w:val="28"/>
          <w:szCs w:val="28"/>
        </w:rPr>
        <w:instrText xml:space="preserve"> </w:instrText>
      </w:r>
      <w:r w:rsidRPr="00F51C7B">
        <w:rPr>
          <w:rFonts w:ascii="Times New Roman" w:hAnsi="Times New Roman"/>
          <w:sz w:val="28"/>
          <w:szCs w:val="28"/>
        </w:rPr>
        <w:fldChar w:fldCharType="separate"/>
      </w:r>
      <w:r w:rsidRPr="00F51C7B">
        <w:pict>
          <v:shape id="_x0000_i1038" type="#_x0000_t75" style="width:15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A0CE4&quot;/&gt;&lt;wsp:rsid wsp:val=&quot;000428C8&quot;/&gt;&lt;wsp:rsid wsp:val=&quot;00055410&quot;/&gt;&lt;wsp:rsid wsp:val=&quot;00067DF9&quot;/&gt;&lt;wsp:rsid wsp:val=&quot;00080C68&quot;/&gt;&lt;wsp:rsid wsp:val=&quot;0008696F&quot;/&gt;&lt;wsp:rsid wsp:val=&quot;00096A51&quot;/&gt;&lt;wsp:rsid wsp:val=&quot;000C5324&quot;/&gt;&lt;wsp:rsid wsp:val=&quot;000C63E9&quot;/&gt;&lt;wsp:rsid wsp:val=&quot;001153F2&quot;/&gt;&lt;wsp:rsid wsp:val=&quot;00173EC6&quot;/&gt;&lt;wsp:rsid wsp:val=&quot;001C5061&quot;/&gt;&lt;wsp:rsid wsp:val=&quot;001E2FE2&quot;/&gt;&lt;wsp:rsid wsp:val=&quot;001F7E48&quot;/&gt;&lt;wsp:rsid wsp:val=&quot;002261A2&quot;/&gt;&lt;wsp:rsid wsp:val=&quot;0023160B&quot;/&gt;&lt;wsp:rsid wsp:val=&quot;002516D9&quot;/&gt;&lt;wsp:rsid wsp:val=&quot;0025209B&quot;/&gt;&lt;wsp:rsid wsp:val=&quot;002E0B44&quot;/&gt;&lt;wsp:rsid wsp:val=&quot;002E38B8&quot;/&gt;&lt;wsp:rsid wsp:val=&quot;002F7387&quot;/&gt;&lt;wsp:rsid wsp:val=&quot;0032007D&quot;/&gt;&lt;wsp:rsid wsp:val=&quot;00350ACA&quot;/&gt;&lt;wsp:rsid wsp:val=&quot;0037464B&quot;/&gt;&lt;wsp:rsid wsp:val=&quot;003B76B8&quot;/&gt;&lt;wsp:rsid wsp:val=&quot;003E196B&quot;/&gt;&lt;wsp:rsid wsp:val=&quot;003E5C4F&quot;/&gt;&lt;wsp:rsid wsp:val=&quot;00463B11&quot;/&gt;&lt;wsp:rsid wsp:val=&quot;004823DB&quot;/&gt;&lt;wsp:rsid wsp:val=&quot;004931BD&quot;/&gt;&lt;wsp:rsid wsp:val=&quot;004B0220&quot;/&gt;&lt;wsp:rsid wsp:val=&quot;004E51A2&quot;/&gt;&lt;wsp:rsid wsp:val=&quot;005568D8&quot;/&gt;&lt;wsp:rsid wsp:val=&quot;00564919&quot;/&gt;&lt;wsp:rsid wsp:val=&quot;005926AD&quot;/&gt;&lt;wsp:rsid wsp:val=&quot;005A0CE4&quot;/&gt;&lt;wsp:rsid wsp:val=&quot;005A40C5&quot;/&gt;&lt;wsp:rsid wsp:val=&quot;005B7CC4&quot;/&gt;&lt;wsp:rsid wsp:val=&quot;005C0391&quot;/&gt;&lt;wsp:rsid wsp:val=&quot;005F0B7B&quot;/&gt;&lt;wsp:rsid wsp:val=&quot;006102CF&quot;/&gt;&lt;wsp:rsid wsp:val=&quot;006140A8&quot;/&gt;&lt;wsp:rsid wsp:val=&quot;00622F59&quot;/&gt;&lt;wsp:rsid wsp:val=&quot;00626687&quot;/&gt;&lt;wsp:rsid wsp:val=&quot;00632700&quot;/&gt;&lt;wsp:rsid wsp:val=&quot;00633CA2&quot;/&gt;&lt;wsp:rsid wsp:val=&quot;00642D67&quot;/&gt;&lt;wsp:rsid wsp:val=&quot;00657CA1&quot;/&gt;&lt;wsp:rsid wsp:val=&quot;00664CFA&quot;/&gt;&lt;wsp:rsid wsp:val=&quot;006A6715&quot;/&gt;&lt;wsp:rsid wsp:val=&quot;006E642D&quot;/&gt;&lt;wsp:rsid wsp:val=&quot;0072121D&quot;/&gt;&lt;wsp:rsid wsp:val=&quot;007351A0&quot;/&gt;&lt;wsp:rsid wsp:val=&quot;0074229D&quot;/&gt;&lt;wsp:rsid wsp:val=&quot;00772B2D&quot;/&gt;&lt;wsp:rsid wsp:val=&quot;007816C1&quot;/&gt;&lt;wsp:rsid wsp:val=&quot;007856B0&quot;/&gt;&lt;wsp:rsid wsp:val=&quot;007B6536&quot;/&gt;&lt;wsp:rsid wsp:val=&quot;007D0C76&quot;/&gt;&lt;wsp:rsid wsp:val=&quot;007D2E00&quot;/&gt;&lt;wsp:rsid wsp:val=&quot;007D7069&quot;/&gt;&lt;wsp:rsid wsp:val=&quot;0086462D&quot;/&gt;&lt;wsp:rsid wsp:val=&quot;008A0BCB&quot;/&gt;&lt;wsp:rsid wsp:val=&quot;008B2F35&quot;/&gt;&lt;wsp:rsid wsp:val=&quot;008F60F2&quot;/&gt;&lt;wsp:rsid wsp:val=&quot;00932A9E&quot;/&gt;&lt;wsp:rsid wsp:val=&quot;0095788D&quot;/&gt;&lt;wsp:rsid wsp:val=&quot;00973275&quot;/&gt;&lt;wsp:rsid wsp:val=&quot;00985736&quot;/&gt;&lt;wsp:rsid wsp:val=&quot;009B2EAC&quot;/&gt;&lt;wsp:rsid wsp:val=&quot;00A1128B&quot;/&gt;&lt;wsp:rsid wsp:val=&quot;00A301E6&quot;/&gt;&lt;wsp:rsid wsp:val=&quot;00A47E90&quot;/&gt;&lt;wsp:rsid wsp:val=&quot;00A8372C&quot;/&gt;&lt;wsp:rsid wsp:val=&quot;00A91802&quot;/&gt;&lt;wsp:rsid wsp:val=&quot;00B62DF2&quot;/&gt;&lt;wsp:rsid wsp:val=&quot;00B9523D&quot;/&gt;&lt;wsp:rsid wsp:val=&quot;00BA6250&quot;/&gt;&lt;wsp:rsid wsp:val=&quot;00BC1709&quot;/&gt;&lt;wsp:rsid wsp:val=&quot;00BC5B73&quot;/&gt;&lt;wsp:rsid wsp:val=&quot;00C17F14&quot;/&gt;&lt;wsp:rsid wsp:val=&quot;00C40895&quot;/&gt;&lt;wsp:rsid wsp:val=&quot;00CC1F34&quot;/&gt;&lt;wsp:rsid wsp:val=&quot;00CC7FD0&quot;/&gt;&lt;wsp:rsid wsp:val=&quot;00CD04B6&quot;/&gt;&lt;wsp:rsid wsp:val=&quot;00CE155E&quot;/&gt;&lt;wsp:rsid wsp:val=&quot;00D11B94&quot;/&gt;&lt;wsp:rsid wsp:val=&quot;00D36ED3&quot;/&gt;&lt;wsp:rsid wsp:val=&quot;00DA7CE1&quot;/&gt;&lt;wsp:rsid wsp:val=&quot;00DB6183&quot;/&gt;&lt;wsp:rsid wsp:val=&quot;00DC52C9&quot;/&gt;&lt;wsp:rsid wsp:val=&quot;00DC560B&quot;/&gt;&lt;wsp:rsid wsp:val=&quot;00E03339&quot;/&gt;&lt;wsp:rsid wsp:val=&quot;00E35CA9&quot;/&gt;&lt;wsp:rsid wsp:val=&quot;00E36D1B&quot;/&gt;&lt;wsp:rsid wsp:val=&quot;00E377BC&quot;/&gt;&lt;wsp:rsid wsp:val=&quot;00E45F18&quot;/&gt;&lt;wsp:rsid wsp:val=&quot;00E62A5E&quot;/&gt;&lt;wsp:rsid wsp:val=&quot;00E650F0&quot;/&gt;&lt;wsp:rsid wsp:val=&quot;00E65759&quot;/&gt;&lt;wsp:rsid wsp:val=&quot;00E70ED7&quot;/&gt;&lt;wsp:rsid wsp:val=&quot;00E82F86&quot;/&gt;&lt;wsp:rsid wsp:val=&quot;00E91A35&quot;/&gt;&lt;wsp:rsid wsp:val=&quot;00EC6E90&quot;/&gt;&lt;wsp:rsid wsp:val=&quot;00ED5286&quot;/&gt;&lt;wsp:rsid wsp:val=&quot;00F126DA&quot;/&gt;&lt;wsp:rsid wsp:val=&quot;00F22FEB&quot;/&gt;&lt;wsp:rsid wsp:val=&quot;00F547EC&quot;/&gt;&lt;wsp:rsid wsp:val=&quot;00F70BEF&quot;/&gt;&lt;wsp:rsid wsp:val=&quot;00F8293C&quot;/&gt;&lt;wsp:rsid wsp:val=&quot;00FC2A7B&quot;/&gt;&lt;wsp:rsid wsp:val=&quot;00FC4D2C&quot;/&gt;&lt;wsp:rsid wsp:val=&quot;00FF6C2A&quot;/&gt;&lt;/wsp:rsids&gt;&lt;/w:docPr&gt;&lt;w:body&gt;&lt;w:p wsp:rsidR=&quot;00000000&quot; wsp:rsidRDefault=&quot;00E650F0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p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  <w:r w:rsidRPr="00F51C7B">
        <w:rPr>
          <w:rFonts w:ascii="Times New Roman" w:hAnsi="Times New Roman"/>
          <w:sz w:val="28"/>
          <w:szCs w:val="28"/>
        </w:rPr>
        <w:fldChar w:fldCharType="end"/>
      </w:r>
      <w:r w:rsidRPr="006140A8">
        <w:rPr>
          <w:rFonts w:ascii="Times New Roman" w:hAnsi="Times New Roman"/>
          <w:sz w:val="28"/>
          <w:szCs w:val="28"/>
        </w:rPr>
        <w:t xml:space="preserve"> до давления </w:t>
      </w:r>
      <w:r w:rsidRPr="00F51C7B">
        <w:rPr>
          <w:rFonts w:ascii="Times New Roman" w:hAnsi="Times New Roman"/>
          <w:sz w:val="28"/>
          <w:szCs w:val="28"/>
          <w:lang w:val="kk-KZ"/>
        </w:rPr>
        <w:fldChar w:fldCharType="begin"/>
      </w:r>
      <w:r w:rsidRPr="00F51C7B">
        <w:rPr>
          <w:rFonts w:ascii="Times New Roman" w:hAnsi="Times New Roman"/>
          <w:sz w:val="28"/>
          <w:szCs w:val="28"/>
          <w:lang w:val="kk-KZ"/>
        </w:rPr>
        <w:instrText xml:space="preserve"> QUOTE </w:instrText>
      </w:r>
      <w:r w:rsidRPr="00F51C7B">
        <w:pict>
          <v:shape id="_x0000_i1039" type="#_x0000_t75" style="width:15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A0CE4&quot;/&gt;&lt;wsp:rsid wsp:val=&quot;000428C8&quot;/&gt;&lt;wsp:rsid wsp:val=&quot;00055410&quot;/&gt;&lt;wsp:rsid wsp:val=&quot;00067DF9&quot;/&gt;&lt;wsp:rsid wsp:val=&quot;00080C68&quot;/&gt;&lt;wsp:rsid wsp:val=&quot;0008696F&quot;/&gt;&lt;wsp:rsid wsp:val=&quot;00096A51&quot;/&gt;&lt;wsp:rsid wsp:val=&quot;000C5324&quot;/&gt;&lt;wsp:rsid wsp:val=&quot;000C63E9&quot;/&gt;&lt;wsp:rsid wsp:val=&quot;001153F2&quot;/&gt;&lt;wsp:rsid wsp:val=&quot;00173EC6&quot;/&gt;&lt;wsp:rsid wsp:val=&quot;001C5061&quot;/&gt;&lt;wsp:rsid wsp:val=&quot;001E2FE2&quot;/&gt;&lt;wsp:rsid wsp:val=&quot;001F7E48&quot;/&gt;&lt;wsp:rsid wsp:val=&quot;002261A2&quot;/&gt;&lt;wsp:rsid wsp:val=&quot;0023160B&quot;/&gt;&lt;wsp:rsid wsp:val=&quot;002516D9&quot;/&gt;&lt;wsp:rsid wsp:val=&quot;0025209B&quot;/&gt;&lt;wsp:rsid wsp:val=&quot;002E0B44&quot;/&gt;&lt;wsp:rsid wsp:val=&quot;002E38B8&quot;/&gt;&lt;wsp:rsid wsp:val=&quot;002F7387&quot;/&gt;&lt;wsp:rsid wsp:val=&quot;0032007D&quot;/&gt;&lt;wsp:rsid wsp:val=&quot;00331A55&quot;/&gt;&lt;wsp:rsid wsp:val=&quot;00350ACA&quot;/&gt;&lt;wsp:rsid wsp:val=&quot;0037464B&quot;/&gt;&lt;wsp:rsid wsp:val=&quot;003B76B8&quot;/&gt;&lt;wsp:rsid wsp:val=&quot;003E196B&quot;/&gt;&lt;wsp:rsid wsp:val=&quot;003E5C4F&quot;/&gt;&lt;wsp:rsid wsp:val=&quot;00463B11&quot;/&gt;&lt;wsp:rsid wsp:val=&quot;004823DB&quot;/&gt;&lt;wsp:rsid wsp:val=&quot;004931BD&quot;/&gt;&lt;wsp:rsid wsp:val=&quot;004B0220&quot;/&gt;&lt;wsp:rsid wsp:val=&quot;004E51A2&quot;/&gt;&lt;wsp:rsid wsp:val=&quot;005568D8&quot;/&gt;&lt;wsp:rsid wsp:val=&quot;00564919&quot;/&gt;&lt;wsp:rsid wsp:val=&quot;005926AD&quot;/&gt;&lt;wsp:rsid wsp:val=&quot;005A0CE4&quot;/&gt;&lt;wsp:rsid wsp:val=&quot;005A40C5&quot;/&gt;&lt;wsp:rsid wsp:val=&quot;005B7CC4&quot;/&gt;&lt;wsp:rsid wsp:val=&quot;005C0391&quot;/&gt;&lt;wsp:rsid wsp:val=&quot;005F0B7B&quot;/&gt;&lt;wsp:rsid wsp:val=&quot;006102CF&quot;/&gt;&lt;wsp:rsid wsp:val=&quot;006140A8&quot;/&gt;&lt;wsp:rsid wsp:val=&quot;00622F59&quot;/&gt;&lt;wsp:rsid wsp:val=&quot;00626687&quot;/&gt;&lt;wsp:rsid wsp:val=&quot;00632700&quot;/&gt;&lt;wsp:rsid wsp:val=&quot;00633CA2&quot;/&gt;&lt;wsp:rsid wsp:val=&quot;00642D67&quot;/&gt;&lt;wsp:rsid wsp:val=&quot;00657CA1&quot;/&gt;&lt;wsp:rsid wsp:val=&quot;00664CFA&quot;/&gt;&lt;wsp:rsid wsp:val=&quot;006A6715&quot;/&gt;&lt;wsp:rsid wsp:val=&quot;006E642D&quot;/&gt;&lt;wsp:rsid wsp:val=&quot;0072121D&quot;/&gt;&lt;wsp:rsid wsp:val=&quot;007351A0&quot;/&gt;&lt;wsp:rsid wsp:val=&quot;0074229D&quot;/&gt;&lt;wsp:rsid wsp:val=&quot;00772B2D&quot;/&gt;&lt;wsp:rsid wsp:val=&quot;007816C1&quot;/&gt;&lt;wsp:rsid wsp:val=&quot;007856B0&quot;/&gt;&lt;wsp:rsid wsp:val=&quot;007B6536&quot;/&gt;&lt;wsp:rsid wsp:val=&quot;007D0C76&quot;/&gt;&lt;wsp:rsid wsp:val=&quot;007D2E00&quot;/&gt;&lt;wsp:rsid wsp:val=&quot;007D7069&quot;/&gt;&lt;wsp:rsid wsp:val=&quot;0086462D&quot;/&gt;&lt;wsp:rsid wsp:val=&quot;008A0BCB&quot;/&gt;&lt;wsp:rsid wsp:val=&quot;008B2F35&quot;/&gt;&lt;wsp:rsid wsp:val=&quot;008F60F2&quot;/&gt;&lt;wsp:rsid wsp:val=&quot;00932A9E&quot;/&gt;&lt;wsp:rsid wsp:val=&quot;0095788D&quot;/&gt;&lt;wsp:rsid wsp:val=&quot;00973275&quot;/&gt;&lt;wsp:rsid wsp:val=&quot;00985736&quot;/&gt;&lt;wsp:rsid wsp:val=&quot;009B2EAC&quot;/&gt;&lt;wsp:rsid wsp:val=&quot;00A1128B&quot;/&gt;&lt;wsp:rsid wsp:val=&quot;00A301E6&quot;/&gt;&lt;wsp:rsid wsp:val=&quot;00A47E90&quot;/&gt;&lt;wsp:rsid wsp:val=&quot;00A8372C&quot;/&gt;&lt;wsp:rsid wsp:val=&quot;00A91802&quot;/&gt;&lt;wsp:rsid wsp:val=&quot;00B62DF2&quot;/&gt;&lt;wsp:rsid wsp:val=&quot;00B9523D&quot;/&gt;&lt;wsp:rsid wsp:val=&quot;00BA6250&quot;/&gt;&lt;wsp:rsid wsp:val=&quot;00BC1709&quot;/&gt;&lt;wsp:rsid wsp:val=&quot;00BC5B73&quot;/&gt;&lt;wsp:rsid wsp:val=&quot;00C17F14&quot;/&gt;&lt;wsp:rsid wsp:val=&quot;00C40895&quot;/&gt;&lt;wsp:rsid wsp:val=&quot;00CC1F34&quot;/&gt;&lt;wsp:rsid wsp:val=&quot;00CC7FD0&quot;/&gt;&lt;wsp:rsid wsp:val=&quot;00CD04B6&quot;/&gt;&lt;wsp:rsid wsp:val=&quot;00CE155E&quot;/&gt;&lt;wsp:rsid wsp:val=&quot;00D11B94&quot;/&gt;&lt;wsp:rsid wsp:val=&quot;00D36ED3&quot;/&gt;&lt;wsp:rsid wsp:val=&quot;00DA7CE1&quot;/&gt;&lt;wsp:rsid wsp:val=&quot;00DB6183&quot;/&gt;&lt;wsp:rsid wsp:val=&quot;00DC52C9&quot;/&gt;&lt;wsp:rsid wsp:val=&quot;00DC560B&quot;/&gt;&lt;wsp:rsid wsp:val=&quot;00E03339&quot;/&gt;&lt;wsp:rsid wsp:val=&quot;00E35CA9&quot;/&gt;&lt;wsp:rsid wsp:val=&quot;00E36D1B&quot;/&gt;&lt;wsp:rsid wsp:val=&quot;00E377BC&quot;/&gt;&lt;wsp:rsid wsp:val=&quot;00E45F18&quot;/&gt;&lt;wsp:rsid wsp:val=&quot;00E62A5E&quot;/&gt;&lt;wsp:rsid wsp:val=&quot;00E65759&quot;/&gt;&lt;wsp:rsid wsp:val=&quot;00E70ED7&quot;/&gt;&lt;wsp:rsid wsp:val=&quot;00E82F86&quot;/&gt;&lt;wsp:rsid wsp:val=&quot;00E91A35&quot;/&gt;&lt;wsp:rsid wsp:val=&quot;00EC6E90&quot;/&gt;&lt;wsp:rsid wsp:val=&quot;00ED5286&quot;/&gt;&lt;wsp:rsid wsp:val=&quot;00F126DA&quot;/&gt;&lt;wsp:rsid wsp:val=&quot;00F22FEB&quot;/&gt;&lt;wsp:rsid wsp:val=&quot;00F51C7B&quot;/&gt;&lt;wsp:rsid wsp:val=&quot;00F547EC&quot;/&gt;&lt;wsp:rsid wsp:val=&quot;00F70BEF&quot;/&gt;&lt;wsp:rsid wsp:val=&quot;00F8293C&quot;/&gt;&lt;wsp:rsid wsp:val=&quot;00FC2A7B&quot;/&gt;&lt;wsp:rsid wsp:val=&quot;00FC4D2C&quot;/&gt;&lt;wsp:rsid wsp:val=&quot;00FF6C2A&quot;/&gt;&lt;/wsp:rsids&gt;&lt;/w:docPr&gt;&lt;w:body&gt;&lt;w:p wsp:rsidR=&quot;00000000&quot; wsp:rsidRDefault=&quot;00331A55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p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  <w:r w:rsidRPr="00F51C7B">
        <w:rPr>
          <w:rFonts w:ascii="Times New Roman" w:hAnsi="Times New Roman"/>
          <w:sz w:val="28"/>
          <w:szCs w:val="28"/>
          <w:lang w:val="kk-KZ"/>
        </w:rPr>
        <w:instrText xml:space="preserve"> </w:instrText>
      </w:r>
      <w:r w:rsidRPr="00F51C7B">
        <w:rPr>
          <w:rFonts w:ascii="Times New Roman" w:hAnsi="Times New Roman"/>
          <w:sz w:val="28"/>
          <w:szCs w:val="28"/>
          <w:lang w:val="kk-KZ"/>
        </w:rPr>
        <w:fldChar w:fldCharType="separate"/>
      </w:r>
      <w:r w:rsidRPr="00F51C7B">
        <w:pict>
          <v:shape id="_x0000_i1040" type="#_x0000_t75" style="width:15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A0CE4&quot;/&gt;&lt;wsp:rsid wsp:val=&quot;000428C8&quot;/&gt;&lt;wsp:rsid wsp:val=&quot;00055410&quot;/&gt;&lt;wsp:rsid wsp:val=&quot;00067DF9&quot;/&gt;&lt;wsp:rsid wsp:val=&quot;00080C68&quot;/&gt;&lt;wsp:rsid wsp:val=&quot;0008696F&quot;/&gt;&lt;wsp:rsid wsp:val=&quot;00096A51&quot;/&gt;&lt;wsp:rsid wsp:val=&quot;000C5324&quot;/&gt;&lt;wsp:rsid wsp:val=&quot;000C63E9&quot;/&gt;&lt;wsp:rsid wsp:val=&quot;001153F2&quot;/&gt;&lt;wsp:rsid wsp:val=&quot;00173EC6&quot;/&gt;&lt;wsp:rsid wsp:val=&quot;001C5061&quot;/&gt;&lt;wsp:rsid wsp:val=&quot;001E2FE2&quot;/&gt;&lt;wsp:rsid wsp:val=&quot;001F7E48&quot;/&gt;&lt;wsp:rsid wsp:val=&quot;002261A2&quot;/&gt;&lt;wsp:rsid wsp:val=&quot;0023160B&quot;/&gt;&lt;wsp:rsid wsp:val=&quot;002516D9&quot;/&gt;&lt;wsp:rsid wsp:val=&quot;0025209B&quot;/&gt;&lt;wsp:rsid wsp:val=&quot;002E0B44&quot;/&gt;&lt;wsp:rsid wsp:val=&quot;002E38B8&quot;/&gt;&lt;wsp:rsid wsp:val=&quot;002F7387&quot;/&gt;&lt;wsp:rsid wsp:val=&quot;0032007D&quot;/&gt;&lt;wsp:rsid wsp:val=&quot;00331A55&quot;/&gt;&lt;wsp:rsid wsp:val=&quot;00350ACA&quot;/&gt;&lt;wsp:rsid wsp:val=&quot;0037464B&quot;/&gt;&lt;wsp:rsid wsp:val=&quot;003B76B8&quot;/&gt;&lt;wsp:rsid wsp:val=&quot;003E196B&quot;/&gt;&lt;wsp:rsid wsp:val=&quot;003E5C4F&quot;/&gt;&lt;wsp:rsid wsp:val=&quot;00463B11&quot;/&gt;&lt;wsp:rsid wsp:val=&quot;004823DB&quot;/&gt;&lt;wsp:rsid wsp:val=&quot;004931BD&quot;/&gt;&lt;wsp:rsid wsp:val=&quot;004B0220&quot;/&gt;&lt;wsp:rsid wsp:val=&quot;004E51A2&quot;/&gt;&lt;wsp:rsid wsp:val=&quot;005568D8&quot;/&gt;&lt;wsp:rsid wsp:val=&quot;00564919&quot;/&gt;&lt;wsp:rsid wsp:val=&quot;005926AD&quot;/&gt;&lt;wsp:rsid wsp:val=&quot;005A0CE4&quot;/&gt;&lt;wsp:rsid wsp:val=&quot;005A40C5&quot;/&gt;&lt;wsp:rsid wsp:val=&quot;005B7CC4&quot;/&gt;&lt;wsp:rsid wsp:val=&quot;005C0391&quot;/&gt;&lt;wsp:rsid wsp:val=&quot;005F0B7B&quot;/&gt;&lt;wsp:rsid wsp:val=&quot;006102CF&quot;/&gt;&lt;wsp:rsid wsp:val=&quot;006140A8&quot;/&gt;&lt;wsp:rsid wsp:val=&quot;00622F59&quot;/&gt;&lt;wsp:rsid wsp:val=&quot;00626687&quot;/&gt;&lt;wsp:rsid wsp:val=&quot;00632700&quot;/&gt;&lt;wsp:rsid wsp:val=&quot;00633CA2&quot;/&gt;&lt;wsp:rsid wsp:val=&quot;00642D67&quot;/&gt;&lt;wsp:rsid wsp:val=&quot;00657CA1&quot;/&gt;&lt;wsp:rsid wsp:val=&quot;00664CFA&quot;/&gt;&lt;wsp:rsid wsp:val=&quot;006A6715&quot;/&gt;&lt;wsp:rsid wsp:val=&quot;006E642D&quot;/&gt;&lt;wsp:rsid wsp:val=&quot;0072121D&quot;/&gt;&lt;wsp:rsid wsp:val=&quot;007351A0&quot;/&gt;&lt;wsp:rsid wsp:val=&quot;0074229D&quot;/&gt;&lt;wsp:rsid wsp:val=&quot;00772B2D&quot;/&gt;&lt;wsp:rsid wsp:val=&quot;007816C1&quot;/&gt;&lt;wsp:rsid wsp:val=&quot;007856B0&quot;/&gt;&lt;wsp:rsid wsp:val=&quot;007B6536&quot;/&gt;&lt;wsp:rsid wsp:val=&quot;007D0C76&quot;/&gt;&lt;wsp:rsid wsp:val=&quot;007D2E00&quot;/&gt;&lt;wsp:rsid wsp:val=&quot;007D7069&quot;/&gt;&lt;wsp:rsid wsp:val=&quot;0086462D&quot;/&gt;&lt;wsp:rsid wsp:val=&quot;008A0BCB&quot;/&gt;&lt;wsp:rsid wsp:val=&quot;008B2F35&quot;/&gt;&lt;wsp:rsid wsp:val=&quot;008F60F2&quot;/&gt;&lt;wsp:rsid wsp:val=&quot;00932A9E&quot;/&gt;&lt;wsp:rsid wsp:val=&quot;0095788D&quot;/&gt;&lt;wsp:rsid wsp:val=&quot;00973275&quot;/&gt;&lt;wsp:rsid wsp:val=&quot;00985736&quot;/&gt;&lt;wsp:rsid wsp:val=&quot;009B2EAC&quot;/&gt;&lt;wsp:rsid wsp:val=&quot;00A1128B&quot;/&gt;&lt;wsp:rsid wsp:val=&quot;00A301E6&quot;/&gt;&lt;wsp:rsid wsp:val=&quot;00A47E90&quot;/&gt;&lt;wsp:rsid wsp:val=&quot;00A8372C&quot;/&gt;&lt;wsp:rsid wsp:val=&quot;00A91802&quot;/&gt;&lt;wsp:rsid wsp:val=&quot;00B62DF2&quot;/&gt;&lt;wsp:rsid wsp:val=&quot;00B9523D&quot;/&gt;&lt;wsp:rsid wsp:val=&quot;00BA6250&quot;/&gt;&lt;wsp:rsid wsp:val=&quot;00BC1709&quot;/&gt;&lt;wsp:rsid wsp:val=&quot;00BC5B73&quot;/&gt;&lt;wsp:rsid wsp:val=&quot;00C17F14&quot;/&gt;&lt;wsp:rsid wsp:val=&quot;00C40895&quot;/&gt;&lt;wsp:rsid wsp:val=&quot;00CC1F34&quot;/&gt;&lt;wsp:rsid wsp:val=&quot;00CC7FD0&quot;/&gt;&lt;wsp:rsid wsp:val=&quot;00CD04B6&quot;/&gt;&lt;wsp:rsid wsp:val=&quot;00CE155E&quot;/&gt;&lt;wsp:rsid wsp:val=&quot;00D11B94&quot;/&gt;&lt;wsp:rsid wsp:val=&quot;00D36ED3&quot;/&gt;&lt;wsp:rsid wsp:val=&quot;00DA7CE1&quot;/&gt;&lt;wsp:rsid wsp:val=&quot;00DB6183&quot;/&gt;&lt;wsp:rsid wsp:val=&quot;00DC52C9&quot;/&gt;&lt;wsp:rsid wsp:val=&quot;00DC560B&quot;/&gt;&lt;wsp:rsid wsp:val=&quot;00E03339&quot;/&gt;&lt;wsp:rsid wsp:val=&quot;00E35CA9&quot;/&gt;&lt;wsp:rsid wsp:val=&quot;00E36D1B&quot;/&gt;&lt;wsp:rsid wsp:val=&quot;00E377BC&quot;/&gt;&lt;wsp:rsid wsp:val=&quot;00E45F18&quot;/&gt;&lt;wsp:rsid wsp:val=&quot;00E62A5E&quot;/&gt;&lt;wsp:rsid wsp:val=&quot;00E65759&quot;/&gt;&lt;wsp:rsid wsp:val=&quot;00E70ED7&quot;/&gt;&lt;wsp:rsid wsp:val=&quot;00E82F86&quot;/&gt;&lt;wsp:rsid wsp:val=&quot;00E91A35&quot;/&gt;&lt;wsp:rsid wsp:val=&quot;00EC6E90&quot;/&gt;&lt;wsp:rsid wsp:val=&quot;00ED5286&quot;/&gt;&lt;wsp:rsid wsp:val=&quot;00F126DA&quot;/&gt;&lt;wsp:rsid wsp:val=&quot;00F22FEB&quot;/&gt;&lt;wsp:rsid wsp:val=&quot;00F51C7B&quot;/&gt;&lt;wsp:rsid wsp:val=&quot;00F547EC&quot;/&gt;&lt;wsp:rsid wsp:val=&quot;00F70BEF&quot;/&gt;&lt;wsp:rsid wsp:val=&quot;00F8293C&quot;/&gt;&lt;wsp:rsid wsp:val=&quot;00FC2A7B&quot;/&gt;&lt;wsp:rsid wsp:val=&quot;00FC4D2C&quot;/&gt;&lt;wsp:rsid wsp:val=&quot;00FF6C2A&quot;/&gt;&lt;/wsp:rsids&gt;&lt;/w:docPr&gt;&lt;w:body&gt;&lt;w:p wsp:rsidR=&quot;00000000&quot; wsp:rsidRDefault=&quot;00331A55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p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  <w:r w:rsidRPr="00F51C7B">
        <w:rPr>
          <w:rFonts w:ascii="Times New Roman" w:hAnsi="Times New Roman"/>
          <w:sz w:val="28"/>
          <w:szCs w:val="28"/>
          <w:lang w:val="kk-KZ"/>
        </w:rPr>
        <w:fldChar w:fldCharType="end"/>
      </w:r>
      <w:r w:rsidRPr="006140A8">
        <w:rPr>
          <w:rFonts w:ascii="Times New Roman" w:hAnsi="Times New Roman"/>
          <w:sz w:val="28"/>
          <w:szCs w:val="28"/>
          <w:lang w:val="kk-KZ"/>
        </w:rPr>
        <w:t xml:space="preserve">найдти: </w:t>
      </w:r>
      <w:r w:rsidRPr="006140A8">
        <w:rPr>
          <w:rFonts w:ascii="Times New Roman" w:hAnsi="Times New Roman"/>
          <w:sz w:val="28"/>
          <w:szCs w:val="28"/>
        </w:rPr>
        <w:t xml:space="preserve">   а) обратимо; б) против внешнего давления </w:t>
      </w:r>
      <w:r w:rsidRPr="00F51C7B">
        <w:rPr>
          <w:rFonts w:ascii="Times New Roman" w:hAnsi="Times New Roman"/>
          <w:sz w:val="28"/>
          <w:szCs w:val="28"/>
        </w:rPr>
        <w:fldChar w:fldCharType="begin"/>
      </w:r>
      <w:r w:rsidRPr="00F51C7B">
        <w:rPr>
          <w:rFonts w:ascii="Times New Roman" w:hAnsi="Times New Roman"/>
          <w:sz w:val="28"/>
          <w:szCs w:val="28"/>
        </w:rPr>
        <w:instrText xml:space="preserve"> QUOTE </w:instrText>
      </w:r>
      <w:r w:rsidRPr="00F51C7B">
        <w:pict>
          <v:shape id="_x0000_i1041" type="#_x0000_t75" style="width:37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A0CE4&quot;/&gt;&lt;wsp:rsid wsp:val=&quot;000428C8&quot;/&gt;&lt;wsp:rsid wsp:val=&quot;00055410&quot;/&gt;&lt;wsp:rsid wsp:val=&quot;00067DF9&quot;/&gt;&lt;wsp:rsid wsp:val=&quot;00080C68&quot;/&gt;&lt;wsp:rsid wsp:val=&quot;0008696F&quot;/&gt;&lt;wsp:rsid wsp:val=&quot;00096A51&quot;/&gt;&lt;wsp:rsid wsp:val=&quot;000C5324&quot;/&gt;&lt;wsp:rsid wsp:val=&quot;000C63E9&quot;/&gt;&lt;wsp:rsid wsp:val=&quot;001153F2&quot;/&gt;&lt;wsp:rsid wsp:val=&quot;00173EC6&quot;/&gt;&lt;wsp:rsid wsp:val=&quot;001C5061&quot;/&gt;&lt;wsp:rsid wsp:val=&quot;001E2FE2&quot;/&gt;&lt;wsp:rsid wsp:val=&quot;001F7E48&quot;/&gt;&lt;wsp:rsid wsp:val=&quot;002261A2&quot;/&gt;&lt;wsp:rsid wsp:val=&quot;0023160B&quot;/&gt;&lt;wsp:rsid wsp:val=&quot;002516D9&quot;/&gt;&lt;wsp:rsid wsp:val=&quot;0025209B&quot;/&gt;&lt;wsp:rsid wsp:val=&quot;0028663C&quot;/&gt;&lt;wsp:rsid wsp:val=&quot;002E0B44&quot;/&gt;&lt;wsp:rsid wsp:val=&quot;002E38B8&quot;/&gt;&lt;wsp:rsid wsp:val=&quot;002F7387&quot;/&gt;&lt;wsp:rsid wsp:val=&quot;0032007D&quot;/&gt;&lt;wsp:rsid wsp:val=&quot;00350ACA&quot;/&gt;&lt;wsp:rsid wsp:val=&quot;0037464B&quot;/&gt;&lt;wsp:rsid wsp:val=&quot;003B76B8&quot;/&gt;&lt;wsp:rsid wsp:val=&quot;003E196B&quot;/&gt;&lt;wsp:rsid wsp:val=&quot;003E5C4F&quot;/&gt;&lt;wsp:rsid wsp:val=&quot;00463B11&quot;/&gt;&lt;wsp:rsid wsp:val=&quot;004823DB&quot;/&gt;&lt;wsp:rsid wsp:val=&quot;004931BD&quot;/&gt;&lt;wsp:rsid wsp:val=&quot;004B0220&quot;/&gt;&lt;wsp:rsid wsp:val=&quot;004E51A2&quot;/&gt;&lt;wsp:rsid wsp:val=&quot;005568D8&quot;/&gt;&lt;wsp:rsid wsp:val=&quot;00564919&quot;/&gt;&lt;wsp:rsid wsp:val=&quot;005926AD&quot;/&gt;&lt;wsp:rsid wsp:val=&quot;005A0CE4&quot;/&gt;&lt;wsp:rsid wsp:val=&quot;005A40C5&quot;/&gt;&lt;wsp:rsid wsp:val=&quot;005B7CC4&quot;/&gt;&lt;wsp:rsid wsp:val=&quot;005C0391&quot;/&gt;&lt;wsp:rsid wsp:val=&quot;005F0B7B&quot;/&gt;&lt;wsp:rsid wsp:val=&quot;006102CF&quot;/&gt;&lt;wsp:rsid wsp:val=&quot;006140A8&quot;/&gt;&lt;wsp:rsid wsp:val=&quot;00622F59&quot;/&gt;&lt;wsp:rsid wsp:val=&quot;00626687&quot;/&gt;&lt;wsp:rsid wsp:val=&quot;00632700&quot;/&gt;&lt;wsp:rsid wsp:val=&quot;00633CA2&quot;/&gt;&lt;wsp:rsid wsp:val=&quot;00642D67&quot;/&gt;&lt;wsp:rsid wsp:val=&quot;00657CA1&quot;/&gt;&lt;wsp:rsid wsp:val=&quot;00664CFA&quot;/&gt;&lt;wsp:rsid wsp:val=&quot;006A6715&quot;/&gt;&lt;wsp:rsid wsp:val=&quot;006E642D&quot;/&gt;&lt;wsp:rsid wsp:val=&quot;0072121D&quot;/&gt;&lt;wsp:rsid wsp:val=&quot;007351A0&quot;/&gt;&lt;wsp:rsid wsp:val=&quot;0074229D&quot;/&gt;&lt;wsp:rsid wsp:val=&quot;00772B2D&quot;/&gt;&lt;wsp:rsid wsp:val=&quot;007816C1&quot;/&gt;&lt;wsp:rsid wsp:val=&quot;007856B0&quot;/&gt;&lt;wsp:rsid wsp:val=&quot;007B6536&quot;/&gt;&lt;wsp:rsid wsp:val=&quot;007D0C76&quot;/&gt;&lt;wsp:rsid wsp:val=&quot;007D2E00&quot;/&gt;&lt;wsp:rsid wsp:val=&quot;007D7069&quot;/&gt;&lt;wsp:rsid wsp:val=&quot;0086462D&quot;/&gt;&lt;wsp:rsid wsp:val=&quot;008A0BCB&quot;/&gt;&lt;wsp:rsid wsp:val=&quot;008B2F35&quot;/&gt;&lt;wsp:rsid wsp:val=&quot;008F60F2&quot;/&gt;&lt;wsp:rsid wsp:val=&quot;00932A9E&quot;/&gt;&lt;wsp:rsid wsp:val=&quot;0095788D&quot;/&gt;&lt;wsp:rsid wsp:val=&quot;00973275&quot;/&gt;&lt;wsp:rsid wsp:val=&quot;00985736&quot;/&gt;&lt;wsp:rsid wsp:val=&quot;009B2EAC&quot;/&gt;&lt;wsp:rsid wsp:val=&quot;00A1128B&quot;/&gt;&lt;wsp:rsid wsp:val=&quot;00A301E6&quot;/&gt;&lt;wsp:rsid wsp:val=&quot;00A47E90&quot;/&gt;&lt;wsp:rsid wsp:val=&quot;00A8372C&quot;/&gt;&lt;wsp:rsid wsp:val=&quot;00A91802&quot;/&gt;&lt;wsp:rsid wsp:val=&quot;00B62DF2&quot;/&gt;&lt;wsp:rsid wsp:val=&quot;00B9523D&quot;/&gt;&lt;wsp:rsid wsp:val=&quot;00BA6250&quot;/&gt;&lt;wsp:rsid wsp:val=&quot;00BC1709&quot;/&gt;&lt;wsp:rsid wsp:val=&quot;00BC5B73&quot;/&gt;&lt;wsp:rsid wsp:val=&quot;00C17F14&quot;/&gt;&lt;wsp:rsid wsp:val=&quot;00C40895&quot;/&gt;&lt;wsp:rsid wsp:val=&quot;00CC1F34&quot;/&gt;&lt;wsp:rsid wsp:val=&quot;00CC7FD0&quot;/&gt;&lt;wsp:rsid wsp:val=&quot;00CD04B6&quot;/&gt;&lt;wsp:rsid wsp:val=&quot;00CE155E&quot;/&gt;&lt;wsp:rsid wsp:val=&quot;00D11B94&quot;/&gt;&lt;wsp:rsid wsp:val=&quot;00D36ED3&quot;/&gt;&lt;wsp:rsid wsp:val=&quot;00DA7CE1&quot;/&gt;&lt;wsp:rsid wsp:val=&quot;00DB6183&quot;/&gt;&lt;wsp:rsid wsp:val=&quot;00DC52C9&quot;/&gt;&lt;wsp:rsid wsp:val=&quot;00DC560B&quot;/&gt;&lt;wsp:rsid wsp:val=&quot;00E03339&quot;/&gt;&lt;wsp:rsid wsp:val=&quot;00E35CA9&quot;/&gt;&lt;wsp:rsid wsp:val=&quot;00E36D1B&quot;/&gt;&lt;wsp:rsid wsp:val=&quot;00E377BC&quot;/&gt;&lt;wsp:rsid wsp:val=&quot;00E45F18&quot;/&gt;&lt;wsp:rsid wsp:val=&quot;00E62A5E&quot;/&gt;&lt;wsp:rsid wsp:val=&quot;00E65759&quot;/&gt;&lt;wsp:rsid wsp:val=&quot;00E70ED7&quot;/&gt;&lt;wsp:rsid wsp:val=&quot;00E82F86&quot;/&gt;&lt;wsp:rsid wsp:val=&quot;00E91A35&quot;/&gt;&lt;wsp:rsid wsp:val=&quot;00EC6E90&quot;/&gt;&lt;wsp:rsid wsp:val=&quot;00ED5286&quot;/&gt;&lt;wsp:rsid wsp:val=&quot;00F126DA&quot;/&gt;&lt;wsp:rsid wsp:val=&quot;00F22FEB&quot;/&gt;&lt;wsp:rsid wsp:val=&quot;00F51C7B&quot;/&gt;&lt;wsp:rsid wsp:val=&quot;00F547EC&quot;/&gt;&lt;wsp:rsid wsp:val=&quot;00F70BEF&quot;/&gt;&lt;wsp:rsid wsp:val=&quot;00F8293C&quot;/&gt;&lt;wsp:rsid wsp:val=&quot;00FC2A7B&quot;/&gt;&lt;wsp:rsid wsp:val=&quot;00FC4D2C&quot;/&gt;&lt;wsp:rsid wsp:val=&quot;00FF6C2A&quot;/&gt;&lt;/wsp:rsids&gt;&lt;/w:docPr&gt;&lt;w:body&gt;&lt;w:p wsp:rsidR=&quot;00000000&quot; wsp:rsidRDefault=&quot;0028663C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p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&amp;lt;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p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Pr="00F51C7B">
        <w:rPr>
          <w:rFonts w:ascii="Times New Roman" w:hAnsi="Times New Roman"/>
          <w:sz w:val="28"/>
          <w:szCs w:val="28"/>
        </w:rPr>
        <w:instrText xml:space="preserve"> </w:instrText>
      </w:r>
      <w:r w:rsidRPr="00F51C7B">
        <w:rPr>
          <w:rFonts w:ascii="Times New Roman" w:hAnsi="Times New Roman"/>
          <w:sz w:val="28"/>
          <w:szCs w:val="28"/>
        </w:rPr>
        <w:fldChar w:fldCharType="separate"/>
      </w:r>
      <w:r w:rsidRPr="00F51C7B">
        <w:pict>
          <v:shape id="_x0000_i1042" type="#_x0000_t75" style="width:37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A0CE4&quot;/&gt;&lt;wsp:rsid wsp:val=&quot;000428C8&quot;/&gt;&lt;wsp:rsid wsp:val=&quot;00055410&quot;/&gt;&lt;wsp:rsid wsp:val=&quot;00067DF9&quot;/&gt;&lt;wsp:rsid wsp:val=&quot;00080C68&quot;/&gt;&lt;wsp:rsid wsp:val=&quot;0008696F&quot;/&gt;&lt;wsp:rsid wsp:val=&quot;00096A51&quot;/&gt;&lt;wsp:rsid wsp:val=&quot;000C5324&quot;/&gt;&lt;wsp:rsid wsp:val=&quot;000C63E9&quot;/&gt;&lt;wsp:rsid wsp:val=&quot;001153F2&quot;/&gt;&lt;wsp:rsid wsp:val=&quot;00173EC6&quot;/&gt;&lt;wsp:rsid wsp:val=&quot;001C5061&quot;/&gt;&lt;wsp:rsid wsp:val=&quot;001E2FE2&quot;/&gt;&lt;wsp:rsid wsp:val=&quot;001F7E48&quot;/&gt;&lt;wsp:rsid wsp:val=&quot;002261A2&quot;/&gt;&lt;wsp:rsid wsp:val=&quot;0023160B&quot;/&gt;&lt;wsp:rsid wsp:val=&quot;002516D9&quot;/&gt;&lt;wsp:rsid wsp:val=&quot;0025209B&quot;/&gt;&lt;wsp:rsid wsp:val=&quot;0028663C&quot;/&gt;&lt;wsp:rsid wsp:val=&quot;002E0B44&quot;/&gt;&lt;wsp:rsid wsp:val=&quot;002E38B8&quot;/&gt;&lt;wsp:rsid wsp:val=&quot;002F7387&quot;/&gt;&lt;wsp:rsid wsp:val=&quot;0032007D&quot;/&gt;&lt;wsp:rsid wsp:val=&quot;00350ACA&quot;/&gt;&lt;wsp:rsid wsp:val=&quot;0037464B&quot;/&gt;&lt;wsp:rsid wsp:val=&quot;003B76B8&quot;/&gt;&lt;wsp:rsid wsp:val=&quot;003E196B&quot;/&gt;&lt;wsp:rsid wsp:val=&quot;003E5C4F&quot;/&gt;&lt;wsp:rsid wsp:val=&quot;00463B11&quot;/&gt;&lt;wsp:rsid wsp:val=&quot;004823DB&quot;/&gt;&lt;wsp:rsid wsp:val=&quot;004931BD&quot;/&gt;&lt;wsp:rsid wsp:val=&quot;004B0220&quot;/&gt;&lt;wsp:rsid wsp:val=&quot;004E51A2&quot;/&gt;&lt;wsp:rsid wsp:val=&quot;005568D8&quot;/&gt;&lt;wsp:rsid wsp:val=&quot;00564919&quot;/&gt;&lt;wsp:rsid wsp:val=&quot;005926AD&quot;/&gt;&lt;wsp:rsid wsp:val=&quot;005A0CE4&quot;/&gt;&lt;wsp:rsid wsp:val=&quot;005A40C5&quot;/&gt;&lt;wsp:rsid wsp:val=&quot;005B7CC4&quot;/&gt;&lt;wsp:rsid wsp:val=&quot;005C0391&quot;/&gt;&lt;wsp:rsid wsp:val=&quot;005F0B7B&quot;/&gt;&lt;wsp:rsid wsp:val=&quot;006102CF&quot;/&gt;&lt;wsp:rsid wsp:val=&quot;006140A8&quot;/&gt;&lt;wsp:rsid wsp:val=&quot;00622F59&quot;/&gt;&lt;wsp:rsid wsp:val=&quot;00626687&quot;/&gt;&lt;wsp:rsid wsp:val=&quot;00632700&quot;/&gt;&lt;wsp:rsid wsp:val=&quot;00633CA2&quot;/&gt;&lt;wsp:rsid wsp:val=&quot;00642D67&quot;/&gt;&lt;wsp:rsid wsp:val=&quot;00657CA1&quot;/&gt;&lt;wsp:rsid wsp:val=&quot;00664CFA&quot;/&gt;&lt;wsp:rsid wsp:val=&quot;006A6715&quot;/&gt;&lt;wsp:rsid wsp:val=&quot;006E642D&quot;/&gt;&lt;wsp:rsid wsp:val=&quot;0072121D&quot;/&gt;&lt;wsp:rsid wsp:val=&quot;007351A0&quot;/&gt;&lt;wsp:rsid wsp:val=&quot;0074229D&quot;/&gt;&lt;wsp:rsid wsp:val=&quot;00772B2D&quot;/&gt;&lt;wsp:rsid wsp:val=&quot;007816C1&quot;/&gt;&lt;wsp:rsid wsp:val=&quot;007856B0&quot;/&gt;&lt;wsp:rsid wsp:val=&quot;007B6536&quot;/&gt;&lt;wsp:rsid wsp:val=&quot;007D0C76&quot;/&gt;&lt;wsp:rsid wsp:val=&quot;007D2E00&quot;/&gt;&lt;wsp:rsid wsp:val=&quot;007D7069&quot;/&gt;&lt;wsp:rsid wsp:val=&quot;0086462D&quot;/&gt;&lt;wsp:rsid wsp:val=&quot;008A0BCB&quot;/&gt;&lt;wsp:rsid wsp:val=&quot;008B2F35&quot;/&gt;&lt;wsp:rsid wsp:val=&quot;008F60F2&quot;/&gt;&lt;wsp:rsid wsp:val=&quot;00932A9E&quot;/&gt;&lt;wsp:rsid wsp:val=&quot;0095788D&quot;/&gt;&lt;wsp:rsid wsp:val=&quot;00973275&quot;/&gt;&lt;wsp:rsid wsp:val=&quot;00985736&quot;/&gt;&lt;wsp:rsid wsp:val=&quot;009B2EAC&quot;/&gt;&lt;wsp:rsid wsp:val=&quot;00A1128B&quot;/&gt;&lt;wsp:rsid wsp:val=&quot;00A301E6&quot;/&gt;&lt;wsp:rsid wsp:val=&quot;00A47E90&quot;/&gt;&lt;wsp:rsid wsp:val=&quot;00A8372C&quot;/&gt;&lt;wsp:rsid wsp:val=&quot;00A91802&quot;/&gt;&lt;wsp:rsid wsp:val=&quot;00B62DF2&quot;/&gt;&lt;wsp:rsid wsp:val=&quot;00B9523D&quot;/&gt;&lt;wsp:rsid wsp:val=&quot;00BA6250&quot;/&gt;&lt;wsp:rsid wsp:val=&quot;00BC1709&quot;/&gt;&lt;wsp:rsid wsp:val=&quot;00BC5B73&quot;/&gt;&lt;wsp:rsid wsp:val=&quot;00C17F14&quot;/&gt;&lt;wsp:rsid wsp:val=&quot;00C40895&quot;/&gt;&lt;wsp:rsid wsp:val=&quot;00CC1F34&quot;/&gt;&lt;wsp:rsid wsp:val=&quot;00CC7FD0&quot;/&gt;&lt;wsp:rsid wsp:val=&quot;00CD04B6&quot;/&gt;&lt;wsp:rsid wsp:val=&quot;00CE155E&quot;/&gt;&lt;wsp:rsid wsp:val=&quot;00D11B94&quot;/&gt;&lt;wsp:rsid wsp:val=&quot;00D36ED3&quot;/&gt;&lt;wsp:rsid wsp:val=&quot;00DA7CE1&quot;/&gt;&lt;wsp:rsid wsp:val=&quot;00DB6183&quot;/&gt;&lt;wsp:rsid wsp:val=&quot;00DC52C9&quot;/&gt;&lt;wsp:rsid wsp:val=&quot;00DC560B&quot;/&gt;&lt;wsp:rsid wsp:val=&quot;00E03339&quot;/&gt;&lt;wsp:rsid wsp:val=&quot;00E35CA9&quot;/&gt;&lt;wsp:rsid wsp:val=&quot;00E36D1B&quot;/&gt;&lt;wsp:rsid wsp:val=&quot;00E377BC&quot;/&gt;&lt;wsp:rsid wsp:val=&quot;00E45F18&quot;/&gt;&lt;wsp:rsid wsp:val=&quot;00E62A5E&quot;/&gt;&lt;wsp:rsid wsp:val=&quot;00E65759&quot;/&gt;&lt;wsp:rsid wsp:val=&quot;00E70ED7&quot;/&gt;&lt;wsp:rsid wsp:val=&quot;00E82F86&quot;/&gt;&lt;wsp:rsid wsp:val=&quot;00E91A35&quot;/&gt;&lt;wsp:rsid wsp:val=&quot;00EC6E90&quot;/&gt;&lt;wsp:rsid wsp:val=&quot;00ED5286&quot;/&gt;&lt;wsp:rsid wsp:val=&quot;00F126DA&quot;/&gt;&lt;wsp:rsid wsp:val=&quot;00F22FEB&quot;/&gt;&lt;wsp:rsid wsp:val=&quot;00F51C7B&quot;/&gt;&lt;wsp:rsid wsp:val=&quot;00F547EC&quot;/&gt;&lt;wsp:rsid wsp:val=&quot;00F70BEF&quot;/&gt;&lt;wsp:rsid wsp:val=&quot;00F8293C&quot;/&gt;&lt;wsp:rsid wsp:val=&quot;00FC2A7B&quot;/&gt;&lt;wsp:rsid wsp:val=&quot;00FC4D2C&quot;/&gt;&lt;wsp:rsid wsp:val=&quot;00FF6C2A&quot;/&gt;&lt;/wsp:rsids&gt;&lt;/w:docPr&gt;&lt;w:body&gt;&lt;w:p wsp:rsidR=&quot;00000000&quot; wsp:rsidRDefault=&quot;0028663C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p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&amp;lt;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p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Pr="00F51C7B">
        <w:rPr>
          <w:rFonts w:ascii="Times New Roman" w:hAnsi="Times New Roman"/>
          <w:sz w:val="28"/>
          <w:szCs w:val="28"/>
        </w:rPr>
        <w:fldChar w:fldCharType="end"/>
      </w:r>
      <w:r w:rsidRPr="006140A8">
        <w:rPr>
          <w:rFonts w:ascii="Times New Roman" w:hAnsi="Times New Roman"/>
          <w:sz w:val="28"/>
          <w:szCs w:val="28"/>
        </w:rPr>
        <w:t>.</w:t>
      </w:r>
    </w:p>
    <w:p w:rsidR="000140FA" w:rsidRPr="006140A8" w:rsidRDefault="000140FA" w:rsidP="006140A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6140A8">
        <w:rPr>
          <w:rFonts w:ascii="Times New Roman" w:hAnsi="Times New Roman"/>
          <w:b/>
          <w:bCs/>
          <w:sz w:val="28"/>
          <w:szCs w:val="28"/>
          <w:lang w:val="kk-KZ"/>
        </w:rPr>
        <w:t>Решение:</w:t>
      </w:r>
    </w:p>
    <w:p w:rsidR="000140FA" w:rsidRPr="006140A8" w:rsidRDefault="000140FA" w:rsidP="006140A8">
      <w:pPr>
        <w:spacing w:after="0" w:line="360" w:lineRule="auto"/>
        <w:rPr>
          <w:rFonts w:ascii="Times New Roman" w:hAnsi="Times New Roman"/>
          <w:bCs/>
          <w:sz w:val="28"/>
          <w:szCs w:val="28"/>
          <w:lang w:val="kk-KZ"/>
        </w:rPr>
      </w:pPr>
      <w:r w:rsidRPr="006140A8">
        <w:rPr>
          <w:rFonts w:ascii="Times New Roman" w:hAnsi="Times New Roman"/>
          <w:bCs/>
          <w:sz w:val="28"/>
          <w:szCs w:val="28"/>
          <w:lang w:val="kk-KZ"/>
        </w:rPr>
        <w:t>Решить данную задачу рассмотрим:</w:t>
      </w:r>
    </w:p>
    <w:p w:rsidR="000140FA" w:rsidRPr="001C5061" w:rsidRDefault="000140FA" w:rsidP="001C506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140A8">
        <w:rPr>
          <w:rFonts w:ascii="Times New Roman" w:hAnsi="Times New Roman"/>
          <w:sz w:val="28"/>
          <w:szCs w:val="28"/>
        </w:rPr>
        <w:t xml:space="preserve">а) В обратимом изотермическом процессе изменение энтропии </w:t>
      </w:r>
      <w:r w:rsidRPr="006140A8">
        <w:rPr>
          <w:rStyle w:val="vlist-s"/>
          <w:rFonts w:ascii="Times New Roman" w:hAnsi="Times New Roman"/>
          <w:sz w:val="28"/>
          <w:szCs w:val="28"/>
        </w:rPr>
        <w:t>​</w:t>
      </w:r>
      <w:r w:rsidRPr="006140A8">
        <w:rPr>
          <w:rFonts w:ascii="Times New Roman" w:hAnsi="Times New Roman"/>
          <w:sz w:val="28"/>
          <w:szCs w:val="28"/>
          <w:lang w:val="kk-KZ"/>
        </w:rPr>
        <w:t>нужно определить:</w:t>
      </w:r>
    </w:p>
    <w:p w:rsidR="000140FA" w:rsidRPr="006140A8" w:rsidRDefault="000140FA" w:rsidP="006140A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0140FA" w:rsidRPr="006140A8" w:rsidRDefault="000140FA" w:rsidP="006140A8">
      <w:pPr>
        <w:spacing w:after="0" w:line="360" w:lineRule="auto"/>
        <w:rPr>
          <w:rFonts w:ascii="Times New Roman" w:hAnsi="Times New Roman"/>
          <w:sz w:val="28"/>
          <w:szCs w:val="28"/>
          <w:lang w:val="kk-KZ"/>
        </w:rPr>
      </w:pPr>
      <w:r w:rsidRPr="006140A8">
        <w:rPr>
          <w:rFonts w:ascii="Times New Roman" w:hAnsi="Times New Roman"/>
          <w:sz w:val="28"/>
          <w:szCs w:val="28"/>
        </w:rPr>
        <w:t xml:space="preserve">где </w:t>
      </w:r>
      <w:r w:rsidRPr="006140A8">
        <w:rPr>
          <w:rStyle w:val="vlist-s"/>
          <w:rFonts w:ascii="Times New Roman" w:hAnsi="Times New Roman"/>
          <w:sz w:val="28"/>
          <w:szCs w:val="28"/>
        </w:rPr>
        <w:t>​</w:t>
      </w:r>
      <w:r w:rsidRPr="006140A8">
        <w:rPr>
          <w:rFonts w:ascii="Times New Roman" w:hAnsi="Times New Roman"/>
          <w:sz w:val="28"/>
          <w:szCs w:val="28"/>
        </w:rPr>
        <w:t xml:space="preserve"> — элементарное количество тепла, полученное газом. При изотермическ</w:t>
      </w:r>
      <w:r w:rsidRPr="006140A8">
        <w:rPr>
          <w:rFonts w:ascii="Times New Roman" w:hAnsi="Times New Roman"/>
          <w:sz w:val="28"/>
          <w:szCs w:val="28"/>
          <w:lang w:val="kk-KZ"/>
        </w:rPr>
        <w:t xml:space="preserve">ий  </w:t>
      </w:r>
      <w:r w:rsidRPr="006140A8">
        <w:rPr>
          <w:rFonts w:ascii="Times New Roman" w:hAnsi="Times New Roman"/>
          <w:sz w:val="28"/>
          <w:szCs w:val="28"/>
        </w:rPr>
        <w:t>обратим</w:t>
      </w:r>
      <w:r w:rsidRPr="006140A8">
        <w:rPr>
          <w:rFonts w:ascii="Times New Roman" w:hAnsi="Times New Roman"/>
          <w:sz w:val="28"/>
          <w:szCs w:val="28"/>
          <w:lang w:val="kk-KZ"/>
        </w:rPr>
        <w:t xml:space="preserve">ый  процесс  протекает при постоянной температуре поэтому работа  определяется </w:t>
      </w:r>
      <w:r w:rsidRPr="006140A8">
        <w:rPr>
          <w:rFonts w:ascii="Times New Roman" w:hAnsi="Times New Roman"/>
          <w:sz w:val="28"/>
          <w:szCs w:val="28"/>
        </w:rPr>
        <w:t>выполненной газом:</w:t>
      </w:r>
    </w:p>
    <w:p w:rsidR="000140FA" w:rsidRPr="006140A8" w:rsidRDefault="000140FA" w:rsidP="006140A8">
      <w:pPr>
        <w:spacing w:after="0" w:line="360" w:lineRule="auto"/>
        <w:rPr>
          <w:rFonts w:ascii="Times New Roman" w:hAnsi="Times New Roman"/>
          <w:i/>
          <w:sz w:val="28"/>
          <w:szCs w:val="28"/>
        </w:rPr>
      </w:pPr>
    </w:p>
    <w:p w:rsidR="000140FA" w:rsidRPr="006140A8" w:rsidRDefault="000140FA" w:rsidP="006140A8">
      <w:pPr>
        <w:spacing w:after="0" w:line="360" w:lineRule="auto"/>
        <w:rPr>
          <w:rFonts w:ascii="Times New Roman" w:hAnsi="Times New Roman"/>
          <w:sz w:val="28"/>
          <w:szCs w:val="28"/>
          <w:lang w:val="kk-KZ"/>
        </w:rPr>
      </w:pPr>
      <w:r w:rsidRPr="006140A8">
        <w:rPr>
          <w:rFonts w:ascii="Times New Roman" w:hAnsi="Times New Roman"/>
          <w:sz w:val="28"/>
          <w:szCs w:val="28"/>
        </w:rPr>
        <w:t xml:space="preserve">Уравнение состояния для идеального газа: </w:t>
      </w:r>
    </w:p>
    <w:p w:rsidR="000140FA" w:rsidRPr="006140A8" w:rsidRDefault="000140FA" w:rsidP="006140A8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F51C7B">
        <w:pict>
          <v:shape id="_x0000_i1043" type="#_x0000_t75" style="width:60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A0CE4&quot;/&gt;&lt;wsp:rsid wsp:val=&quot;000428C8&quot;/&gt;&lt;wsp:rsid wsp:val=&quot;00055410&quot;/&gt;&lt;wsp:rsid wsp:val=&quot;00067DF9&quot;/&gt;&lt;wsp:rsid wsp:val=&quot;00080C68&quot;/&gt;&lt;wsp:rsid wsp:val=&quot;0008696F&quot;/&gt;&lt;wsp:rsid wsp:val=&quot;00096A51&quot;/&gt;&lt;wsp:rsid wsp:val=&quot;000C5324&quot;/&gt;&lt;wsp:rsid wsp:val=&quot;000C63E9&quot;/&gt;&lt;wsp:rsid wsp:val=&quot;001153F2&quot;/&gt;&lt;wsp:rsid wsp:val=&quot;00173EC6&quot;/&gt;&lt;wsp:rsid wsp:val=&quot;001C5061&quot;/&gt;&lt;wsp:rsid wsp:val=&quot;001E2FE2&quot;/&gt;&lt;wsp:rsid wsp:val=&quot;001F7E48&quot;/&gt;&lt;wsp:rsid wsp:val=&quot;002261A2&quot;/&gt;&lt;wsp:rsid wsp:val=&quot;0023160B&quot;/&gt;&lt;wsp:rsid wsp:val=&quot;002516D9&quot;/&gt;&lt;wsp:rsid wsp:val=&quot;0025209B&quot;/&gt;&lt;wsp:rsid wsp:val=&quot;002E0B44&quot;/&gt;&lt;wsp:rsid wsp:val=&quot;002E38B8&quot;/&gt;&lt;wsp:rsid wsp:val=&quot;002F7387&quot;/&gt;&lt;wsp:rsid wsp:val=&quot;0032007D&quot;/&gt;&lt;wsp:rsid wsp:val=&quot;00350ACA&quot;/&gt;&lt;wsp:rsid wsp:val=&quot;0037464B&quot;/&gt;&lt;wsp:rsid wsp:val=&quot;003B624B&quot;/&gt;&lt;wsp:rsid wsp:val=&quot;003B76B8&quot;/&gt;&lt;wsp:rsid wsp:val=&quot;003E196B&quot;/&gt;&lt;wsp:rsid wsp:val=&quot;003E5C4F&quot;/&gt;&lt;wsp:rsid wsp:val=&quot;00463B11&quot;/&gt;&lt;wsp:rsid wsp:val=&quot;004823DB&quot;/&gt;&lt;wsp:rsid wsp:val=&quot;004931BD&quot;/&gt;&lt;wsp:rsid wsp:val=&quot;004B0220&quot;/&gt;&lt;wsp:rsid wsp:val=&quot;004E51A2&quot;/&gt;&lt;wsp:rsid wsp:val=&quot;005568D8&quot;/&gt;&lt;wsp:rsid wsp:val=&quot;00564919&quot;/&gt;&lt;wsp:rsid wsp:val=&quot;005926AD&quot;/&gt;&lt;wsp:rsid wsp:val=&quot;005A0CE4&quot;/&gt;&lt;wsp:rsid wsp:val=&quot;005A40C5&quot;/&gt;&lt;wsp:rsid wsp:val=&quot;005B7CC4&quot;/&gt;&lt;wsp:rsid wsp:val=&quot;005C0391&quot;/&gt;&lt;wsp:rsid wsp:val=&quot;005F0B7B&quot;/&gt;&lt;wsp:rsid wsp:val=&quot;006102CF&quot;/&gt;&lt;wsp:rsid wsp:val=&quot;006140A8&quot;/&gt;&lt;wsp:rsid wsp:val=&quot;00622F59&quot;/&gt;&lt;wsp:rsid wsp:val=&quot;00626687&quot;/&gt;&lt;wsp:rsid wsp:val=&quot;00632700&quot;/&gt;&lt;wsp:rsid wsp:val=&quot;00633CA2&quot;/&gt;&lt;wsp:rsid wsp:val=&quot;00642D67&quot;/&gt;&lt;wsp:rsid wsp:val=&quot;00657CA1&quot;/&gt;&lt;wsp:rsid wsp:val=&quot;00664CFA&quot;/&gt;&lt;wsp:rsid wsp:val=&quot;006A6715&quot;/&gt;&lt;wsp:rsid wsp:val=&quot;006E642D&quot;/&gt;&lt;wsp:rsid wsp:val=&quot;0072121D&quot;/&gt;&lt;wsp:rsid wsp:val=&quot;007351A0&quot;/&gt;&lt;wsp:rsid wsp:val=&quot;0074229D&quot;/&gt;&lt;wsp:rsid wsp:val=&quot;00772B2D&quot;/&gt;&lt;wsp:rsid wsp:val=&quot;007816C1&quot;/&gt;&lt;wsp:rsid wsp:val=&quot;007856B0&quot;/&gt;&lt;wsp:rsid wsp:val=&quot;007B6536&quot;/&gt;&lt;wsp:rsid wsp:val=&quot;007D0C76&quot;/&gt;&lt;wsp:rsid wsp:val=&quot;007D2E00&quot;/&gt;&lt;wsp:rsid wsp:val=&quot;007D7069&quot;/&gt;&lt;wsp:rsid wsp:val=&quot;0086462D&quot;/&gt;&lt;wsp:rsid wsp:val=&quot;008A0BCB&quot;/&gt;&lt;wsp:rsid wsp:val=&quot;008B2F35&quot;/&gt;&lt;wsp:rsid wsp:val=&quot;008F60F2&quot;/&gt;&lt;wsp:rsid wsp:val=&quot;00932A9E&quot;/&gt;&lt;wsp:rsid wsp:val=&quot;0095788D&quot;/&gt;&lt;wsp:rsid wsp:val=&quot;00973275&quot;/&gt;&lt;wsp:rsid wsp:val=&quot;00985736&quot;/&gt;&lt;wsp:rsid wsp:val=&quot;009B2EAC&quot;/&gt;&lt;wsp:rsid wsp:val=&quot;00A1128B&quot;/&gt;&lt;wsp:rsid wsp:val=&quot;00A301E6&quot;/&gt;&lt;wsp:rsid wsp:val=&quot;00A47E90&quot;/&gt;&lt;wsp:rsid wsp:val=&quot;00A8372C&quot;/&gt;&lt;wsp:rsid wsp:val=&quot;00A91802&quot;/&gt;&lt;wsp:rsid wsp:val=&quot;00B62DF2&quot;/&gt;&lt;wsp:rsid wsp:val=&quot;00B9523D&quot;/&gt;&lt;wsp:rsid wsp:val=&quot;00BA6250&quot;/&gt;&lt;wsp:rsid wsp:val=&quot;00BC1709&quot;/&gt;&lt;wsp:rsid wsp:val=&quot;00BC5B73&quot;/&gt;&lt;wsp:rsid wsp:val=&quot;00C17F14&quot;/&gt;&lt;wsp:rsid wsp:val=&quot;00C40895&quot;/&gt;&lt;wsp:rsid wsp:val=&quot;00CC1F34&quot;/&gt;&lt;wsp:rsid wsp:val=&quot;00CC7FD0&quot;/&gt;&lt;wsp:rsid wsp:val=&quot;00CD04B6&quot;/&gt;&lt;wsp:rsid wsp:val=&quot;00CE155E&quot;/&gt;&lt;wsp:rsid wsp:val=&quot;00D11B94&quot;/&gt;&lt;wsp:rsid wsp:val=&quot;00D36ED3&quot;/&gt;&lt;wsp:rsid wsp:val=&quot;00DA7CE1&quot;/&gt;&lt;wsp:rsid wsp:val=&quot;00DB6183&quot;/&gt;&lt;wsp:rsid wsp:val=&quot;00DC52C9&quot;/&gt;&lt;wsp:rsid wsp:val=&quot;00DC560B&quot;/&gt;&lt;wsp:rsid wsp:val=&quot;00E03339&quot;/&gt;&lt;wsp:rsid wsp:val=&quot;00E35CA9&quot;/&gt;&lt;wsp:rsid wsp:val=&quot;00E36D1B&quot;/&gt;&lt;wsp:rsid wsp:val=&quot;00E377BC&quot;/&gt;&lt;wsp:rsid wsp:val=&quot;00E45F18&quot;/&gt;&lt;wsp:rsid wsp:val=&quot;00E62A5E&quot;/&gt;&lt;wsp:rsid wsp:val=&quot;00E65759&quot;/&gt;&lt;wsp:rsid wsp:val=&quot;00E70ED7&quot;/&gt;&lt;wsp:rsid wsp:val=&quot;00E82F86&quot;/&gt;&lt;wsp:rsid wsp:val=&quot;00E91A35&quot;/&gt;&lt;wsp:rsid wsp:val=&quot;00EC6E90&quot;/&gt;&lt;wsp:rsid wsp:val=&quot;00ED5286&quot;/&gt;&lt;wsp:rsid wsp:val=&quot;00F126DA&quot;/&gt;&lt;wsp:rsid wsp:val=&quot;00F22FEB&quot;/&gt;&lt;wsp:rsid wsp:val=&quot;00F51C7B&quot;/&gt;&lt;wsp:rsid wsp:val=&quot;00F547EC&quot;/&gt;&lt;wsp:rsid wsp:val=&quot;00F70BEF&quot;/&gt;&lt;wsp:rsid wsp:val=&quot;00F8293C&quot;/&gt;&lt;wsp:rsid wsp:val=&quot;00FC2A7B&quot;/&gt;&lt;wsp:rsid wsp:val=&quot;00FC4D2C&quot;/&gt;&lt;wsp:rsid wsp:val=&quot;00FF6C2A&quot;/&gt;&lt;/wsp:rsids&gt;&lt;/w:docPr&gt;&lt;w:body&gt;&lt;w:p wsp:rsidR=&quot;00000000&quot; wsp:rsidRDefault=&quot;003B624B&quot;&gt;&lt;m:oMathPara&gt;&lt;m:oMath&gt;&lt;m:r&gt;&lt;w:rPr&gt;&lt;w:rFonts w:ascii=&quot;Cambria Math&quot; w:fareast=&quot;Calibri&quot; w:h-ansi=&quot;Times New Roman&quot;/&gt;&lt;wx:font wx:val=&quot;Cambria Math&quot;/&gt;&lt;w:i/&gt;&lt;w:sz w:val=&quot;28&quot;/&gt;&lt;w:sz-cs w:val=&quot;28&quot;/&gt;&lt;w:lang w:fareast=&quot;EN-US&quot;/&gt;&lt;/w:rPr&gt;&lt;m:t&gt;PV=nRT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</w:p>
    <w:p w:rsidR="000140FA" w:rsidRPr="006140A8" w:rsidRDefault="000140FA" w:rsidP="006140A8">
      <w:pPr>
        <w:spacing w:after="0" w:line="360" w:lineRule="auto"/>
        <w:rPr>
          <w:rFonts w:ascii="Times New Roman" w:hAnsi="Times New Roman"/>
          <w:sz w:val="28"/>
          <w:szCs w:val="28"/>
          <w:lang w:val="kk-KZ"/>
        </w:rPr>
      </w:pPr>
      <w:r w:rsidRPr="006140A8">
        <w:rPr>
          <w:rFonts w:ascii="Times New Roman" w:hAnsi="Times New Roman"/>
          <w:sz w:val="28"/>
          <w:szCs w:val="28"/>
          <w:lang w:val="kk-KZ"/>
        </w:rPr>
        <w:t>тогда</w:t>
      </w:r>
    </w:p>
    <w:p w:rsidR="000140FA" w:rsidRPr="006140A8" w:rsidRDefault="000140FA" w:rsidP="006140A8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F51C7B">
        <w:pict>
          <v:shape id="_x0000_i1044" type="#_x0000_t75" style="width:51pt;height:32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A0CE4&quot;/&gt;&lt;wsp:rsid wsp:val=&quot;000428C8&quot;/&gt;&lt;wsp:rsid wsp:val=&quot;00055410&quot;/&gt;&lt;wsp:rsid wsp:val=&quot;00067DF9&quot;/&gt;&lt;wsp:rsid wsp:val=&quot;00080C68&quot;/&gt;&lt;wsp:rsid wsp:val=&quot;0008696F&quot;/&gt;&lt;wsp:rsid wsp:val=&quot;00096A51&quot;/&gt;&lt;wsp:rsid wsp:val=&quot;000C5324&quot;/&gt;&lt;wsp:rsid wsp:val=&quot;000C63E9&quot;/&gt;&lt;wsp:rsid wsp:val=&quot;001153F2&quot;/&gt;&lt;wsp:rsid wsp:val=&quot;00173EC6&quot;/&gt;&lt;wsp:rsid wsp:val=&quot;001C5061&quot;/&gt;&lt;wsp:rsid wsp:val=&quot;001E2FE2&quot;/&gt;&lt;wsp:rsid wsp:val=&quot;001F7E48&quot;/&gt;&lt;wsp:rsid wsp:val=&quot;002261A2&quot;/&gt;&lt;wsp:rsid wsp:val=&quot;0023160B&quot;/&gt;&lt;wsp:rsid wsp:val=&quot;002516D9&quot;/&gt;&lt;wsp:rsid wsp:val=&quot;0025209B&quot;/&gt;&lt;wsp:rsid wsp:val=&quot;002E0B44&quot;/&gt;&lt;wsp:rsid wsp:val=&quot;002E38B8&quot;/&gt;&lt;wsp:rsid wsp:val=&quot;002F7387&quot;/&gt;&lt;wsp:rsid wsp:val=&quot;0032007D&quot;/&gt;&lt;wsp:rsid wsp:val=&quot;00346F24&quot;/&gt;&lt;wsp:rsid wsp:val=&quot;00350ACA&quot;/&gt;&lt;wsp:rsid wsp:val=&quot;0037464B&quot;/&gt;&lt;wsp:rsid wsp:val=&quot;003B76B8&quot;/&gt;&lt;wsp:rsid wsp:val=&quot;003E196B&quot;/&gt;&lt;wsp:rsid wsp:val=&quot;003E5C4F&quot;/&gt;&lt;wsp:rsid wsp:val=&quot;00463B11&quot;/&gt;&lt;wsp:rsid wsp:val=&quot;004823DB&quot;/&gt;&lt;wsp:rsid wsp:val=&quot;004931BD&quot;/&gt;&lt;wsp:rsid wsp:val=&quot;004B0220&quot;/&gt;&lt;wsp:rsid wsp:val=&quot;004E51A2&quot;/&gt;&lt;wsp:rsid wsp:val=&quot;005568D8&quot;/&gt;&lt;wsp:rsid wsp:val=&quot;00564919&quot;/&gt;&lt;wsp:rsid wsp:val=&quot;005926AD&quot;/&gt;&lt;wsp:rsid wsp:val=&quot;005A0CE4&quot;/&gt;&lt;wsp:rsid wsp:val=&quot;005A40C5&quot;/&gt;&lt;wsp:rsid wsp:val=&quot;005B7CC4&quot;/&gt;&lt;wsp:rsid wsp:val=&quot;005C0391&quot;/&gt;&lt;wsp:rsid wsp:val=&quot;005F0B7B&quot;/&gt;&lt;wsp:rsid wsp:val=&quot;006102CF&quot;/&gt;&lt;wsp:rsid wsp:val=&quot;006140A8&quot;/&gt;&lt;wsp:rsid wsp:val=&quot;00622F59&quot;/&gt;&lt;wsp:rsid wsp:val=&quot;00626687&quot;/&gt;&lt;wsp:rsid wsp:val=&quot;00632700&quot;/&gt;&lt;wsp:rsid wsp:val=&quot;00633CA2&quot;/&gt;&lt;wsp:rsid wsp:val=&quot;00642D67&quot;/&gt;&lt;wsp:rsid wsp:val=&quot;00657CA1&quot;/&gt;&lt;wsp:rsid wsp:val=&quot;00664CFA&quot;/&gt;&lt;wsp:rsid wsp:val=&quot;006A6715&quot;/&gt;&lt;wsp:rsid wsp:val=&quot;006E642D&quot;/&gt;&lt;wsp:rsid wsp:val=&quot;0072121D&quot;/&gt;&lt;wsp:rsid wsp:val=&quot;007351A0&quot;/&gt;&lt;wsp:rsid wsp:val=&quot;0074229D&quot;/&gt;&lt;wsp:rsid wsp:val=&quot;00772B2D&quot;/&gt;&lt;wsp:rsid wsp:val=&quot;007816C1&quot;/&gt;&lt;wsp:rsid wsp:val=&quot;007856B0&quot;/&gt;&lt;wsp:rsid wsp:val=&quot;007B6536&quot;/&gt;&lt;wsp:rsid wsp:val=&quot;007D0C76&quot;/&gt;&lt;wsp:rsid wsp:val=&quot;007D2E00&quot;/&gt;&lt;wsp:rsid wsp:val=&quot;007D7069&quot;/&gt;&lt;wsp:rsid wsp:val=&quot;0086462D&quot;/&gt;&lt;wsp:rsid wsp:val=&quot;008A0BCB&quot;/&gt;&lt;wsp:rsid wsp:val=&quot;008B2F35&quot;/&gt;&lt;wsp:rsid wsp:val=&quot;008F60F2&quot;/&gt;&lt;wsp:rsid wsp:val=&quot;00932A9E&quot;/&gt;&lt;wsp:rsid wsp:val=&quot;0095788D&quot;/&gt;&lt;wsp:rsid wsp:val=&quot;00973275&quot;/&gt;&lt;wsp:rsid wsp:val=&quot;00985736&quot;/&gt;&lt;wsp:rsid wsp:val=&quot;009B2EAC&quot;/&gt;&lt;wsp:rsid wsp:val=&quot;00A1128B&quot;/&gt;&lt;wsp:rsid wsp:val=&quot;00A301E6&quot;/&gt;&lt;wsp:rsid wsp:val=&quot;00A47E90&quot;/&gt;&lt;wsp:rsid wsp:val=&quot;00A8372C&quot;/&gt;&lt;wsp:rsid wsp:val=&quot;00A91802&quot;/&gt;&lt;wsp:rsid wsp:val=&quot;00B62DF2&quot;/&gt;&lt;wsp:rsid wsp:val=&quot;00B9523D&quot;/&gt;&lt;wsp:rsid wsp:val=&quot;00BA6250&quot;/&gt;&lt;wsp:rsid wsp:val=&quot;00BC1709&quot;/&gt;&lt;wsp:rsid wsp:val=&quot;00BC5B73&quot;/&gt;&lt;wsp:rsid wsp:val=&quot;00C17F14&quot;/&gt;&lt;wsp:rsid wsp:val=&quot;00C40895&quot;/&gt;&lt;wsp:rsid wsp:val=&quot;00CC1F34&quot;/&gt;&lt;wsp:rsid wsp:val=&quot;00CC7FD0&quot;/&gt;&lt;wsp:rsid wsp:val=&quot;00CD04B6&quot;/&gt;&lt;wsp:rsid wsp:val=&quot;00CE155E&quot;/&gt;&lt;wsp:rsid wsp:val=&quot;00D11B94&quot;/&gt;&lt;wsp:rsid wsp:val=&quot;00D36ED3&quot;/&gt;&lt;wsp:rsid wsp:val=&quot;00DA7CE1&quot;/&gt;&lt;wsp:rsid wsp:val=&quot;00DB6183&quot;/&gt;&lt;wsp:rsid wsp:val=&quot;00DC52C9&quot;/&gt;&lt;wsp:rsid wsp:val=&quot;00DC560B&quot;/&gt;&lt;wsp:rsid wsp:val=&quot;00E03339&quot;/&gt;&lt;wsp:rsid wsp:val=&quot;00E35CA9&quot;/&gt;&lt;wsp:rsid wsp:val=&quot;00E36D1B&quot;/&gt;&lt;wsp:rsid wsp:val=&quot;00E377BC&quot;/&gt;&lt;wsp:rsid wsp:val=&quot;00E45F18&quot;/&gt;&lt;wsp:rsid wsp:val=&quot;00E62A5E&quot;/&gt;&lt;wsp:rsid wsp:val=&quot;00E65759&quot;/&gt;&lt;wsp:rsid wsp:val=&quot;00E70ED7&quot;/&gt;&lt;wsp:rsid wsp:val=&quot;00E82F86&quot;/&gt;&lt;wsp:rsid wsp:val=&quot;00E91A35&quot;/&gt;&lt;wsp:rsid wsp:val=&quot;00EC6E90&quot;/&gt;&lt;wsp:rsid wsp:val=&quot;00ED5286&quot;/&gt;&lt;wsp:rsid wsp:val=&quot;00F126DA&quot;/&gt;&lt;wsp:rsid wsp:val=&quot;00F22FEB&quot;/&gt;&lt;wsp:rsid wsp:val=&quot;00F51C7B&quot;/&gt;&lt;wsp:rsid wsp:val=&quot;00F547EC&quot;/&gt;&lt;wsp:rsid wsp:val=&quot;00F70BEF&quot;/&gt;&lt;wsp:rsid wsp:val=&quot;00F8293C&quot;/&gt;&lt;wsp:rsid wsp:val=&quot;00FC2A7B&quot;/&gt;&lt;wsp:rsid wsp:val=&quot;00FC4D2C&quot;/&gt;&lt;wsp:rsid wsp:val=&quot;00FF6C2A&quot;/&gt;&lt;/wsp:rsids&gt;&lt;/w:docPr&gt;&lt;w:body&gt;&lt;w:p wsp:rsidR=&quot;00000000&quot; wsp:rsidRDefault=&quot;00346F24&quot;&gt;&lt;m:oMathPara&gt;&lt;m:oMath&gt;&lt;m:r&gt;&lt;w:rPr&gt;&lt;w:rFonts w:ascii=&quot;Cambria Math&quot; w:fareast=&quot;Calibri&quot; w:h-ansi=&quot;Times New Roman&quot;/&gt;&lt;wx:font wx:val=&quot;Cambria Math&quot;/&gt;&lt;w:i/&gt;&lt;w:sz w:val=&quot;28&quot;/&gt;&lt;w:sz-cs w:val=&quot;28&quot;/&gt;&lt;w:lang w:fareast=&quot;EN-US&quot;/&gt;&lt;/w:rPr&gt;&lt;m:t&gt;P=&lt;/m:t&gt;&lt;/m:r&gt;&lt;m:f&gt;&lt;m:fPr&gt;&lt;m:ctrlPr&gt;&lt;w:rPr&gt;&lt;w:rFonts w:ascii=&quot;Cambria Math&quot; w:fareast=&quot;Calibri&quot; w:h-ansi=&quot;Times New Roman&quot;/&gt;&lt;wx:font wx:val=&quot;Cambria Math&quot;/&gt;&lt;w:i/&gt;&lt;w:sz w:val=&quot;28&quot;/&gt;&lt;w:sz-cs w:val=&quot;28&quot;/&gt;&lt;w:lang w:fareast=&quot;EN-US&quot;/&gt;&lt;/w:rPr&gt;&lt;/m:ctrlPr&gt;&lt;/m:fPr&gt;&lt;m:num&gt;&lt;m:r&gt;&lt;w:rPr&gt;&lt;w:rFonts w:ascii=&quot;Cambria Math&quot; w:fareast=&quot;Calibri&quot; w:h-ansi=&quot;Times New Roman&quot;/&gt;&lt;wx:font wx:val=&quot;Cambria Math&quot;/&gt;&lt;w:i/&gt;&lt;w:sz w:val=&quot;28&quot;/&gt;&lt;w:sz-cs w:val=&quot;28&quot;/&gt;&lt;w:lang w:fareast=&quot;EN-US&quot;/&gt;&lt;/w:rPr&gt;&lt;m:t&gt;nRT&lt;/m:t&gt;&lt;/m:r&gt;&lt;/m:num&gt;&lt;m:den&gt;&lt;m:r&gt;&lt;w:rPr&gt;&lt;w:rFonts w:ascii=&quot;Cambria Math&quot; w:fareast=&quot;Calibri&quot; w:h-ansi=&quot;Times New Roman&quot;/&gt;&lt;wx:font wx:val=&quot;Cambria Math&quot;/&gt;&lt;w:i/&gt;&lt;w:sz w:val=&quot;28&quot;/&gt;&lt;w:sz-cs w:val=&quot;28&quot;/&gt;&lt;w:lang w:fareast=&quot;EN-US&quot;/&gt;&lt;/w:rPr&gt;&lt;m:t&gt;V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</w:p>
    <w:p w:rsidR="000140FA" w:rsidRPr="00EE47C3" w:rsidRDefault="000140FA" w:rsidP="006140A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140A8">
        <w:rPr>
          <w:rFonts w:ascii="Times New Roman" w:hAnsi="Times New Roman"/>
          <w:sz w:val="28"/>
          <w:szCs w:val="28"/>
        </w:rPr>
        <w:t xml:space="preserve">поэтому: </w:t>
      </w:r>
    </w:p>
    <w:p w:rsidR="000140FA" w:rsidRPr="00EE47C3" w:rsidRDefault="000140FA" w:rsidP="006140A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140FA" w:rsidRPr="006140A8" w:rsidRDefault="000140FA" w:rsidP="006140A8">
      <w:pPr>
        <w:spacing w:after="0" w:line="360" w:lineRule="auto"/>
        <w:rPr>
          <w:rFonts w:ascii="Times New Roman" w:hAnsi="Times New Roman"/>
          <w:sz w:val="28"/>
          <w:szCs w:val="28"/>
          <w:lang w:val="kk-KZ"/>
        </w:rPr>
      </w:pPr>
      <w:r w:rsidRPr="006140A8">
        <w:rPr>
          <w:rFonts w:ascii="Times New Roman" w:hAnsi="Times New Roman"/>
          <w:sz w:val="28"/>
          <w:szCs w:val="28"/>
        </w:rPr>
        <w:t xml:space="preserve">Поскольку процесс изотермический, тепло </w:t>
      </w:r>
      <w:r w:rsidRPr="006140A8">
        <w:rPr>
          <w:rStyle w:val="vlist-s"/>
          <w:rFonts w:ascii="Times New Roman" w:hAnsi="Times New Roman"/>
          <w:sz w:val="28"/>
          <w:szCs w:val="28"/>
        </w:rPr>
        <w:t>​</w:t>
      </w:r>
      <w:r w:rsidRPr="006140A8">
        <w:rPr>
          <w:rFonts w:ascii="Times New Roman" w:hAnsi="Times New Roman"/>
          <w:sz w:val="28"/>
          <w:szCs w:val="28"/>
        </w:rPr>
        <w:t xml:space="preserve"> также определяет изменение энтропии:</w:t>
      </w:r>
    </w:p>
    <w:p w:rsidR="000140FA" w:rsidRPr="006140A8" w:rsidRDefault="000140FA" w:rsidP="006140A8">
      <w:pPr>
        <w:spacing w:after="0" w:line="360" w:lineRule="auto"/>
        <w:rPr>
          <w:rFonts w:ascii="Times New Roman" w:hAnsi="Times New Roman"/>
          <w:i/>
          <w:iCs/>
          <w:sz w:val="28"/>
          <w:szCs w:val="28"/>
        </w:rPr>
      </w:pPr>
    </w:p>
    <w:p w:rsidR="000140FA" w:rsidRPr="006140A8" w:rsidRDefault="000140FA" w:rsidP="006140A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140A8">
        <w:rPr>
          <w:rFonts w:ascii="Times New Roman" w:hAnsi="Times New Roman"/>
          <w:sz w:val="28"/>
          <w:szCs w:val="28"/>
        </w:rPr>
        <w:t>Теперь выразим</w:t>
      </w:r>
      <w:r w:rsidRPr="00F51C7B">
        <w:rPr>
          <w:rFonts w:ascii="Times New Roman" w:hAnsi="Times New Roman"/>
          <w:sz w:val="28"/>
          <w:szCs w:val="28"/>
        </w:rPr>
        <w:fldChar w:fldCharType="begin"/>
      </w:r>
      <w:r w:rsidRPr="00F51C7B">
        <w:rPr>
          <w:rFonts w:ascii="Times New Roman" w:hAnsi="Times New Roman"/>
          <w:sz w:val="28"/>
          <w:szCs w:val="28"/>
        </w:rPr>
        <w:instrText xml:space="preserve"> QUOTE </w:instrText>
      </w:r>
      <w:r w:rsidRPr="00F51C7B">
        <w:pict>
          <v:shape id="_x0000_i1045" type="#_x0000_t75" style="width:14.2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A0CE4&quot;/&gt;&lt;wsp:rsid wsp:val=&quot;000428C8&quot;/&gt;&lt;wsp:rsid wsp:val=&quot;00055410&quot;/&gt;&lt;wsp:rsid wsp:val=&quot;00067DF9&quot;/&gt;&lt;wsp:rsid wsp:val=&quot;00080C68&quot;/&gt;&lt;wsp:rsid wsp:val=&quot;0008696F&quot;/&gt;&lt;wsp:rsid wsp:val=&quot;00096A51&quot;/&gt;&lt;wsp:rsid wsp:val=&quot;000C5324&quot;/&gt;&lt;wsp:rsid wsp:val=&quot;000C63E9&quot;/&gt;&lt;wsp:rsid wsp:val=&quot;001153F2&quot;/&gt;&lt;wsp:rsid wsp:val=&quot;00173EC6&quot;/&gt;&lt;wsp:rsid wsp:val=&quot;001C5061&quot;/&gt;&lt;wsp:rsid wsp:val=&quot;001E2FE2&quot;/&gt;&lt;wsp:rsid wsp:val=&quot;001F7E48&quot;/&gt;&lt;wsp:rsid wsp:val=&quot;002261A2&quot;/&gt;&lt;wsp:rsid wsp:val=&quot;0023160B&quot;/&gt;&lt;wsp:rsid wsp:val=&quot;002516D9&quot;/&gt;&lt;wsp:rsid wsp:val=&quot;0025209B&quot;/&gt;&lt;wsp:rsid wsp:val=&quot;002E0B44&quot;/&gt;&lt;wsp:rsid wsp:val=&quot;002E38B8&quot;/&gt;&lt;wsp:rsid wsp:val=&quot;002F7387&quot;/&gt;&lt;wsp:rsid wsp:val=&quot;0032007D&quot;/&gt;&lt;wsp:rsid wsp:val=&quot;00350ACA&quot;/&gt;&lt;wsp:rsid wsp:val=&quot;0037464B&quot;/&gt;&lt;wsp:rsid wsp:val=&quot;003B76B8&quot;/&gt;&lt;wsp:rsid wsp:val=&quot;003E196B&quot;/&gt;&lt;wsp:rsid wsp:val=&quot;003E5C4F&quot;/&gt;&lt;wsp:rsid wsp:val=&quot;00463B11&quot;/&gt;&lt;wsp:rsid wsp:val=&quot;004823DB&quot;/&gt;&lt;wsp:rsid wsp:val=&quot;004931BD&quot;/&gt;&lt;wsp:rsid wsp:val=&quot;004B0220&quot;/&gt;&lt;wsp:rsid wsp:val=&quot;004E51A2&quot;/&gt;&lt;wsp:rsid wsp:val=&quot;005568D8&quot;/&gt;&lt;wsp:rsid wsp:val=&quot;00564919&quot;/&gt;&lt;wsp:rsid wsp:val=&quot;005926AD&quot;/&gt;&lt;wsp:rsid wsp:val=&quot;005A0CE4&quot;/&gt;&lt;wsp:rsid wsp:val=&quot;005A40C5&quot;/&gt;&lt;wsp:rsid wsp:val=&quot;005B7CC4&quot;/&gt;&lt;wsp:rsid wsp:val=&quot;005C0391&quot;/&gt;&lt;wsp:rsid wsp:val=&quot;005F0B7B&quot;/&gt;&lt;wsp:rsid wsp:val=&quot;006102CF&quot;/&gt;&lt;wsp:rsid wsp:val=&quot;006140A8&quot;/&gt;&lt;wsp:rsid wsp:val=&quot;00622F59&quot;/&gt;&lt;wsp:rsid wsp:val=&quot;00626687&quot;/&gt;&lt;wsp:rsid wsp:val=&quot;00632700&quot;/&gt;&lt;wsp:rsid wsp:val=&quot;00633CA2&quot;/&gt;&lt;wsp:rsid wsp:val=&quot;00642D67&quot;/&gt;&lt;wsp:rsid wsp:val=&quot;00657CA1&quot;/&gt;&lt;wsp:rsid wsp:val=&quot;00664CFA&quot;/&gt;&lt;wsp:rsid wsp:val=&quot;006A6715&quot;/&gt;&lt;wsp:rsid wsp:val=&quot;006E642D&quot;/&gt;&lt;wsp:rsid wsp:val=&quot;0072121D&quot;/&gt;&lt;wsp:rsid wsp:val=&quot;007351A0&quot;/&gt;&lt;wsp:rsid wsp:val=&quot;0074229D&quot;/&gt;&lt;wsp:rsid wsp:val=&quot;00772B2D&quot;/&gt;&lt;wsp:rsid wsp:val=&quot;007816C1&quot;/&gt;&lt;wsp:rsid wsp:val=&quot;007856B0&quot;/&gt;&lt;wsp:rsid wsp:val=&quot;007B6536&quot;/&gt;&lt;wsp:rsid wsp:val=&quot;007D0C76&quot;/&gt;&lt;wsp:rsid wsp:val=&quot;007D2E00&quot;/&gt;&lt;wsp:rsid wsp:val=&quot;007D7069&quot;/&gt;&lt;wsp:rsid wsp:val=&quot;0086462D&quot;/&gt;&lt;wsp:rsid wsp:val=&quot;008A0BCB&quot;/&gt;&lt;wsp:rsid wsp:val=&quot;008B2F35&quot;/&gt;&lt;wsp:rsid wsp:val=&quot;008F60F2&quot;/&gt;&lt;wsp:rsid wsp:val=&quot;00932A9E&quot;/&gt;&lt;wsp:rsid wsp:val=&quot;0095788D&quot;/&gt;&lt;wsp:rsid wsp:val=&quot;00973275&quot;/&gt;&lt;wsp:rsid wsp:val=&quot;00985736&quot;/&gt;&lt;wsp:rsid wsp:val=&quot;009B2EAC&quot;/&gt;&lt;wsp:rsid wsp:val=&quot;00A1128B&quot;/&gt;&lt;wsp:rsid wsp:val=&quot;00A301E6&quot;/&gt;&lt;wsp:rsid wsp:val=&quot;00A47E90&quot;/&gt;&lt;wsp:rsid wsp:val=&quot;00A8372C&quot;/&gt;&lt;wsp:rsid wsp:val=&quot;00A91802&quot;/&gt;&lt;wsp:rsid wsp:val=&quot;00B62DF2&quot;/&gt;&lt;wsp:rsid wsp:val=&quot;00B9523D&quot;/&gt;&lt;wsp:rsid wsp:val=&quot;00BA6250&quot;/&gt;&lt;wsp:rsid wsp:val=&quot;00BC1709&quot;/&gt;&lt;wsp:rsid wsp:val=&quot;00BC5B73&quot;/&gt;&lt;wsp:rsid wsp:val=&quot;00C17F14&quot;/&gt;&lt;wsp:rsid wsp:val=&quot;00C40895&quot;/&gt;&lt;wsp:rsid wsp:val=&quot;00CC1F34&quot;/&gt;&lt;wsp:rsid wsp:val=&quot;00CC7FD0&quot;/&gt;&lt;wsp:rsid wsp:val=&quot;00CD04B6&quot;/&gt;&lt;wsp:rsid wsp:val=&quot;00CE155E&quot;/&gt;&lt;wsp:rsid wsp:val=&quot;00D11B94&quot;/&gt;&lt;wsp:rsid wsp:val=&quot;00D36ED3&quot;/&gt;&lt;wsp:rsid wsp:val=&quot;00DA7CE1&quot;/&gt;&lt;wsp:rsid wsp:val=&quot;00DB6183&quot;/&gt;&lt;wsp:rsid wsp:val=&quot;00DC52C9&quot;/&gt;&lt;wsp:rsid wsp:val=&quot;00DC560B&quot;/&gt;&lt;wsp:rsid wsp:val=&quot;00E03339&quot;/&gt;&lt;wsp:rsid wsp:val=&quot;00E35CA9&quot;/&gt;&lt;wsp:rsid wsp:val=&quot;00E36D1B&quot;/&gt;&lt;wsp:rsid wsp:val=&quot;00E377BC&quot;/&gt;&lt;wsp:rsid wsp:val=&quot;00E45F18&quot;/&gt;&lt;wsp:rsid wsp:val=&quot;00E62A5E&quot;/&gt;&lt;wsp:rsid wsp:val=&quot;00E65759&quot;/&gt;&lt;wsp:rsid wsp:val=&quot;00E70ED7&quot;/&gt;&lt;wsp:rsid wsp:val=&quot;00E82F86&quot;/&gt;&lt;wsp:rsid wsp:val=&quot;00E91A35&quot;/&gt;&lt;wsp:rsid wsp:val=&quot;00E92004&quot;/&gt;&lt;wsp:rsid wsp:val=&quot;00EC6E90&quot;/&gt;&lt;wsp:rsid wsp:val=&quot;00ED5286&quot;/&gt;&lt;wsp:rsid wsp:val=&quot;00F126DA&quot;/&gt;&lt;wsp:rsid wsp:val=&quot;00F22FEB&quot;/&gt;&lt;wsp:rsid wsp:val=&quot;00F51C7B&quot;/&gt;&lt;wsp:rsid wsp:val=&quot;00F547EC&quot;/&gt;&lt;wsp:rsid wsp:val=&quot;00F70BEF&quot;/&gt;&lt;wsp:rsid wsp:val=&quot;00F8293C&quot;/&gt;&lt;wsp:rsid wsp:val=&quot;00FC2A7B&quot;/&gt;&lt;wsp:rsid wsp:val=&quot;00FC4D2C&quot;/&gt;&lt;wsp:rsid wsp:val=&quot;00FF6C2A&quot;/&gt;&lt;/wsp:rsids&gt;&lt;/w:docPr&gt;&lt;w:body&gt;&lt;w:p wsp:rsidR=&quot;00000000&quot; wsp:rsidRDefault=&quot;00E92004&quot;&gt;&lt;m:oMathPara&gt;&lt;m:oMath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fareast=&quot;EN-US&quot;/&gt;&lt;/w:rPr&gt;&lt;/m:ctrlPr&gt;&lt;/m:fPr&gt;&lt;m:num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V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b&gt;&lt;/m:sSub&gt;&lt;/m:num&gt;&lt;m:den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V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sub&gt;&lt;/m:sSub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3" o:title="" chromakey="white"/>
          </v:shape>
        </w:pict>
      </w:r>
      <w:r w:rsidRPr="00F51C7B">
        <w:rPr>
          <w:rFonts w:ascii="Times New Roman" w:hAnsi="Times New Roman"/>
          <w:sz w:val="28"/>
          <w:szCs w:val="28"/>
        </w:rPr>
        <w:instrText xml:space="preserve"> </w:instrText>
      </w:r>
      <w:r w:rsidRPr="00F51C7B">
        <w:rPr>
          <w:rFonts w:ascii="Times New Roman" w:hAnsi="Times New Roman"/>
          <w:sz w:val="28"/>
          <w:szCs w:val="28"/>
        </w:rPr>
        <w:fldChar w:fldCharType="separate"/>
      </w:r>
      <w:r w:rsidRPr="00F51C7B">
        <w:pict>
          <v:shape id="_x0000_i1046" type="#_x0000_t75" style="width:14.2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A0CE4&quot;/&gt;&lt;wsp:rsid wsp:val=&quot;000428C8&quot;/&gt;&lt;wsp:rsid wsp:val=&quot;00055410&quot;/&gt;&lt;wsp:rsid wsp:val=&quot;00067DF9&quot;/&gt;&lt;wsp:rsid wsp:val=&quot;00080C68&quot;/&gt;&lt;wsp:rsid wsp:val=&quot;0008696F&quot;/&gt;&lt;wsp:rsid wsp:val=&quot;00096A51&quot;/&gt;&lt;wsp:rsid wsp:val=&quot;000C5324&quot;/&gt;&lt;wsp:rsid wsp:val=&quot;000C63E9&quot;/&gt;&lt;wsp:rsid wsp:val=&quot;001153F2&quot;/&gt;&lt;wsp:rsid wsp:val=&quot;00173EC6&quot;/&gt;&lt;wsp:rsid wsp:val=&quot;001C5061&quot;/&gt;&lt;wsp:rsid wsp:val=&quot;001E2FE2&quot;/&gt;&lt;wsp:rsid wsp:val=&quot;001F7E48&quot;/&gt;&lt;wsp:rsid wsp:val=&quot;002261A2&quot;/&gt;&lt;wsp:rsid wsp:val=&quot;0023160B&quot;/&gt;&lt;wsp:rsid wsp:val=&quot;002516D9&quot;/&gt;&lt;wsp:rsid wsp:val=&quot;0025209B&quot;/&gt;&lt;wsp:rsid wsp:val=&quot;002E0B44&quot;/&gt;&lt;wsp:rsid wsp:val=&quot;002E38B8&quot;/&gt;&lt;wsp:rsid wsp:val=&quot;002F7387&quot;/&gt;&lt;wsp:rsid wsp:val=&quot;0032007D&quot;/&gt;&lt;wsp:rsid wsp:val=&quot;00350ACA&quot;/&gt;&lt;wsp:rsid wsp:val=&quot;0037464B&quot;/&gt;&lt;wsp:rsid wsp:val=&quot;003B76B8&quot;/&gt;&lt;wsp:rsid wsp:val=&quot;003E196B&quot;/&gt;&lt;wsp:rsid wsp:val=&quot;003E5C4F&quot;/&gt;&lt;wsp:rsid wsp:val=&quot;00463B11&quot;/&gt;&lt;wsp:rsid wsp:val=&quot;004823DB&quot;/&gt;&lt;wsp:rsid wsp:val=&quot;004931BD&quot;/&gt;&lt;wsp:rsid wsp:val=&quot;004B0220&quot;/&gt;&lt;wsp:rsid wsp:val=&quot;004E51A2&quot;/&gt;&lt;wsp:rsid wsp:val=&quot;005568D8&quot;/&gt;&lt;wsp:rsid wsp:val=&quot;00564919&quot;/&gt;&lt;wsp:rsid wsp:val=&quot;005926AD&quot;/&gt;&lt;wsp:rsid wsp:val=&quot;005A0CE4&quot;/&gt;&lt;wsp:rsid wsp:val=&quot;005A40C5&quot;/&gt;&lt;wsp:rsid wsp:val=&quot;005B7CC4&quot;/&gt;&lt;wsp:rsid wsp:val=&quot;005C0391&quot;/&gt;&lt;wsp:rsid wsp:val=&quot;005F0B7B&quot;/&gt;&lt;wsp:rsid wsp:val=&quot;006102CF&quot;/&gt;&lt;wsp:rsid wsp:val=&quot;006140A8&quot;/&gt;&lt;wsp:rsid wsp:val=&quot;00622F59&quot;/&gt;&lt;wsp:rsid wsp:val=&quot;00626687&quot;/&gt;&lt;wsp:rsid wsp:val=&quot;00632700&quot;/&gt;&lt;wsp:rsid wsp:val=&quot;00633CA2&quot;/&gt;&lt;wsp:rsid wsp:val=&quot;00642D67&quot;/&gt;&lt;wsp:rsid wsp:val=&quot;00657CA1&quot;/&gt;&lt;wsp:rsid wsp:val=&quot;00664CFA&quot;/&gt;&lt;wsp:rsid wsp:val=&quot;006A6715&quot;/&gt;&lt;wsp:rsid wsp:val=&quot;006E642D&quot;/&gt;&lt;wsp:rsid wsp:val=&quot;0072121D&quot;/&gt;&lt;wsp:rsid wsp:val=&quot;007351A0&quot;/&gt;&lt;wsp:rsid wsp:val=&quot;0074229D&quot;/&gt;&lt;wsp:rsid wsp:val=&quot;00772B2D&quot;/&gt;&lt;wsp:rsid wsp:val=&quot;007816C1&quot;/&gt;&lt;wsp:rsid wsp:val=&quot;007856B0&quot;/&gt;&lt;wsp:rsid wsp:val=&quot;007B6536&quot;/&gt;&lt;wsp:rsid wsp:val=&quot;007D0C76&quot;/&gt;&lt;wsp:rsid wsp:val=&quot;007D2E00&quot;/&gt;&lt;wsp:rsid wsp:val=&quot;007D7069&quot;/&gt;&lt;wsp:rsid wsp:val=&quot;0086462D&quot;/&gt;&lt;wsp:rsid wsp:val=&quot;008A0BCB&quot;/&gt;&lt;wsp:rsid wsp:val=&quot;008B2F35&quot;/&gt;&lt;wsp:rsid wsp:val=&quot;008F60F2&quot;/&gt;&lt;wsp:rsid wsp:val=&quot;00932A9E&quot;/&gt;&lt;wsp:rsid wsp:val=&quot;0095788D&quot;/&gt;&lt;wsp:rsid wsp:val=&quot;00973275&quot;/&gt;&lt;wsp:rsid wsp:val=&quot;00985736&quot;/&gt;&lt;wsp:rsid wsp:val=&quot;009B2EAC&quot;/&gt;&lt;wsp:rsid wsp:val=&quot;00A1128B&quot;/&gt;&lt;wsp:rsid wsp:val=&quot;00A301E6&quot;/&gt;&lt;wsp:rsid wsp:val=&quot;00A47E90&quot;/&gt;&lt;wsp:rsid wsp:val=&quot;00A8372C&quot;/&gt;&lt;wsp:rsid wsp:val=&quot;00A91802&quot;/&gt;&lt;wsp:rsid wsp:val=&quot;00B62DF2&quot;/&gt;&lt;wsp:rsid wsp:val=&quot;00B9523D&quot;/&gt;&lt;wsp:rsid wsp:val=&quot;00BA6250&quot;/&gt;&lt;wsp:rsid wsp:val=&quot;00BC1709&quot;/&gt;&lt;wsp:rsid wsp:val=&quot;00BC5B73&quot;/&gt;&lt;wsp:rsid wsp:val=&quot;00C17F14&quot;/&gt;&lt;wsp:rsid wsp:val=&quot;00C40895&quot;/&gt;&lt;wsp:rsid wsp:val=&quot;00CC1F34&quot;/&gt;&lt;wsp:rsid wsp:val=&quot;00CC7FD0&quot;/&gt;&lt;wsp:rsid wsp:val=&quot;00CD04B6&quot;/&gt;&lt;wsp:rsid wsp:val=&quot;00CE155E&quot;/&gt;&lt;wsp:rsid wsp:val=&quot;00D11B94&quot;/&gt;&lt;wsp:rsid wsp:val=&quot;00D36ED3&quot;/&gt;&lt;wsp:rsid wsp:val=&quot;00DA7CE1&quot;/&gt;&lt;wsp:rsid wsp:val=&quot;00DB6183&quot;/&gt;&lt;wsp:rsid wsp:val=&quot;00DC52C9&quot;/&gt;&lt;wsp:rsid wsp:val=&quot;00DC560B&quot;/&gt;&lt;wsp:rsid wsp:val=&quot;00E03339&quot;/&gt;&lt;wsp:rsid wsp:val=&quot;00E35CA9&quot;/&gt;&lt;wsp:rsid wsp:val=&quot;00E36D1B&quot;/&gt;&lt;wsp:rsid wsp:val=&quot;00E377BC&quot;/&gt;&lt;wsp:rsid wsp:val=&quot;00E45F18&quot;/&gt;&lt;wsp:rsid wsp:val=&quot;00E62A5E&quot;/&gt;&lt;wsp:rsid wsp:val=&quot;00E65759&quot;/&gt;&lt;wsp:rsid wsp:val=&quot;00E70ED7&quot;/&gt;&lt;wsp:rsid wsp:val=&quot;00E82F86&quot;/&gt;&lt;wsp:rsid wsp:val=&quot;00E91A35&quot;/&gt;&lt;wsp:rsid wsp:val=&quot;00E92004&quot;/&gt;&lt;wsp:rsid wsp:val=&quot;00EC6E90&quot;/&gt;&lt;wsp:rsid wsp:val=&quot;00ED5286&quot;/&gt;&lt;wsp:rsid wsp:val=&quot;00F126DA&quot;/&gt;&lt;wsp:rsid wsp:val=&quot;00F22FEB&quot;/&gt;&lt;wsp:rsid wsp:val=&quot;00F51C7B&quot;/&gt;&lt;wsp:rsid wsp:val=&quot;00F547EC&quot;/&gt;&lt;wsp:rsid wsp:val=&quot;00F70BEF&quot;/&gt;&lt;wsp:rsid wsp:val=&quot;00F8293C&quot;/&gt;&lt;wsp:rsid wsp:val=&quot;00FC2A7B&quot;/&gt;&lt;wsp:rsid wsp:val=&quot;00FC4D2C&quot;/&gt;&lt;wsp:rsid wsp:val=&quot;00FF6C2A&quot;/&gt;&lt;/wsp:rsids&gt;&lt;/w:docPr&gt;&lt;w:body&gt;&lt;w:p wsp:rsidR=&quot;00000000&quot; wsp:rsidRDefault=&quot;00E92004&quot;&gt;&lt;m:oMathPara&gt;&lt;m:oMath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fareast=&quot;EN-US&quot;/&gt;&lt;/w:rPr&gt;&lt;/m:ctrlPr&gt;&lt;/m:fPr&gt;&lt;m:num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V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b&gt;&lt;/m:sSub&gt;&lt;/m:num&gt;&lt;m:den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V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sub&gt;&lt;/m:sSub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3" o:title="" chromakey="white"/>
          </v:shape>
        </w:pict>
      </w:r>
      <w:r w:rsidRPr="00F51C7B">
        <w:rPr>
          <w:rFonts w:ascii="Times New Roman" w:hAnsi="Times New Roman"/>
          <w:sz w:val="28"/>
          <w:szCs w:val="28"/>
        </w:rPr>
        <w:fldChar w:fldCharType="end"/>
      </w:r>
      <w:r w:rsidRPr="006140A8">
        <w:rPr>
          <w:rFonts w:ascii="Times New Roman" w:hAnsi="Times New Roman"/>
          <w:sz w:val="28"/>
          <w:szCs w:val="28"/>
        </w:rPr>
        <w:t>черездавления, используя уравнение состояния. Поскольку</w:t>
      </w:r>
      <w:r w:rsidRPr="00F51C7B">
        <w:rPr>
          <w:rFonts w:ascii="Times New Roman" w:hAnsi="Times New Roman"/>
          <w:sz w:val="28"/>
          <w:szCs w:val="28"/>
        </w:rPr>
        <w:fldChar w:fldCharType="begin"/>
      </w:r>
      <w:r w:rsidRPr="00F51C7B">
        <w:rPr>
          <w:rFonts w:ascii="Times New Roman" w:hAnsi="Times New Roman"/>
          <w:sz w:val="28"/>
          <w:szCs w:val="28"/>
        </w:rPr>
        <w:instrText xml:space="preserve"> QUOTE </w:instrText>
      </w:r>
      <w:r w:rsidRPr="00F51C7B">
        <w:pict>
          <v:shape id="_x0000_i1047" type="#_x0000_t75" style="width:112.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A0CE4&quot;/&gt;&lt;wsp:rsid wsp:val=&quot;000428C8&quot;/&gt;&lt;wsp:rsid wsp:val=&quot;00055410&quot;/&gt;&lt;wsp:rsid wsp:val=&quot;00067DF9&quot;/&gt;&lt;wsp:rsid wsp:val=&quot;00080C68&quot;/&gt;&lt;wsp:rsid wsp:val=&quot;0008696F&quot;/&gt;&lt;wsp:rsid wsp:val=&quot;00096A51&quot;/&gt;&lt;wsp:rsid wsp:val=&quot;000C5324&quot;/&gt;&lt;wsp:rsid wsp:val=&quot;000C63E9&quot;/&gt;&lt;wsp:rsid wsp:val=&quot;001153F2&quot;/&gt;&lt;wsp:rsid wsp:val=&quot;00173EC6&quot;/&gt;&lt;wsp:rsid wsp:val=&quot;001C5061&quot;/&gt;&lt;wsp:rsid wsp:val=&quot;001E2FE2&quot;/&gt;&lt;wsp:rsid wsp:val=&quot;001F7E48&quot;/&gt;&lt;wsp:rsid wsp:val=&quot;002261A2&quot;/&gt;&lt;wsp:rsid wsp:val=&quot;0023160B&quot;/&gt;&lt;wsp:rsid wsp:val=&quot;002516D9&quot;/&gt;&lt;wsp:rsid wsp:val=&quot;0025209B&quot;/&gt;&lt;wsp:rsid wsp:val=&quot;002E0B44&quot;/&gt;&lt;wsp:rsid wsp:val=&quot;002E38B8&quot;/&gt;&lt;wsp:rsid wsp:val=&quot;002F7387&quot;/&gt;&lt;wsp:rsid wsp:val=&quot;0032007D&quot;/&gt;&lt;wsp:rsid wsp:val=&quot;00350ACA&quot;/&gt;&lt;wsp:rsid wsp:val=&quot;0037464B&quot;/&gt;&lt;wsp:rsid wsp:val=&quot;003B76B8&quot;/&gt;&lt;wsp:rsid wsp:val=&quot;003E196B&quot;/&gt;&lt;wsp:rsid wsp:val=&quot;003E5C4F&quot;/&gt;&lt;wsp:rsid wsp:val=&quot;00463B11&quot;/&gt;&lt;wsp:rsid wsp:val=&quot;004823DB&quot;/&gt;&lt;wsp:rsid wsp:val=&quot;004931BD&quot;/&gt;&lt;wsp:rsid wsp:val=&quot;004B0220&quot;/&gt;&lt;wsp:rsid wsp:val=&quot;004E51A2&quot;/&gt;&lt;wsp:rsid wsp:val=&quot;005568D8&quot;/&gt;&lt;wsp:rsid wsp:val=&quot;00564919&quot;/&gt;&lt;wsp:rsid wsp:val=&quot;005926AD&quot;/&gt;&lt;wsp:rsid wsp:val=&quot;005A0CE4&quot;/&gt;&lt;wsp:rsid wsp:val=&quot;005A40C5&quot;/&gt;&lt;wsp:rsid wsp:val=&quot;005B7CC4&quot;/&gt;&lt;wsp:rsid wsp:val=&quot;005C0391&quot;/&gt;&lt;wsp:rsid wsp:val=&quot;005F0B7B&quot;/&gt;&lt;wsp:rsid wsp:val=&quot;006102CF&quot;/&gt;&lt;wsp:rsid wsp:val=&quot;006140A8&quot;/&gt;&lt;wsp:rsid wsp:val=&quot;00622F59&quot;/&gt;&lt;wsp:rsid wsp:val=&quot;00626687&quot;/&gt;&lt;wsp:rsid wsp:val=&quot;00632700&quot;/&gt;&lt;wsp:rsid wsp:val=&quot;00633CA2&quot;/&gt;&lt;wsp:rsid wsp:val=&quot;00642D67&quot;/&gt;&lt;wsp:rsid wsp:val=&quot;00657CA1&quot;/&gt;&lt;wsp:rsid wsp:val=&quot;00664CFA&quot;/&gt;&lt;wsp:rsid wsp:val=&quot;006A6715&quot;/&gt;&lt;wsp:rsid wsp:val=&quot;006E642D&quot;/&gt;&lt;wsp:rsid wsp:val=&quot;0072121D&quot;/&gt;&lt;wsp:rsid wsp:val=&quot;007351A0&quot;/&gt;&lt;wsp:rsid wsp:val=&quot;0074229D&quot;/&gt;&lt;wsp:rsid wsp:val=&quot;00772B2D&quot;/&gt;&lt;wsp:rsid wsp:val=&quot;007816C1&quot;/&gt;&lt;wsp:rsid wsp:val=&quot;007856B0&quot;/&gt;&lt;wsp:rsid wsp:val=&quot;007A73B3&quot;/&gt;&lt;wsp:rsid wsp:val=&quot;007B6536&quot;/&gt;&lt;wsp:rsid wsp:val=&quot;007D0C76&quot;/&gt;&lt;wsp:rsid wsp:val=&quot;007D2E00&quot;/&gt;&lt;wsp:rsid wsp:val=&quot;007D7069&quot;/&gt;&lt;wsp:rsid wsp:val=&quot;0086462D&quot;/&gt;&lt;wsp:rsid wsp:val=&quot;008A0BCB&quot;/&gt;&lt;wsp:rsid wsp:val=&quot;008B2F35&quot;/&gt;&lt;wsp:rsid wsp:val=&quot;008F60F2&quot;/&gt;&lt;wsp:rsid wsp:val=&quot;00932A9E&quot;/&gt;&lt;wsp:rsid wsp:val=&quot;0095788D&quot;/&gt;&lt;wsp:rsid wsp:val=&quot;00973275&quot;/&gt;&lt;wsp:rsid wsp:val=&quot;00985736&quot;/&gt;&lt;wsp:rsid wsp:val=&quot;009B2EAC&quot;/&gt;&lt;wsp:rsid wsp:val=&quot;00A1128B&quot;/&gt;&lt;wsp:rsid wsp:val=&quot;00A301E6&quot;/&gt;&lt;wsp:rsid wsp:val=&quot;00A47E90&quot;/&gt;&lt;wsp:rsid wsp:val=&quot;00A8372C&quot;/&gt;&lt;wsp:rsid wsp:val=&quot;00A91802&quot;/&gt;&lt;wsp:rsid wsp:val=&quot;00B62DF2&quot;/&gt;&lt;wsp:rsid wsp:val=&quot;00B9523D&quot;/&gt;&lt;wsp:rsid wsp:val=&quot;00BA6250&quot;/&gt;&lt;wsp:rsid wsp:val=&quot;00BC1709&quot;/&gt;&lt;wsp:rsid wsp:val=&quot;00BC5B73&quot;/&gt;&lt;wsp:rsid wsp:val=&quot;00C17F14&quot;/&gt;&lt;wsp:rsid wsp:val=&quot;00C40895&quot;/&gt;&lt;wsp:rsid wsp:val=&quot;00CC1F34&quot;/&gt;&lt;wsp:rsid wsp:val=&quot;00CC7FD0&quot;/&gt;&lt;wsp:rsid wsp:val=&quot;00CD04B6&quot;/&gt;&lt;wsp:rsid wsp:val=&quot;00CE155E&quot;/&gt;&lt;wsp:rsid wsp:val=&quot;00D11B94&quot;/&gt;&lt;wsp:rsid wsp:val=&quot;00D36ED3&quot;/&gt;&lt;wsp:rsid wsp:val=&quot;00DA7CE1&quot;/&gt;&lt;wsp:rsid wsp:val=&quot;00DB6183&quot;/&gt;&lt;wsp:rsid wsp:val=&quot;00DC52C9&quot;/&gt;&lt;wsp:rsid wsp:val=&quot;00DC560B&quot;/&gt;&lt;wsp:rsid wsp:val=&quot;00E03339&quot;/&gt;&lt;wsp:rsid wsp:val=&quot;00E35CA9&quot;/&gt;&lt;wsp:rsid wsp:val=&quot;00E36D1B&quot;/&gt;&lt;wsp:rsid wsp:val=&quot;00E377BC&quot;/&gt;&lt;wsp:rsid wsp:val=&quot;00E45F18&quot;/&gt;&lt;wsp:rsid wsp:val=&quot;00E62A5E&quot;/&gt;&lt;wsp:rsid wsp:val=&quot;00E65759&quot;/&gt;&lt;wsp:rsid wsp:val=&quot;00E70ED7&quot;/&gt;&lt;wsp:rsid wsp:val=&quot;00E82F86&quot;/&gt;&lt;wsp:rsid wsp:val=&quot;00E91A35&quot;/&gt;&lt;wsp:rsid wsp:val=&quot;00EC6E90&quot;/&gt;&lt;wsp:rsid wsp:val=&quot;00ED5286&quot;/&gt;&lt;wsp:rsid wsp:val=&quot;00F126DA&quot;/&gt;&lt;wsp:rsid wsp:val=&quot;00F22FEB&quot;/&gt;&lt;wsp:rsid wsp:val=&quot;00F51C7B&quot;/&gt;&lt;wsp:rsid wsp:val=&quot;00F547EC&quot;/&gt;&lt;wsp:rsid wsp:val=&quot;00F70BEF&quot;/&gt;&lt;wsp:rsid wsp:val=&quot;00F8293C&quot;/&gt;&lt;wsp:rsid wsp:val=&quot;00FC2A7B&quot;/&gt;&lt;wsp:rsid wsp:val=&quot;00FC4D2C&quot;/&gt;&lt;wsp:rsid wsp:val=&quot;00FF6C2A&quot;/&gt;&lt;/wsp:rsids&gt;&lt;/w:docPr&gt;&lt;w:body&gt;&lt;w:p wsp:rsidR=&quot;00000000&quot; wsp:rsidRDefault=&quot;007A73B3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KZ&quot; w:fareast=&quot;EN-US&quot;/&gt;&lt;/w:rPr&gt;&lt;/m:ctrlPr&gt;&lt;/m:sSubPr&gt;&lt;m:e&gt;&lt;m:r&gt;&lt;w:rPr&gt;&lt;w:rStyle w:val=&quot;katex-mathml&quot;/&gt;&lt;w:rFonts w:ascii=&quot;Cambria Math&quot; w:h-ansi=&quot;Cambria Math&quot;/&gt;&lt;wx:font wx:val=&quot;Cambria Math&quot;/&gt;&lt;w:i/&gt;&lt;w:sz w:val=&quot;28&quot;/&gt;&lt;w:sz-cs w:val=&quot;28&quot;/&gt;&lt;w:lang w:val=&quot;KZ&quot;/&gt;&lt;/w:rPr&gt;&lt;m:t&gt;p&lt;/m:t&gt;&lt;/m:r&gt;&lt;/m:e&gt;&lt;m:sub&gt;&lt;m:r&gt;&lt;w:rPr&gt;&lt;w:rStyle w:val=&quot;katex-mathml&quot;/&gt;&lt;w:rFonts w:ascii=&quot;Cambria Math&quot; w:h-ansi=&quot;Times New Roman&quot;/&gt;&lt;wx:font wx:val=&quot;Cambria Math&quot;/&gt;&lt;w:i/&gt;&lt;w:sz w:val=&quot;28&quot;/&gt;&lt;w:sz-cs w:val=&quot;28&quot;/&gt;&lt;w:lang w:val=&quot;KZ&quot;/&gt;&lt;/w:rPr&gt;&lt;m:t&gt;1&lt;/m:t&gt;&lt;/m:r&gt;&lt;/m:sub&gt;&lt;/m:sSub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KZ&quot; w:fareast=&quot;EN-US&quot;/&gt;&lt;/w:rPr&gt;&lt;/m:ctrlPr&gt;&lt;/m:sSubPr&gt;&lt;m:e&gt;&lt;m:r&gt;&lt;w:rPr&gt;&lt;w:rStyle w:val=&quot;katex-mathml&quot;/&gt;&lt;w:rFonts w:ascii=&quot;Cambria Math&quot; w:h-ansi=&quot;Cambria Math&quot;/&gt;&lt;wx:font wx:val=&quot;Cambria Math&quot;/&gt;&lt;w:i/&gt;&lt;w:sz w:val=&quot;28&quot;/&gt;&lt;w:sz-cs w:val=&quot;28&quot;/&gt;&lt;w:lang w:val=&quot;KZ&quot;/&gt;&lt;/w:rPr&gt;&lt;m:t&gt;V&lt;/m:t&gt;&lt;/m:r&gt;&lt;/m:e&gt;&lt;m:sub&gt;&lt;m:r&gt;&lt;w:rPr&gt;&lt;w:rStyle w:val=&quot;katex-mathml&quot;/&gt;&lt;w:rFonts w:ascii=&quot;Cambria Math&quot; w:h-ansi=&quot;Times New Roman&quot;/&gt;&lt;wx:font wx:val=&quot;Cambria Math&quot;/&gt;&lt;w:i/&gt;&lt;w:sz w:val=&quot;28&quot;/&gt;&lt;w:sz-cs w:val=&quot;28&quot;/&gt;&lt;w:lang w:val=&quot;KZ&quot;/&gt;&lt;/w:rPr&gt;&lt;m:t&gt;1&lt;/m:t&gt;&lt;/m:r&gt;&lt;/m:sub&gt;&lt;/m:sSub&gt;&lt;m:r&gt;&lt;w:rPr&gt;&lt;w:rStyle w:val=&quot;katex-mathml&quot;/&gt;&lt;w:rFonts w:ascii=&quot;Cambria Math&quot; w:h-ansi=&quot;Times New Roman&quot;/&gt;&lt;wx:font wx:val=&quot;Cambria Math&quot;/&gt;&lt;w:i/&gt;&lt;w:sz w:val=&quot;28&quot;/&gt;&lt;w:sz-cs w:val=&quot;28&quot;/&gt;&lt;w:lang w:val=&quot;KZ&quot;/&gt;&lt;/w:rPr&gt;&lt;m:t&gt;=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KZ&quot; w:fareast=&quot;EN-US&quot;/&gt;&lt;/w:rPr&gt;&lt;/m:ctrlPr&gt;&lt;/m:sSubPr&gt;&lt;m:e&gt;&lt;m:r&gt;&lt;w:rPr&gt;&lt;w:rStyle w:val=&quot;katex-mathml&quot;/&gt;&lt;w:rFonts w:ascii=&quot;Cambria Math&quot; w:h-ansi=&quot;Cambria Math&quot;/&gt;&lt;wx:font wx:val=&quot;Cambria Math&quot;/&gt;&lt;w:i/&gt;&lt;w:sz w:val=&quot;28&quot;/&gt;&lt;w:sz-cs w:val=&quot;28&quot;/&gt;&lt;w:lang w:val=&quot;KZ&quot;/&gt;&lt;/w:rPr&gt;&lt;m:t&gt;p&lt;/m:t&gt;&lt;/m:r&gt;&lt;/m:e&gt;&lt;m:sub&gt;&lt;m:r&gt;&lt;w:rPr&gt;&lt;w:rStyle w:val=&quot;katex-mathml&quot;/&gt;&lt;w:rFonts w:ascii=&quot;Cambria Math&quot; w:h-ansi=&quot;Times New Roman&quot;/&gt;&lt;wx:font wx:val=&quot;Cambria Math&quot;/&gt;&lt;w:i/&gt;&lt;w:sz w:val=&quot;28&quot;/&gt;&lt;w:sz-cs w:val=&quot;28&quot;/&gt;&lt;w:lang w:val=&quot;KZ&quot;/&gt;&lt;/w:rPr&gt;&lt;m:t&gt;2&lt;/m:t&gt;&lt;/m:r&gt;&lt;/m:sub&gt;&lt;/m:sSub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KZ&quot; w:fareast=&quot;EN-US&quot;/&gt;&lt;/w:rPr&gt;&lt;/m:ctrlPr&gt;&lt;/m:sSubPr&gt;&lt;m:e&gt;&lt;m:r&gt;&lt;w:rPr&gt;&lt;w:rStyle w:val=&quot;katex-mathml&quot;/&gt;&lt;w:rFonts w:ascii=&quot;Cambria Math&quot; w:h-ansi=&quot;Cambria Math&quot;/&gt;&lt;wx:font wx:val=&quot;Cambria Math&quot;/&gt;&lt;w:i/&gt;&lt;w:sz w:val=&quot;28&quot;/&gt;&lt;w:sz-cs w:val=&quot;28&quot;/&gt;&lt;w:lang w:val=&quot;KZ&quot;/&gt;&lt;/w:rPr&gt;&lt;m:t&gt;V&lt;/m:t&gt;&lt;/m:r&gt;&lt;/m:e&gt;&lt;m:sub&gt;&lt;m:r&gt;&lt;w:rPr&gt;&lt;w:rStyle w:val=&quot;katex-mathml&quot;/&gt;&lt;w:rFonts w:ascii=&quot;Cambria Math&quot; w:h-ansi=&quot;Times New Roman&quot;/&gt;&lt;wx:font wx:val=&quot;Cambria Math&quot;/&gt;&lt;w:i/&gt;&lt;w:sz w:val=&quot;28&quot;/&gt;&lt;w:sz-cs w:val=&quot;28&quot;/&gt;&lt;w:lang w:val=&quot;KZ&quot;/&gt;&lt;/w:rPr&gt;&lt;m:t&gt;2&lt;/m:t&gt;&lt;/m:r&gt;&lt;/m:sub&gt;&lt;/m:sSub&gt;&lt;m:r&gt;&lt;w:rPr&gt;&lt;w:rStyle w:val=&quot;katex-mathml&quot;/&gt;&lt;w:rFonts w:ascii=&quot;Cambria Math&quot; w:h-ansi=&quot;Times New Roman&quot;/&gt;&lt;wx:font wx:val=&quot;Cambria Math&quot;/&gt;&lt;w:i/&gt;&lt;w:sz w:val=&quot;28&quot;/&gt;&lt;w:sz-cs w:val=&quot;28&quot;/&gt;&lt;w:lang w:val=&quot;KZ&quot;/&gt;&lt;/w:rPr&gt;&lt;m:t&gt;=&lt;/m:t&gt;&lt;/m:r&gt;&lt;m:r&gt;&lt;w:rPr&gt;&lt;w:rStyle w:val=&quot;katex-mathml&quot;/&gt;&lt;w:rFonts w:ascii=&quot;Cambria Math&quot; w:h-ansi=&quot;Cambria Math&quot;/&gt;&lt;wx:font wx:val=&quot;Cambria Math&quot;/&gt;&lt;w:i/&gt;&lt;w:sz w:val=&quot;28&quot;/&gt;&lt;w:sz-cs w:val=&quot;28&quot;/&gt;&lt;w:lang w:val=&quot;KZ&quot;/&gt;&lt;/w:rPr&gt;&lt;m:t&gt;nRT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4" o:title="" chromakey="white"/>
          </v:shape>
        </w:pict>
      </w:r>
      <w:r w:rsidRPr="00F51C7B">
        <w:rPr>
          <w:rFonts w:ascii="Times New Roman" w:hAnsi="Times New Roman"/>
          <w:sz w:val="28"/>
          <w:szCs w:val="28"/>
        </w:rPr>
        <w:instrText xml:space="preserve"> </w:instrText>
      </w:r>
      <w:r w:rsidRPr="00F51C7B">
        <w:rPr>
          <w:rFonts w:ascii="Times New Roman" w:hAnsi="Times New Roman"/>
          <w:sz w:val="28"/>
          <w:szCs w:val="28"/>
        </w:rPr>
        <w:fldChar w:fldCharType="separate"/>
      </w:r>
      <w:r w:rsidRPr="00F51C7B">
        <w:pict>
          <v:shape id="_x0000_i1048" type="#_x0000_t75" style="width:112.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A0CE4&quot;/&gt;&lt;wsp:rsid wsp:val=&quot;000428C8&quot;/&gt;&lt;wsp:rsid wsp:val=&quot;00055410&quot;/&gt;&lt;wsp:rsid wsp:val=&quot;00067DF9&quot;/&gt;&lt;wsp:rsid wsp:val=&quot;00080C68&quot;/&gt;&lt;wsp:rsid wsp:val=&quot;0008696F&quot;/&gt;&lt;wsp:rsid wsp:val=&quot;00096A51&quot;/&gt;&lt;wsp:rsid wsp:val=&quot;000C5324&quot;/&gt;&lt;wsp:rsid wsp:val=&quot;000C63E9&quot;/&gt;&lt;wsp:rsid wsp:val=&quot;001153F2&quot;/&gt;&lt;wsp:rsid wsp:val=&quot;00173EC6&quot;/&gt;&lt;wsp:rsid wsp:val=&quot;001C5061&quot;/&gt;&lt;wsp:rsid wsp:val=&quot;001E2FE2&quot;/&gt;&lt;wsp:rsid wsp:val=&quot;001F7E48&quot;/&gt;&lt;wsp:rsid wsp:val=&quot;002261A2&quot;/&gt;&lt;wsp:rsid wsp:val=&quot;0023160B&quot;/&gt;&lt;wsp:rsid wsp:val=&quot;002516D9&quot;/&gt;&lt;wsp:rsid wsp:val=&quot;0025209B&quot;/&gt;&lt;wsp:rsid wsp:val=&quot;002E0B44&quot;/&gt;&lt;wsp:rsid wsp:val=&quot;002E38B8&quot;/&gt;&lt;wsp:rsid wsp:val=&quot;002F7387&quot;/&gt;&lt;wsp:rsid wsp:val=&quot;0032007D&quot;/&gt;&lt;wsp:rsid wsp:val=&quot;00350ACA&quot;/&gt;&lt;wsp:rsid wsp:val=&quot;0037464B&quot;/&gt;&lt;wsp:rsid wsp:val=&quot;003B76B8&quot;/&gt;&lt;wsp:rsid wsp:val=&quot;003E196B&quot;/&gt;&lt;wsp:rsid wsp:val=&quot;003E5C4F&quot;/&gt;&lt;wsp:rsid wsp:val=&quot;00463B11&quot;/&gt;&lt;wsp:rsid wsp:val=&quot;004823DB&quot;/&gt;&lt;wsp:rsid wsp:val=&quot;004931BD&quot;/&gt;&lt;wsp:rsid wsp:val=&quot;004B0220&quot;/&gt;&lt;wsp:rsid wsp:val=&quot;004E51A2&quot;/&gt;&lt;wsp:rsid wsp:val=&quot;005568D8&quot;/&gt;&lt;wsp:rsid wsp:val=&quot;00564919&quot;/&gt;&lt;wsp:rsid wsp:val=&quot;005926AD&quot;/&gt;&lt;wsp:rsid wsp:val=&quot;005A0CE4&quot;/&gt;&lt;wsp:rsid wsp:val=&quot;005A40C5&quot;/&gt;&lt;wsp:rsid wsp:val=&quot;005B7CC4&quot;/&gt;&lt;wsp:rsid wsp:val=&quot;005C0391&quot;/&gt;&lt;wsp:rsid wsp:val=&quot;005F0B7B&quot;/&gt;&lt;wsp:rsid wsp:val=&quot;006102CF&quot;/&gt;&lt;wsp:rsid wsp:val=&quot;006140A8&quot;/&gt;&lt;wsp:rsid wsp:val=&quot;00622F59&quot;/&gt;&lt;wsp:rsid wsp:val=&quot;00626687&quot;/&gt;&lt;wsp:rsid wsp:val=&quot;00632700&quot;/&gt;&lt;wsp:rsid wsp:val=&quot;00633CA2&quot;/&gt;&lt;wsp:rsid wsp:val=&quot;00642D67&quot;/&gt;&lt;wsp:rsid wsp:val=&quot;00657CA1&quot;/&gt;&lt;wsp:rsid wsp:val=&quot;00664CFA&quot;/&gt;&lt;wsp:rsid wsp:val=&quot;006A6715&quot;/&gt;&lt;wsp:rsid wsp:val=&quot;006E642D&quot;/&gt;&lt;wsp:rsid wsp:val=&quot;0072121D&quot;/&gt;&lt;wsp:rsid wsp:val=&quot;007351A0&quot;/&gt;&lt;wsp:rsid wsp:val=&quot;0074229D&quot;/&gt;&lt;wsp:rsid wsp:val=&quot;00772B2D&quot;/&gt;&lt;wsp:rsid wsp:val=&quot;007816C1&quot;/&gt;&lt;wsp:rsid wsp:val=&quot;007856B0&quot;/&gt;&lt;wsp:rsid wsp:val=&quot;007A73B3&quot;/&gt;&lt;wsp:rsid wsp:val=&quot;007B6536&quot;/&gt;&lt;wsp:rsid wsp:val=&quot;007D0C76&quot;/&gt;&lt;wsp:rsid wsp:val=&quot;007D2E00&quot;/&gt;&lt;wsp:rsid wsp:val=&quot;007D7069&quot;/&gt;&lt;wsp:rsid wsp:val=&quot;0086462D&quot;/&gt;&lt;wsp:rsid wsp:val=&quot;008A0BCB&quot;/&gt;&lt;wsp:rsid wsp:val=&quot;008B2F35&quot;/&gt;&lt;wsp:rsid wsp:val=&quot;008F60F2&quot;/&gt;&lt;wsp:rsid wsp:val=&quot;00932A9E&quot;/&gt;&lt;wsp:rsid wsp:val=&quot;0095788D&quot;/&gt;&lt;wsp:rsid wsp:val=&quot;00973275&quot;/&gt;&lt;wsp:rsid wsp:val=&quot;00985736&quot;/&gt;&lt;wsp:rsid wsp:val=&quot;009B2EAC&quot;/&gt;&lt;wsp:rsid wsp:val=&quot;00A1128B&quot;/&gt;&lt;wsp:rsid wsp:val=&quot;00A301E6&quot;/&gt;&lt;wsp:rsid wsp:val=&quot;00A47E90&quot;/&gt;&lt;wsp:rsid wsp:val=&quot;00A8372C&quot;/&gt;&lt;wsp:rsid wsp:val=&quot;00A91802&quot;/&gt;&lt;wsp:rsid wsp:val=&quot;00B62DF2&quot;/&gt;&lt;wsp:rsid wsp:val=&quot;00B9523D&quot;/&gt;&lt;wsp:rsid wsp:val=&quot;00BA6250&quot;/&gt;&lt;wsp:rsid wsp:val=&quot;00BC1709&quot;/&gt;&lt;wsp:rsid wsp:val=&quot;00BC5B73&quot;/&gt;&lt;wsp:rsid wsp:val=&quot;00C17F14&quot;/&gt;&lt;wsp:rsid wsp:val=&quot;00C40895&quot;/&gt;&lt;wsp:rsid wsp:val=&quot;00CC1F34&quot;/&gt;&lt;wsp:rsid wsp:val=&quot;00CC7FD0&quot;/&gt;&lt;wsp:rsid wsp:val=&quot;00CD04B6&quot;/&gt;&lt;wsp:rsid wsp:val=&quot;00CE155E&quot;/&gt;&lt;wsp:rsid wsp:val=&quot;00D11B94&quot;/&gt;&lt;wsp:rsid wsp:val=&quot;00D36ED3&quot;/&gt;&lt;wsp:rsid wsp:val=&quot;00DA7CE1&quot;/&gt;&lt;wsp:rsid wsp:val=&quot;00DB6183&quot;/&gt;&lt;wsp:rsid wsp:val=&quot;00DC52C9&quot;/&gt;&lt;wsp:rsid wsp:val=&quot;00DC560B&quot;/&gt;&lt;wsp:rsid wsp:val=&quot;00E03339&quot;/&gt;&lt;wsp:rsid wsp:val=&quot;00E35CA9&quot;/&gt;&lt;wsp:rsid wsp:val=&quot;00E36D1B&quot;/&gt;&lt;wsp:rsid wsp:val=&quot;00E377BC&quot;/&gt;&lt;wsp:rsid wsp:val=&quot;00E45F18&quot;/&gt;&lt;wsp:rsid wsp:val=&quot;00E62A5E&quot;/&gt;&lt;wsp:rsid wsp:val=&quot;00E65759&quot;/&gt;&lt;wsp:rsid wsp:val=&quot;00E70ED7&quot;/&gt;&lt;wsp:rsid wsp:val=&quot;00E82F86&quot;/&gt;&lt;wsp:rsid wsp:val=&quot;00E91A35&quot;/&gt;&lt;wsp:rsid wsp:val=&quot;00EC6E90&quot;/&gt;&lt;wsp:rsid wsp:val=&quot;00ED5286&quot;/&gt;&lt;wsp:rsid wsp:val=&quot;00F126DA&quot;/&gt;&lt;wsp:rsid wsp:val=&quot;00F22FEB&quot;/&gt;&lt;wsp:rsid wsp:val=&quot;00F51C7B&quot;/&gt;&lt;wsp:rsid wsp:val=&quot;00F547EC&quot;/&gt;&lt;wsp:rsid wsp:val=&quot;00F70BEF&quot;/&gt;&lt;wsp:rsid wsp:val=&quot;00F8293C&quot;/&gt;&lt;wsp:rsid wsp:val=&quot;00FC2A7B&quot;/&gt;&lt;wsp:rsid wsp:val=&quot;00FC4D2C&quot;/&gt;&lt;wsp:rsid wsp:val=&quot;00FF6C2A&quot;/&gt;&lt;/wsp:rsids&gt;&lt;/w:docPr&gt;&lt;w:body&gt;&lt;w:p wsp:rsidR=&quot;00000000&quot; wsp:rsidRDefault=&quot;007A73B3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KZ&quot; w:fareast=&quot;EN-US&quot;/&gt;&lt;/w:rPr&gt;&lt;/m:ctrlPr&gt;&lt;/m:sSubPr&gt;&lt;m:e&gt;&lt;m:r&gt;&lt;w:rPr&gt;&lt;w:rStyle w:val=&quot;katex-mathml&quot;/&gt;&lt;w:rFonts w:ascii=&quot;Cambria Math&quot; w:h-ansi=&quot;Cambria Math&quot;/&gt;&lt;wx:font wx:val=&quot;Cambria Math&quot;/&gt;&lt;w:i/&gt;&lt;w:sz w:val=&quot;28&quot;/&gt;&lt;w:sz-cs w:val=&quot;28&quot;/&gt;&lt;w:lang w:val=&quot;KZ&quot;/&gt;&lt;/w:rPr&gt;&lt;m:t&gt;p&lt;/m:t&gt;&lt;/m:r&gt;&lt;/m:e&gt;&lt;m:sub&gt;&lt;m:r&gt;&lt;w:rPr&gt;&lt;w:rStyle w:val=&quot;katex-mathml&quot;/&gt;&lt;w:rFonts w:ascii=&quot;Cambria Math&quot; w:h-ansi=&quot;Times New Roman&quot;/&gt;&lt;wx:font wx:val=&quot;Cambria Math&quot;/&gt;&lt;w:i/&gt;&lt;w:sz w:val=&quot;28&quot;/&gt;&lt;w:sz-cs w:val=&quot;28&quot;/&gt;&lt;w:lang w:val=&quot;KZ&quot;/&gt;&lt;/w:rPr&gt;&lt;m:t&gt;1&lt;/m:t&gt;&lt;/m:r&gt;&lt;/m:sub&gt;&lt;/m:sSub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KZ&quot; w:fareast=&quot;EN-US&quot;/&gt;&lt;/w:rPr&gt;&lt;/m:ctrlPr&gt;&lt;/m:sSubPr&gt;&lt;m:e&gt;&lt;m:r&gt;&lt;w:rPr&gt;&lt;w:rStyle w:val=&quot;katex-mathml&quot;/&gt;&lt;w:rFonts w:ascii=&quot;Cambria Math&quot; w:h-ansi=&quot;Cambria Math&quot;/&gt;&lt;wx:font wx:val=&quot;Cambria Math&quot;/&gt;&lt;w:i/&gt;&lt;w:sz w:val=&quot;28&quot;/&gt;&lt;w:sz-cs w:val=&quot;28&quot;/&gt;&lt;w:lang w:val=&quot;KZ&quot;/&gt;&lt;/w:rPr&gt;&lt;m:t&gt;V&lt;/m:t&gt;&lt;/m:r&gt;&lt;/m:e&gt;&lt;m:sub&gt;&lt;m:r&gt;&lt;w:rPr&gt;&lt;w:rStyle w:val=&quot;katex-mathml&quot;/&gt;&lt;w:rFonts w:ascii=&quot;Cambria Math&quot; w:h-ansi=&quot;Times New Roman&quot;/&gt;&lt;wx:font wx:val=&quot;Cambria Math&quot;/&gt;&lt;w:i/&gt;&lt;w:sz w:val=&quot;28&quot;/&gt;&lt;w:sz-cs w:val=&quot;28&quot;/&gt;&lt;w:lang w:val=&quot;KZ&quot;/&gt;&lt;/w:rPr&gt;&lt;m:t&gt;1&lt;/m:t&gt;&lt;/m:r&gt;&lt;/m:sub&gt;&lt;/m:sSub&gt;&lt;m:r&gt;&lt;w:rPr&gt;&lt;w:rStyle w:val=&quot;katex-mathml&quot;/&gt;&lt;w:rFonts w:ascii=&quot;Cambria Math&quot; w:h-ansi=&quot;Times New Roman&quot;/&gt;&lt;wx:font wx:val=&quot;Cambria Math&quot;/&gt;&lt;w:i/&gt;&lt;w:sz w:val=&quot;28&quot;/&gt;&lt;w:sz-cs w:val=&quot;28&quot;/&gt;&lt;w:lang w:val=&quot;KZ&quot;/&gt;&lt;/w:rPr&gt;&lt;m:t&gt;=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KZ&quot; w:fareast=&quot;EN-US&quot;/&gt;&lt;/w:rPr&gt;&lt;/m:ctrlPr&gt;&lt;/m:sSubPr&gt;&lt;m:e&gt;&lt;m:r&gt;&lt;w:rPr&gt;&lt;w:rStyle w:val=&quot;katex-mathml&quot;/&gt;&lt;w:rFonts w:ascii=&quot;Cambria Math&quot; w:h-ansi=&quot;Cambria Math&quot;/&gt;&lt;wx:font wx:val=&quot;Cambria Math&quot;/&gt;&lt;w:i/&gt;&lt;w:sz w:val=&quot;28&quot;/&gt;&lt;w:sz-cs w:val=&quot;28&quot;/&gt;&lt;w:lang w:val=&quot;KZ&quot;/&gt;&lt;/w:rPr&gt;&lt;m:t&gt;p&lt;/m:t&gt;&lt;/m:r&gt;&lt;/m:e&gt;&lt;m:sub&gt;&lt;m:r&gt;&lt;w:rPr&gt;&lt;w:rStyle w:val=&quot;katex-mathml&quot;/&gt;&lt;w:rFonts w:ascii=&quot;Cambria Math&quot; w:h-ansi=&quot;Times New Roman&quot;/&gt;&lt;wx:font wx:val=&quot;Cambria Math&quot;/&gt;&lt;w:i/&gt;&lt;w:sz w:val=&quot;28&quot;/&gt;&lt;w:sz-cs w:val=&quot;28&quot;/&gt;&lt;w:lang w:val=&quot;KZ&quot;/&gt;&lt;/w:rPr&gt;&lt;m:t&gt;2&lt;/m:t&gt;&lt;/m:r&gt;&lt;/m:sub&gt;&lt;/m:sSub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KZ&quot; w:fareast=&quot;EN-US&quot;/&gt;&lt;/w:rPr&gt;&lt;/m:ctrlPr&gt;&lt;/m:sSubPr&gt;&lt;m:e&gt;&lt;m:r&gt;&lt;w:rPr&gt;&lt;w:rStyle w:val=&quot;katex-mathml&quot;/&gt;&lt;w:rFonts w:ascii=&quot;Cambria Math&quot; w:h-ansi=&quot;Cambria Math&quot;/&gt;&lt;wx:font wx:val=&quot;Cambria Math&quot;/&gt;&lt;w:i/&gt;&lt;w:sz w:val=&quot;28&quot;/&gt;&lt;w:sz-cs w:val=&quot;28&quot;/&gt;&lt;w:lang w:val=&quot;KZ&quot;/&gt;&lt;/w:rPr&gt;&lt;m:t&gt;V&lt;/m:t&gt;&lt;/m:r&gt;&lt;/m:e&gt;&lt;m:sub&gt;&lt;m:r&gt;&lt;w:rPr&gt;&lt;w:rStyle w:val=&quot;katex-mathml&quot;/&gt;&lt;w:rFonts w:ascii=&quot;Cambria Math&quot; w:h-ansi=&quot;Times New Roman&quot;/&gt;&lt;wx:font wx:val=&quot;Cambria Math&quot;/&gt;&lt;w:i/&gt;&lt;w:sz w:val=&quot;28&quot;/&gt;&lt;w:sz-cs w:val=&quot;28&quot;/&gt;&lt;w:lang w:val=&quot;KZ&quot;/&gt;&lt;/w:rPr&gt;&lt;m:t&gt;2&lt;/m:t&gt;&lt;/m:r&gt;&lt;/m:sub&gt;&lt;/m:sSub&gt;&lt;m:r&gt;&lt;w:rPr&gt;&lt;w:rStyle w:val=&quot;katex-mathml&quot;/&gt;&lt;w:rFonts w:ascii=&quot;Cambria Math&quot; w:h-ansi=&quot;Times New Roman&quot;/&gt;&lt;wx:font wx:val=&quot;Cambria Math&quot;/&gt;&lt;w:i/&gt;&lt;w:sz w:val=&quot;28&quot;/&gt;&lt;w:sz-cs w:val=&quot;28&quot;/&gt;&lt;w:lang w:val=&quot;KZ&quot;/&gt;&lt;/w:rPr&gt;&lt;m:t&gt;=&lt;/m:t&gt;&lt;/m:r&gt;&lt;m:r&gt;&lt;w:rPr&gt;&lt;w:rStyle w:val=&quot;katex-mathml&quot;/&gt;&lt;w:rFonts w:ascii=&quot;Cambria Math&quot; w:h-ansi=&quot;Cambria Math&quot;/&gt;&lt;wx:font wx:val=&quot;Cambria Math&quot;/&gt;&lt;w:i/&gt;&lt;w:sz w:val=&quot;28&quot;/&gt;&lt;w:sz-cs w:val=&quot;28&quot;/&gt;&lt;w:lang w:val=&quot;KZ&quot;/&gt;&lt;/w:rPr&gt;&lt;m:t&gt;nRT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4" o:title="" chromakey="white"/>
          </v:shape>
        </w:pict>
      </w:r>
      <w:r w:rsidRPr="00F51C7B">
        <w:rPr>
          <w:rFonts w:ascii="Times New Roman" w:hAnsi="Times New Roman"/>
          <w:sz w:val="28"/>
          <w:szCs w:val="28"/>
        </w:rPr>
        <w:fldChar w:fldCharType="end"/>
      </w:r>
      <w:r w:rsidRPr="006140A8">
        <w:rPr>
          <w:rFonts w:ascii="Times New Roman" w:hAnsi="Times New Roman"/>
          <w:sz w:val="28"/>
          <w:szCs w:val="28"/>
        </w:rPr>
        <w:t>, то</w:t>
      </w:r>
    </w:p>
    <w:p w:rsidR="000140FA" w:rsidRPr="006140A8" w:rsidRDefault="000140FA" w:rsidP="006140A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51C7B">
        <w:pict>
          <v:shape id="_x0000_i1049" type="#_x0000_t75" style="width:42.7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A0CE4&quot;/&gt;&lt;wsp:rsid wsp:val=&quot;000428C8&quot;/&gt;&lt;wsp:rsid wsp:val=&quot;00055410&quot;/&gt;&lt;wsp:rsid wsp:val=&quot;00067DF9&quot;/&gt;&lt;wsp:rsid wsp:val=&quot;00080C68&quot;/&gt;&lt;wsp:rsid wsp:val=&quot;0008696F&quot;/&gt;&lt;wsp:rsid wsp:val=&quot;00096A51&quot;/&gt;&lt;wsp:rsid wsp:val=&quot;000C5324&quot;/&gt;&lt;wsp:rsid wsp:val=&quot;000C63E9&quot;/&gt;&lt;wsp:rsid wsp:val=&quot;001153F2&quot;/&gt;&lt;wsp:rsid wsp:val=&quot;00173EC6&quot;/&gt;&lt;wsp:rsid wsp:val=&quot;001C5061&quot;/&gt;&lt;wsp:rsid wsp:val=&quot;001E2FE2&quot;/&gt;&lt;wsp:rsid wsp:val=&quot;001F7E48&quot;/&gt;&lt;wsp:rsid wsp:val=&quot;002261A2&quot;/&gt;&lt;wsp:rsid wsp:val=&quot;0023160B&quot;/&gt;&lt;wsp:rsid wsp:val=&quot;002516D9&quot;/&gt;&lt;wsp:rsid wsp:val=&quot;0025209B&quot;/&gt;&lt;wsp:rsid wsp:val=&quot;002E0B44&quot;/&gt;&lt;wsp:rsid wsp:val=&quot;002E38B8&quot;/&gt;&lt;wsp:rsid wsp:val=&quot;002F7387&quot;/&gt;&lt;wsp:rsid wsp:val=&quot;0032007D&quot;/&gt;&lt;wsp:rsid wsp:val=&quot;00350ACA&quot;/&gt;&lt;wsp:rsid wsp:val=&quot;0037464B&quot;/&gt;&lt;wsp:rsid wsp:val=&quot;003B76B8&quot;/&gt;&lt;wsp:rsid wsp:val=&quot;003E196B&quot;/&gt;&lt;wsp:rsid wsp:val=&quot;003E5C4F&quot;/&gt;&lt;wsp:rsid wsp:val=&quot;00463B11&quot;/&gt;&lt;wsp:rsid wsp:val=&quot;004823DB&quot;/&gt;&lt;wsp:rsid wsp:val=&quot;004931BD&quot;/&gt;&lt;wsp:rsid wsp:val=&quot;004B0220&quot;/&gt;&lt;wsp:rsid wsp:val=&quot;004E51A2&quot;/&gt;&lt;wsp:rsid wsp:val=&quot;005568D8&quot;/&gt;&lt;wsp:rsid wsp:val=&quot;00564919&quot;/&gt;&lt;wsp:rsid wsp:val=&quot;005926AD&quot;/&gt;&lt;wsp:rsid wsp:val=&quot;005A0CE4&quot;/&gt;&lt;wsp:rsid wsp:val=&quot;005A40C5&quot;/&gt;&lt;wsp:rsid wsp:val=&quot;005B7CC4&quot;/&gt;&lt;wsp:rsid wsp:val=&quot;005C0391&quot;/&gt;&lt;wsp:rsid wsp:val=&quot;005F0B7B&quot;/&gt;&lt;wsp:rsid wsp:val=&quot;006102CF&quot;/&gt;&lt;wsp:rsid wsp:val=&quot;006140A8&quot;/&gt;&lt;wsp:rsid wsp:val=&quot;00622F59&quot;/&gt;&lt;wsp:rsid wsp:val=&quot;00626687&quot;/&gt;&lt;wsp:rsid wsp:val=&quot;00632700&quot;/&gt;&lt;wsp:rsid wsp:val=&quot;00633CA2&quot;/&gt;&lt;wsp:rsid wsp:val=&quot;00642D67&quot;/&gt;&lt;wsp:rsid wsp:val=&quot;00657CA1&quot;/&gt;&lt;wsp:rsid wsp:val=&quot;00664CFA&quot;/&gt;&lt;wsp:rsid wsp:val=&quot;006A6715&quot;/&gt;&lt;wsp:rsid wsp:val=&quot;006E642D&quot;/&gt;&lt;wsp:rsid wsp:val=&quot;0072121D&quot;/&gt;&lt;wsp:rsid wsp:val=&quot;007351A0&quot;/&gt;&lt;wsp:rsid wsp:val=&quot;0074229D&quot;/&gt;&lt;wsp:rsid wsp:val=&quot;00772B2D&quot;/&gt;&lt;wsp:rsid wsp:val=&quot;007816C1&quot;/&gt;&lt;wsp:rsid wsp:val=&quot;007856B0&quot;/&gt;&lt;wsp:rsid wsp:val=&quot;007B6536&quot;/&gt;&lt;wsp:rsid wsp:val=&quot;007D0C76&quot;/&gt;&lt;wsp:rsid wsp:val=&quot;007D2E00&quot;/&gt;&lt;wsp:rsid wsp:val=&quot;007D7069&quot;/&gt;&lt;wsp:rsid wsp:val=&quot;0086462D&quot;/&gt;&lt;wsp:rsid wsp:val=&quot;008A0BCB&quot;/&gt;&lt;wsp:rsid wsp:val=&quot;008B2F35&quot;/&gt;&lt;wsp:rsid wsp:val=&quot;008F60F2&quot;/&gt;&lt;wsp:rsid wsp:val=&quot;00932A9E&quot;/&gt;&lt;wsp:rsid wsp:val=&quot;0095788D&quot;/&gt;&lt;wsp:rsid wsp:val=&quot;00973275&quot;/&gt;&lt;wsp:rsid wsp:val=&quot;00985736&quot;/&gt;&lt;wsp:rsid wsp:val=&quot;009B2EAC&quot;/&gt;&lt;wsp:rsid wsp:val=&quot;00A1128B&quot;/&gt;&lt;wsp:rsid wsp:val=&quot;00A301E6&quot;/&gt;&lt;wsp:rsid wsp:val=&quot;00A47E90&quot;/&gt;&lt;wsp:rsid wsp:val=&quot;00A8372C&quot;/&gt;&lt;wsp:rsid wsp:val=&quot;00A91802&quot;/&gt;&lt;wsp:rsid wsp:val=&quot;00B62DF2&quot;/&gt;&lt;wsp:rsid wsp:val=&quot;00B9523D&quot;/&gt;&lt;wsp:rsid wsp:val=&quot;00B9777B&quot;/&gt;&lt;wsp:rsid wsp:val=&quot;00BA6250&quot;/&gt;&lt;wsp:rsid wsp:val=&quot;00BC1709&quot;/&gt;&lt;wsp:rsid wsp:val=&quot;00BC5B73&quot;/&gt;&lt;wsp:rsid wsp:val=&quot;00C17F14&quot;/&gt;&lt;wsp:rsid wsp:val=&quot;00C40895&quot;/&gt;&lt;wsp:rsid wsp:val=&quot;00CC1F34&quot;/&gt;&lt;wsp:rsid wsp:val=&quot;00CC7FD0&quot;/&gt;&lt;wsp:rsid wsp:val=&quot;00CD04B6&quot;/&gt;&lt;wsp:rsid wsp:val=&quot;00CE155E&quot;/&gt;&lt;wsp:rsid wsp:val=&quot;00D11B94&quot;/&gt;&lt;wsp:rsid wsp:val=&quot;00D36ED3&quot;/&gt;&lt;wsp:rsid wsp:val=&quot;00DA7CE1&quot;/&gt;&lt;wsp:rsid wsp:val=&quot;00DB6183&quot;/&gt;&lt;wsp:rsid wsp:val=&quot;00DC52C9&quot;/&gt;&lt;wsp:rsid wsp:val=&quot;00DC560B&quot;/&gt;&lt;wsp:rsid wsp:val=&quot;00E03339&quot;/&gt;&lt;wsp:rsid wsp:val=&quot;00E35CA9&quot;/&gt;&lt;wsp:rsid wsp:val=&quot;00E36D1B&quot;/&gt;&lt;wsp:rsid wsp:val=&quot;00E377BC&quot;/&gt;&lt;wsp:rsid wsp:val=&quot;00E45F18&quot;/&gt;&lt;wsp:rsid wsp:val=&quot;00E62A5E&quot;/&gt;&lt;wsp:rsid wsp:val=&quot;00E65759&quot;/&gt;&lt;wsp:rsid wsp:val=&quot;00E70ED7&quot;/&gt;&lt;wsp:rsid wsp:val=&quot;00E82F86&quot;/&gt;&lt;wsp:rsid wsp:val=&quot;00E91A35&quot;/&gt;&lt;wsp:rsid wsp:val=&quot;00EC6E90&quot;/&gt;&lt;wsp:rsid wsp:val=&quot;00ED5286&quot;/&gt;&lt;wsp:rsid wsp:val=&quot;00F126DA&quot;/&gt;&lt;wsp:rsid wsp:val=&quot;00F22FEB&quot;/&gt;&lt;wsp:rsid wsp:val=&quot;00F51C7B&quot;/&gt;&lt;wsp:rsid wsp:val=&quot;00F547EC&quot;/&gt;&lt;wsp:rsid wsp:val=&quot;00F70BEF&quot;/&gt;&lt;wsp:rsid wsp:val=&quot;00F8293C&quot;/&gt;&lt;wsp:rsid wsp:val=&quot;00FC2A7B&quot;/&gt;&lt;wsp:rsid wsp:val=&quot;00FC4D2C&quot;/&gt;&lt;wsp:rsid wsp:val=&quot;00FF6C2A&quot;/&gt;&lt;/wsp:rsids&gt;&lt;/w:docPr&gt;&lt;w:body&gt;&lt;w:p wsp:rsidR=&quot;00000000&quot; wsp:rsidRDefault=&quot;00B9777B&quot;&gt;&lt;m:oMathPara&gt;&lt;m:oMath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fareast=&quot;EN-US&quot;/&gt;&lt;/w:rPr&gt;&lt;/m:ctrlPr&gt;&lt;/m:fPr&gt;&lt;m:num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V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b&gt;&lt;/m:sSub&gt;&lt;/m:num&gt;&lt;m:den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V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sub&gt;&lt;/m:sSub&gt;&lt;/m:den&gt;&lt;/m:f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fareast=&quot;EN-US&quot;/&gt;&lt;/w:rPr&gt;&lt;/m:ctrlPr&gt;&lt;/m:fPr&gt;&lt;m:num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p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sub&gt;&lt;/m:sSub&gt;&lt;/m:num&gt;&lt;m:den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p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b&gt;&lt;/m:sSub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</w:p>
    <w:p w:rsidR="000140FA" w:rsidRPr="006140A8" w:rsidRDefault="000140FA" w:rsidP="006140A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140A8">
        <w:rPr>
          <w:rFonts w:ascii="Times New Roman" w:hAnsi="Times New Roman"/>
          <w:sz w:val="28"/>
          <w:szCs w:val="28"/>
        </w:rPr>
        <w:t>Таким образом,</w:t>
      </w:r>
    </w:p>
    <w:p w:rsidR="000140FA" w:rsidRPr="006140A8" w:rsidRDefault="000140FA" w:rsidP="006140A8">
      <w:pPr>
        <w:spacing w:after="0" w:line="360" w:lineRule="auto"/>
        <w:rPr>
          <w:rFonts w:ascii="Times New Roman" w:hAnsi="Times New Roman"/>
          <w:i/>
          <w:sz w:val="28"/>
          <w:szCs w:val="28"/>
        </w:rPr>
      </w:pPr>
    </w:p>
    <w:p w:rsidR="000140FA" w:rsidRPr="006140A8" w:rsidRDefault="000140FA" w:rsidP="006140A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140A8">
        <w:rPr>
          <w:rFonts w:ascii="Times New Roman" w:hAnsi="Times New Roman"/>
          <w:sz w:val="28"/>
          <w:szCs w:val="28"/>
        </w:rPr>
        <w:t xml:space="preserve">Для окружающей среды в обратимом процессе </w:t>
      </w:r>
      <w:r w:rsidRPr="006140A8">
        <w:rPr>
          <w:rStyle w:val="vlist-s"/>
          <w:rFonts w:ascii="Times New Roman" w:hAnsi="Times New Roman"/>
          <w:sz w:val="28"/>
          <w:szCs w:val="28"/>
        </w:rPr>
        <w:t>​​</w:t>
      </w:r>
      <w:r w:rsidRPr="006140A8">
        <w:rPr>
          <w:rFonts w:ascii="Times New Roman" w:hAnsi="Times New Roman"/>
          <w:sz w:val="28"/>
          <w:szCs w:val="28"/>
        </w:rPr>
        <w:t>, так как окружающая среда отдает тепло газу:</w:t>
      </w:r>
    </w:p>
    <w:p w:rsidR="000140FA" w:rsidRPr="006140A8" w:rsidRDefault="000140FA" w:rsidP="006140A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0140FA" w:rsidRPr="006140A8" w:rsidRDefault="000140FA" w:rsidP="001C5061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6140A8">
        <w:rPr>
          <w:rFonts w:ascii="Times New Roman" w:hAnsi="Times New Roman"/>
          <w:b/>
          <w:bCs/>
          <w:sz w:val="28"/>
          <w:szCs w:val="28"/>
        </w:rPr>
        <w:t>Итог для обратимого процесса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6140A8">
        <w:rPr>
          <w:rFonts w:ascii="Times New Roman" w:hAnsi="Times New Roman"/>
          <w:sz w:val="28"/>
          <w:szCs w:val="28"/>
          <w:lang w:val="kk-KZ"/>
        </w:rPr>
        <w:t>и</w:t>
      </w:r>
      <w:r w:rsidRPr="006140A8">
        <w:rPr>
          <w:rFonts w:ascii="Times New Roman" w:hAnsi="Times New Roman"/>
          <w:sz w:val="28"/>
          <w:szCs w:val="28"/>
        </w:rPr>
        <w:t>зменение энтропии газа</w:t>
      </w:r>
      <w:r w:rsidRPr="006140A8">
        <w:rPr>
          <w:rFonts w:ascii="Times New Roman" w:hAnsi="Times New Roman"/>
          <w:sz w:val="28"/>
          <w:szCs w:val="28"/>
          <w:lang w:val="kk-KZ"/>
        </w:rPr>
        <w:t xml:space="preserve">: </w:t>
      </w:r>
      <w:r w:rsidRPr="006140A8">
        <w:rPr>
          <w:rFonts w:ascii="Times New Roman" w:hAnsi="Times New Roman"/>
          <w:sz w:val="28"/>
          <w:szCs w:val="28"/>
        </w:rPr>
        <w:br/>
      </w:r>
    </w:p>
    <w:p w:rsidR="000140FA" w:rsidRPr="006140A8" w:rsidRDefault="000140FA" w:rsidP="006140A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140A8">
        <w:rPr>
          <w:rFonts w:ascii="Times New Roman" w:hAnsi="Times New Roman"/>
          <w:sz w:val="28"/>
          <w:szCs w:val="28"/>
        </w:rPr>
        <w:t>Изменение энтропии окружающей среды</w:t>
      </w:r>
    </w:p>
    <w:p w:rsidR="000140FA" w:rsidRPr="006140A8" w:rsidRDefault="000140FA" w:rsidP="006140A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0140FA" w:rsidRPr="006140A8" w:rsidRDefault="000140FA" w:rsidP="006140A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140A8">
        <w:rPr>
          <w:rFonts w:ascii="Times New Roman" w:hAnsi="Times New Roman"/>
          <w:sz w:val="28"/>
          <w:szCs w:val="28"/>
        </w:rPr>
        <w:t xml:space="preserve">б) В случае необратимого изотермического расширения газа против постоянного внешнего давления </w:t>
      </w:r>
      <w:r w:rsidRPr="00F51C7B">
        <w:rPr>
          <w:rStyle w:val="vlist-s"/>
          <w:rFonts w:ascii="Times New Roman" w:hAnsi="Times New Roman"/>
          <w:sz w:val="28"/>
          <w:szCs w:val="28"/>
        </w:rPr>
        <w:fldChar w:fldCharType="begin"/>
      </w:r>
      <w:r w:rsidRPr="00F51C7B">
        <w:rPr>
          <w:rStyle w:val="vlist-s"/>
          <w:rFonts w:ascii="Times New Roman" w:hAnsi="Times New Roman"/>
          <w:sz w:val="28"/>
          <w:szCs w:val="28"/>
        </w:rPr>
        <w:instrText xml:space="preserve"> QUOTE </w:instrText>
      </w:r>
      <w:r w:rsidRPr="00F51C7B">
        <w:pict>
          <v:shape id="_x0000_i1050" type="#_x0000_t75" style="width:37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A0CE4&quot;/&gt;&lt;wsp:rsid wsp:val=&quot;000428C8&quot;/&gt;&lt;wsp:rsid wsp:val=&quot;00055410&quot;/&gt;&lt;wsp:rsid wsp:val=&quot;00067DF9&quot;/&gt;&lt;wsp:rsid wsp:val=&quot;00080C68&quot;/&gt;&lt;wsp:rsid wsp:val=&quot;0008696F&quot;/&gt;&lt;wsp:rsid wsp:val=&quot;00096A51&quot;/&gt;&lt;wsp:rsid wsp:val=&quot;000C5324&quot;/&gt;&lt;wsp:rsid wsp:val=&quot;000C63E9&quot;/&gt;&lt;wsp:rsid wsp:val=&quot;001153F2&quot;/&gt;&lt;wsp:rsid wsp:val=&quot;00173EC6&quot;/&gt;&lt;wsp:rsid wsp:val=&quot;001C5061&quot;/&gt;&lt;wsp:rsid wsp:val=&quot;001E2FE2&quot;/&gt;&lt;wsp:rsid wsp:val=&quot;001F7E48&quot;/&gt;&lt;wsp:rsid wsp:val=&quot;002261A2&quot;/&gt;&lt;wsp:rsid wsp:val=&quot;0023160B&quot;/&gt;&lt;wsp:rsid wsp:val=&quot;002516D9&quot;/&gt;&lt;wsp:rsid wsp:val=&quot;0025209B&quot;/&gt;&lt;wsp:rsid wsp:val=&quot;002E0B44&quot;/&gt;&lt;wsp:rsid wsp:val=&quot;002E38B8&quot;/&gt;&lt;wsp:rsid wsp:val=&quot;002F7387&quot;/&gt;&lt;wsp:rsid wsp:val=&quot;0032007D&quot;/&gt;&lt;wsp:rsid wsp:val=&quot;00350ACA&quot;/&gt;&lt;wsp:rsid wsp:val=&quot;0037464B&quot;/&gt;&lt;wsp:rsid wsp:val=&quot;003B76B8&quot;/&gt;&lt;wsp:rsid wsp:val=&quot;003E196B&quot;/&gt;&lt;wsp:rsid wsp:val=&quot;003E5C4F&quot;/&gt;&lt;wsp:rsid wsp:val=&quot;00463B11&quot;/&gt;&lt;wsp:rsid wsp:val=&quot;004823DB&quot;/&gt;&lt;wsp:rsid wsp:val=&quot;004931BD&quot;/&gt;&lt;wsp:rsid wsp:val=&quot;004B0220&quot;/&gt;&lt;wsp:rsid wsp:val=&quot;004E51A2&quot;/&gt;&lt;wsp:rsid wsp:val=&quot;005568D8&quot;/&gt;&lt;wsp:rsid wsp:val=&quot;00564919&quot;/&gt;&lt;wsp:rsid wsp:val=&quot;005926AD&quot;/&gt;&lt;wsp:rsid wsp:val=&quot;005A0CE4&quot;/&gt;&lt;wsp:rsid wsp:val=&quot;005A40C5&quot;/&gt;&lt;wsp:rsid wsp:val=&quot;005B7CC4&quot;/&gt;&lt;wsp:rsid wsp:val=&quot;005C0391&quot;/&gt;&lt;wsp:rsid wsp:val=&quot;005F0B7B&quot;/&gt;&lt;wsp:rsid wsp:val=&quot;006102CF&quot;/&gt;&lt;wsp:rsid wsp:val=&quot;006140A8&quot;/&gt;&lt;wsp:rsid wsp:val=&quot;00622F59&quot;/&gt;&lt;wsp:rsid wsp:val=&quot;00626687&quot;/&gt;&lt;wsp:rsid wsp:val=&quot;00632700&quot;/&gt;&lt;wsp:rsid wsp:val=&quot;00633CA2&quot;/&gt;&lt;wsp:rsid wsp:val=&quot;00642D67&quot;/&gt;&lt;wsp:rsid wsp:val=&quot;00657CA1&quot;/&gt;&lt;wsp:rsid wsp:val=&quot;00664CFA&quot;/&gt;&lt;wsp:rsid wsp:val=&quot;006A6715&quot;/&gt;&lt;wsp:rsid wsp:val=&quot;006E642D&quot;/&gt;&lt;wsp:rsid wsp:val=&quot;0072121D&quot;/&gt;&lt;wsp:rsid wsp:val=&quot;007351A0&quot;/&gt;&lt;wsp:rsid wsp:val=&quot;0074229D&quot;/&gt;&lt;wsp:rsid wsp:val=&quot;00772B2D&quot;/&gt;&lt;wsp:rsid wsp:val=&quot;007816C1&quot;/&gt;&lt;wsp:rsid wsp:val=&quot;007856B0&quot;/&gt;&lt;wsp:rsid wsp:val=&quot;007B6536&quot;/&gt;&lt;wsp:rsid wsp:val=&quot;007D0C76&quot;/&gt;&lt;wsp:rsid wsp:val=&quot;007D2E00&quot;/&gt;&lt;wsp:rsid wsp:val=&quot;007D7069&quot;/&gt;&lt;wsp:rsid wsp:val=&quot;0086462D&quot;/&gt;&lt;wsp:rsid wsp:val=&quot;008A0BCB&quot;/&gt;&lt;wsp:rsid wsp:val=&quot;008B2F35&quot;/&gt;&lt;wsp:rsid wsp:val=&quot;008F60F2&quot;/&gt;&lt;wsp:rsid wsp:val=&quot;00932A9E&quot;/&gt;&lt;wsp:rsid wsp:val=&quot;0095788D&quot;/&gt;&lt;wsp:rsid wsp:val=&quot;00973275&quot;/&gt;&lt;wsp:rsid wsp:val=&quot;00985736&quot;/&gt;&lt;wsp:rsid wsp:val=&quot;009B2EAC&quot;/&gt;&lt;wsp:rsid wsp:val=&quot;00A1128B&quot;/&gt;&lt;wsp:rsid wsp:val=&quot;00A301E6&quot;/&gt;&lt;wsp:rsid wsp:val=&quot;00A47E90&quot;/&gt;&lt;wsp:rsid wsp:val=&quot;00A8372C&quot;/&gt;&lt;wsp:rsid wsp:val=&quot;00A91802&quot;/&gt;&lt;wsp:rsid wsp:val=&quot;00AB73DC&quot;/&gt;&lt;wsp:rsid wsp:val=&quot;00B62DF2&quot;/&gt;&lt;wsp:rsid wsp:val=&quot;00B9523D&quot;/&gt;&lt;wsp:rsid wsp:val=&quot;00BA6250&quot;/&gt;&lt;wsp:rsid wsp:val=&quot;00BC1709&quot;/&gt;&lt;wsp:rsid wsp:val=&quot;00BC5B73&quot;/&gt;&lt;wsp:rsid wsp:val=&quot;00C17F14&quot;/&gt;&lt;wsp:rsid wsp:val=&quot;00C40895&quot;/&gt;&lt;wsp:rsid wsp:val=&quot;00CC1F34&quot;/&gt;&lt;wsp:rsid wsp:val=&quot;00CC7FD0&quot;/&gt;&lt;wsp:rsid wsp:val=&quot;00CD04B6&quot;/&gt;&lt;wsp:rsid wsp:val=&quot;00CE155E&quot;/&gt;&lt;wsp:rsid wsp:val=&quot;00D11B94&quot;/&gt;&lt;wsp:rsid wsp:val=&quot;00D36ED3&quot;/&gt;&lt;wsp:rsid wsp:val=&quot;00DA7CE1&quot;/&gt;&lt;wsp:rsid wsp:val=&quot;00DB6183&quot;/&gt;&lt;wsp:rsid wsp:val=&quot;00DC52C9&quot;/&gt;&lt;wsp:rsid wsp:val=&quot;00DC560B&quot;/&gt;&lt;wsp:rsid wsp:val=&quot;00E03339&quot;/&gt;&lt;wsp:rsid wsp:val=&quot;00E35CA9&quot;/&gt;&lt;wsp:rsid wsp:val=&quot;00E36D1B&quot;/&gt;&lt;wsp:rsid wsp:val=&quot;00E377BC&quot;/&gt;&lt;wsp:rsid wsp:val=&quot;00E45F18&quot;/&gt;&lt;wsp:rsid wsp:val=&quot;00E62A5E&quot;/&gt;&lt;wsp:rsid wsp:val=&quot;00E65759&quot;/&gt;&lt;wsp:rsid wsp:val=&quot;00E70ED7&quot;/&gt;&lt;wsp:rsid wsp:val=&quot;00E82F86&quot;/&gt;&lt;wsp:rsid wsp:val=&quot;00E91A35&quot;/&gt;&lt;wsp:rsid wsp:val=&quot;00EC6E90&quot;/&gt;&lt;wsp:rsid wsp:val=&quot;00ED5286&quot;/&gt;&lt;wsp:rsid wsp:val=&quot;00F126DA&quot;/&gt;&lt;wsp:rsid wsp:val=&quot;00F22FEB&quot;/&gt;&lt;wsp:rsid wsp:val=&quot;00F51C7B&quot;/&gt;&lt;wsp:rsid wsp:val=&quot;00F547EC&quot;/&gt;&lt;wsp:rsid wsp:val=&quot;00F70BEF&quot;/&gt;&lt;wsp:rsid wsp:val=&quot;00F8293C&quot;/&gt;&lt;wsp:rsid wsp:val=&quot;00FC2A7B&quot;/&gt;&lt;wsp:rsid wsp:val=&quot;00FC4D2C&quot;/&gt;&lt;wsp:rsid wsp:val=&quot;00FF6C2A&quot;/&gt;&lt;/wsp:rsids&gt;&lt;/w:docPr&gt;&lt;w:body&gt;&lt;w:p wsp:rsidR=&quot;00000000&quot; wsp:rsidRDefault=&quot;00AB73DC&quot;&gt;&lt;m:oMathPara&gt;&lt;m:oMath&gt;&lt;m:r&gt;&lt;w:rPr&gt;&lt;w:rStyle w:val=&quot;katex-mathml&quot;/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m:r&gt;&lt;w:rPr&gt;&lt;w:rStyle w:val=&quot;katex-mathml&quot;/&gt;&lt;w:rFonts w:ascii=&quot;Cambria Math&quot; w:h-ansi=&quot;Times New Roman&quot;/&gt;&lt;wx:font wx:val=&quot;Cambria Math&quot;/&gt;&lt;w:i/&gt;&lt;w:sz w:val=&quot;28&quot;/&gt;&lt;w:sz-cs w:val=&quot;28&quot;/&gt;&lt;/w:rPr&gt;&lt;m:t&gt;&amp;lt;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p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Pr="00F51C7B">
        <w:rPr>
          <w:rStyle w:val="vlist-s"/>
          <w:rFonts w:ascii="Times New Roman" w:hAnsi="Times New Roman"/>
          <w:sz w:val="28"/>
          <w:szCs w:val="28"/>
        </w:rPr>
        <w:instrText xml:space="preserve"> </w:instrText>
      </w:r>
      <w:r w:rsidRPr="00F51C7B">
        <w:rPr>
          <w:rStyle w:val="vlist-s"/>
          <w:rFonts w:ascii="Times New Roman" w:hAnsi="Times New Roman"/>
          <w:sz w:val="28"/>
          <w:szCs w:val="28"/>
        </w:rPr>
        <w:fldChar w:fldCharType="separate"/>
      </w:r>
      <w:r w:rsidRPr="00F51C7B">
        <w:pict>
          <v:shape id="_x0000_i1051" type="#_x0000_t75" style="width:37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A0CE4&quot;/&gt;&lt;wsp:rsid wsp:val=&quot;000428C8&quot;/&gt;&lt;wsp:rsid wsp:val=&quot;00055410&quot;/&gt;&lt;wsp:rsid wsp:val=&quot;00067DF9&quot;/&gt;&lt;wsp:rsid wsp:val=&quot;00080C68&quot;/&gt;&lt;wsp:rsid wsp:val=&quot;0008696F&quot;/&gt;&lt;wsp:rsid wsp:val=&quot;00096A51&quot;/&gt;&lt;wsp:rsid wsp:val=&quot;000C5324&quot;/&gt;&lt;wsp:rsid wsp:val=&quot;000C63E9&quot;/&gt;&lt;wsp:rsid wsp:val=&quot;001153F2&quot;/&gt;&lt;wsp:rsid wsp:val=&quot;00173EC6&quot;/&gt;&lt;wsp:rsid wsp:val=&quot;001C5061&quot;/&gt;&lt;wsp:rsid wsp:val=&quot;001E2FE2&quot;/&gt;&lt;wsp:rsid wsp:val=&quot;001F7E48&quot;/&gt;&lt;wsp:rsid wsp:val=&quot;002261A2&quot;/&gt;&lt;wsp:rsid wsp:val=&quot;0023160B&quot;/&gt;&lt;wsp:rsid wsp:val=&quot;002516D9&quot;/&gt;&lt;wsp:rsid wsp:val=&quot;0025209B&quot;/&gt;&lt;wsp:rsid wsp:val=&quot;002E0B44&quot;/&gt;&lt;wsp:rsid wsp:val=&quot;002E38B8&quot;/&gt;&lt;wsp:rsid wsp:val=&quot;002F7387&quot;/&gt;&lt;wsp:rsid wsp:val=&quot;0032007D&quot;/&gt;&lt;wsp:rsid wsp:val=&quot;00350ACA&quot;/&gt;&lt;wsp:rsid wsp:val=&quot;0037464B&quot;/&gt;&lt;wsp:rsid wsp:val=&quot;003B76B8&quot;/&gt;&lt;wsp:rsid wsp:val=&quot;003E196B&quot;/&gt;&lt;wsp:rsid wsp:val=&quot;003E5C4F&quot;/&gt;&lt;wsp:rsid wsp:val=&quot;00463B11&quot;/&gt;&lt;wsp:rsid wsp:val=&quot;004823DB&quot;/&gt;&lt;wsp:rsid wsp:val=&quot;004931BD&quot;/&gt;&lt;wsp:rsid wsp:val=&quot;004B0220&quot;/&gt;&lt;wsp:rsid wsp:val=&quot;004E51A2&quot;/&gt;&lt;wsp:rsid wsp:val=&quot;005568D8&quot;/&gt;&lt;wsp:rsid wsp:val=&quot;00564919&quot;/&gt;&lt;wsp:rsid wsp:val=&quot;005926AD&quot;/&gt;&lt;wsp:rsid wsp:val=&quot;005A0CE4&quot;/&gt;&lt;wsp:rsid wsp:val=&quot;005A40C5&quot;/&gt;&lt;wsp:rsid wsp:val=&quot;005B7CC4&quot;/&gt;&lt;wsp:rsid wsp:val=&quot;005C0391&quot;/&gt;&lt;wsp:rsid wsp:val=&quot;005F0B7B&quot;/&gt;&lt;wsp:rsid wsp:val=&quot;006102CF&quot;/&gt;&lt;wsp:rsid wsp:val=&quot;006140A8&quot;/&gt;&lt;wsp:rsid wsp:val=&quot;00622F59&quot;/&gt;&lt;wsp:rsid wsp:val=&quot;00626687&quot;/&gt;&lt;wsp:rsid wsp:val=&quot;00632700&quot;/&gt;&lt;wsp:rsid wsp:val=&quot;00633CA2&quot;/&gt;&lt;wsp:rsid wsp:val=&quot;00642D67&quot;/&gt;&lt;wsp:rsid wsp:val=&quot;00657CA1&quot;/&gt;&lt;wsp:rsid wsp:val=&quot;00664CFA&quot;/&gt;&lt;wsp:rsid wsp:val=&quot;006A6715&quot;/&gt;&lt;wsp:rsid wsp:val=&quot;006E642D&quot;/&gt;&lt;wsp:rsid wsp:val=&quot;0072121D&quot;/&gt;&lt;wsp:rsid wsp:val=&quot;007351A0&quot;/&gt;&lt;wsp:rsid wsp:val=&quot;0074229D&quot;/&gt;&lt;wsp:rsid wsp:val=&quot;00772B2D&quot;/&gt;&lt;wsp:rsid wsp:val=&quot;007816C1&quot;/&gt;&lt;wsp:rsid wsp:val=&quot;007856B0&quot;/&gt;&lt;wsp:rsid wsp:val=&quot;007B6536&quot;/&gt;&lt;wsp:rsid wsp:val=&quot;007D0C76&quot;/&gt;&lt;wsp:rsid wsp:val=&quot;007D2E00&quot;/&gt;&lt;wsp:rsid wsp:val=&quot;007D7069&quot;/&gt;&lt;wsp:rsid wsp:val=&quot;0086462D&quot;/&gt;&lt;wsp:rsid wsp:val=&quot;008A0BCB&quot;/&gt;&lt;wsp:rsid wsp:val=&quot;008B2F35&quot;/&gt;&lt;wsp:rsid wsp:val=&quot;008F60F2&quot;/&gt;&lt;wsp:rsid wsp:val=&quot;00932A9E&quot;/&gt;&lt;wsp:rsid wsp:val=&quot;0095788D&quot;/&gt;&lt;wsp:rsid wsp:val=&quot;00973275&quot;/&gt;&lt;wsp:rsid wsp:val=&quot;00985736&quot;/&gt;&lt;wsp:rsid wsp:val=&quot;009B2EAC&quot;/&gt;&lt;wsp:rsid wsp:val=&quot;00A1128B&quot;/&gt;&lt;wsp:rsid wsp:val=&quot;00A301E6&quot;/&gt;&lt;wsp:rsid wsp:val=&quot;00A47E90&quot;/&gt;&lt;wsp:rsid wsp:val=&quot;00A8372C&quot;/&gt;&lt;wsp:rsid wsp:val=&quot;00A91802&quot;/&gt;&lt;wsp:rsid wsp:val=&quot;00AB73DC&quot;/&gt;&lt;wsp:rsid wsp:val=&quot;00B62DF2&quot;/&gt;&lt;wsp:rsid wsp:val=&quot;00B9523D&quot;/&gt;&lt;wsp:rsid wsp:val=&quot;00BA6250&quot;/&gt;&lt;wsp:rsid wsp:val=&quot;00BC1709&quot;/&gt;&lt;wsp:rsid wsp:val=&quot;00BC5B73&quot;/&gt;&lt;wsp:rsid wsp:val=&quot;00C17F14&quot;/&gt;&lt;wsp:rsid wsp:val=&quot;00C40895&quot;/&gt;&lt;wsp:rsid wsp:val=&quot;00CC1F34&quot;/&gt;&lt;wsp:rsid wsp:val=&quot;00CC7FD0&quot;/&gt;&lt;wsp:rsid wsp:val=&quot;00CD04B6&quot;/&gt;&lt;wsp:rsid wsp:val=&quot;00CE155E&quot;/&gt;&lt;wsp:rsid wsp:val=&quot;00D11B94&quot;/&gt;&lt;wsp:rsid wsp:val=&quot;00D36ED3&quot;/&gt;&lt;wsp:rsid wsp:val=&quot;00DA7CE1&quot;/&gt;&lt;wsp:rsid wsp:val=&quot;00DB6183&quot;/&gt;&lt;wsp:rsid wsp:val=&quot;00DC52C9&quot;/&gt;&lt;wsp:rsid wsp:val=&quot;00DC560B&quot;/&gt;&lt;wsp:rsid wsp:val=&quot;00E03339&quot;/&gt;&lt;wsp:rsid wsp:val=&quot;00E35CA9&quot;/&gt;&lt;wsp:rsid wsp:val=&quot;00E36D1B&quot;/&gt;&lt;wsp:rsid wsp:val=&quot;00E377BC&quot;/&gt;&lt;wsp:rsid wsp:val=&quot;00E45F18&quot;/&gt;&lt;wsp:rsid wsp:val=&quot;00E62A5E&quot;/&gt;&lt;wsp:rsid wsp:val=&quot;00E65759&quot;/&gt;&lt;wsp:rsid wsp:val=&quot;00E70ED7&quot;/&gt;&lt;wsp:rsid wsp:val=&quot;00E82F86&quot;/&gt;&lt;wsp:rsid wsp:val=&quot;00E91A35&quot;/&gt;&lt;wsp:rsid wsp:val=&quot;00EC6E90&quot;/&gt;&lt;wsp:rsid wsp:val=&quot;00ED5286&quot;/&gt;&lt;wsp:rsid wsp:val=&quot;00F126DA&quot;/&gt;&lt;wsp:rsid wsp:val=&quot;00F22FEB&quot;/&gt;&lt;wsp:rsid wsp:val=&quot;00F51C7B&quot;/&gt;&lt;wsp:rsid wsp:val=&quot;00F547EC&quot;/&gt;&lt;wsp:rsid wsp:val=&quot;00F70BEF&quot;/&gt;&lt;wsp:rsid wsp:val=&quot;00F8293C&quot;/&gt;&lt;wsp:rsid wsp:val=&quot;00FC2A7B&quot;/&gt;&lt;wsp:rsid wsp:val=&quot;00FC4D2C&quot;/&gt;&lt;wsp:rsid wsp:val=&quot;00FF6C2A&quot;/&gt;&lt;/wsp:rsids&gt;&lt;/w:docPr&gt;&lt;w:body&gt;&lt;w:p wsp:rsidR=&quot;00000000&quot; wsp:rsidRDefault=&quot;00AB73DC&quot;&gt;&lt;m:oMathPara&gt;&lt;m:oMath&gt;&lt;m:r&gt;&lt;w:rPr&gt;&lt;w:rStyle w:val=&quot;katex-mathml&quot;/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m:r&gt;&lt;w:rPr&gt;&lt;w:rStyle w:val=&quot;katex-mathml&quot;/&gt;&lt;w:rFonts w:ascii=&quot;Cambria Math&quot; w:h-ansi=&quot;Times New Roman&quot;/&gt;&lt;wx:font wx:val=&quot;Cambria Math&quot;/&gt;&lt;w:i/&gt;&lt;w:sz w:val=&quot;28&quot;/&gt;&lt;w:sz-cs w:val=&quot;28&quot;/&gt;&lt;/w:rPr&gt;&lt;m:t&gt;&amp;lt;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p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Pr="00F51C7B">
        <w:rPr>
          <w:rStyle w:val="vlist-s"/>
          <w:rFonts w:ascii="Times New Roman" w:hAnsi="Times New Roman"/>
          <w:sz w:val="28"/>
          <w:szCs w:val="28"/>
        </w:rPr>
        <w:fldChar w:fldCharType="end"/>
      </w:r>
      <w:r w:rsidRPr="006140A8">
        <w:rPr>
          <w:rStyle w:val="vlist-s"/>
          <w:rFonts w:ascii="Times New Roman" w:hAnsi="Times New Roman"/>
          <w:sz w:val="28"/>
          <w:szCs w:val="28"/>
        </w:rPr>
        <w:t>​</w:t>
      </w:r>
      <w:r w:rsidRPr="006140A8">
        <w:rPr>
          <w:rFonts w:ascii="Times New Roman" w:hAnsi="Times New Roman"/>
          <w:sz w:val="28"/>
          <w:szCs w:val="28"/>
        </w:rPr>
        <w:t xml:space="preserve">, работа, совершенная газом, меньше, чем в обратимом процессе, так как давление </w:t>
      </w:r>
      <w:r w:rsidRPr="006140A8">
        <w:rPr>
          <w:rStyle w:val="mord"/>
          <w:rFonts w:ascii="Times New Roman" w:hAnsi="Times New Roman"/>
          <w:sz w:val="28"/>
          <w:szCs w:val="28"/>
        </w:rPr>
        <w:t>p</w:t>
      </w:r>
      <w:r w:rsidRPr="006140A8">
        <w:rPr>
          <w:rFonts w:ascii="Times New Roman" w:hAnsi="Times New Roman"/>
          <w:sz w:val="28"/>
          <w:szCs w:val="28"/>
        </w:rPr>
        <w:t xml:space="preserve"> остается постоянным. </w:t>
      </w:r>
    </w:p>
    <w:p w:rsidR="000140FA" w:rsidRPr="006140A8" w:rsidRDefault="000140FA" w:rsidP="006140A8">
      <w:pPr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6140A8">
        <w:rPr>
          <w:rFonts w:ascii="Times New Roman" w:hAnsi="Times New Roman"/>
          <w:sz w:val="28"/>
          <w:szCs w:val="28"/>
        </w:rPr>
        <w:t>абота при постоянном внешнем давлении равна:</w:t>
      </w:r>
    </w:p>
    <w:p w:rsidR="000140FA" w:rsidRPr="006140A8" w:rsidRDefault="000140FA" w:rsidP="006140A8">
      <w:pPr>
        <w:spacing w:after="0" w:line="360" w:lineRule="auto"/>
        <w:rPr>
          <w:rFonts w:ascii="Times New Roman" w:hAnsi="Times New Roman"/>
          <w:i/>
          <w:sz w:val="28"/>
          <w:szCs w:val="28"/>
        </w:rPr>
      </w:pPr>
    </w:p>
    <w:p w:rsidR="000140FA" w:rsidRPr="006140A8" w:rsidRDefault="000140FA" w:rsidP="006140A8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6140A8">
        <w:rPr>
          <w:sz w:val="28"/>
          <w:szCs w:val="28"/>
          <w:lang w:val="kk-KZ"/>
        </w:rPr>
        <w:t>г</w:t>
      </w:r>
      <w:r w:rsidRPr="006140A8">
        <w:rPr>
          <w:sz w:val="28"/>
          <w:szCs w:val="28"/>
        </w:rPr>
        <w:t xml:space="preserve">де </w:t>
      </w:r>
      <w:r w:rsidRPr="00F51C7B">
        <w:rPr>
          <w:rStyle w:val="vlist-s"/>
          <w:sz w:val="28"/>
          <w:szCs w:val="28"/>
        </w:rPr>
        <w:fldChar w:fldCharType="begin"/>
      </w:r>
      <w:r w:rsidRPr="00F51C7B">
        <w:rPr>
          <w:rStyle w:val="vlist-s"/>
          <w:sz w:val="28"/>
          <w:szCs w:val="28"/>
        </w:rPr>
        <w:instrText xml:space="preserve"> QUOTE </w:instrText>
      </w:r>
      <w:r w:rsidRPr="00F51C7B">
        <w:pict>
          <v:shape id="_x0000_i1052" type="#_x0000_t75" style="width:14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A0CE4&quot;/&gt;&lt;wsp:rsid wsp:val=&quot;000428C8&quot;/&gt;&lt;wsp:rsid wsp:val=&quot;00055410&quot;/&gt;&lt;wsp:rsid wsp:val=&quot;00067DF9&quot;/&gt;&lt;wsp:rsid wsp:val=&quot;00080C68&quot;/&gt;&lt;wsp:rsid wsp:val=&quot;0008696F&quot;/&gt;&lt;wsp:rsid wsp:val=&quot;00096A51&quot;/&gt;&lt;wsp:rsid wsp:val=&quot;000C5324&quot;/&gt;&lt;wsp:rsid wsp:val=&quot;000C63E9&quot;/&gt;&lt;wsp:rsid wsp:val=&quot;001153F2&quot;/&gt;&lt;wsp:rsid wsp:val=&quot;00173EC6&quot;/&gt;&lt;wsp:rsid wsp:val=&quot;001C5061&quot;/&gt;&lt;wsp:rsid wsp:val=&quot;001E2FE2&quot;/&gt;&lt;wsp:rsid wsp:val=&quot;001F7E48&quot;/&gt;&lt;wsp:rsid wsp:val=&quot;002261A2&quot;/&gt;&lt;wsp:rsid wsp:val=&quot;0023160B&quot;/&gt;&lt;wsp:rsid wsp:val=&quot;002516D9&quot;/&gt;&lt;wsp:rsid wsp:val=&quot;0025209B&quot;/&gt;&lt;wsp:rsid wsp:val=&quot;002E0B44&quot;/&gt;&lt;wsp:rsid wsp:val=&quot;002E38B8&quot;/&gt;&lt;wsp:rsid wsp:val=&quot;002F7387&quot;/&gt;&lt;wsp:rsid wsp:val=&quot;0032007D&quot;/&gt;&lt;wsp:rsid wsp:val=&quot;00350ACA&quot;/&gt;&lt;wsp:rsid wsp:val=&quot;0037464B&quot;/&gt;&lt;wsp:rsid wsp:val=&quot;003B76B8&quot;/&gt;&lt;wsp:rsid wsp:val=&quot;003E196B&quot;/&gt;&lt;wsp:rsid wsp:val=&quot;003E5C4F&quot;/&gt;&lt;wsp:rsid wsp:val=&quot;00463B11&quot;/&gt;&lt;wsp:rsid wsp:val=&quot;004823DB&quot;/&gt;&lt;wsp:rsid wsp:val=&quot;004931BD&quot;/&gt;&lt;wsp:rsid wsp:val=&quot;004B0220&quot;/&gt;&lt;wsp:rsid wsp:val=&quot;004E51A2&quot;/&gt;&lt;wsp:rsid wsp:val=&quot;005568D8&quot;/&gt;&lt;wsp:rsid wsp:val=&quot;00564919&quot;/&gt;&lt;wsp:rsid wsp:val=&quot;005926AD&quot;/&gt;&lt;wsp:rsid wsp:val=&quot;005A0CE4&quot;/&gt;&lt;wsp:rsid wsp:val=&quot;005A40C5&quot;/&gt;&lt;wsp:rsid wsp:val=&quot;005B7CC4&quot;/&gt;&lt;wsp:rsid wsp:val=&quot;005C0391&quot;/&gt;&lt;wsp:rsid wsp:val=&quot;005F0B7B&quot;/&gt;&lt;wsp:rsid wsp:val=&quot;006102CF&quot;/&gt;&lt;wsp:rsid wsp:val=&quot;006140A8&quot;/&gt;&lt;wsp:rsid wsp:val=&quot;00622F59&quot;/&gt;&lt;wsp:rsid wsp:val=&quot;00626687&quot;/&gt;&lt;wsp:rsid wsp:val=&quot;00632700&quot;/&gt;&lt;wsp:rsid wsp:val=&quot;00633CA2&quot;/&gt;&lt;wsp:rsid wsp:val=&quot;00642D67&quot;/&gt;&lt;wsp:rsid wsp:val=&quot;00657CA1&quot;/&gt;&lt;wsp:rsid wsp:val=&quot;00664CFA&quot;/&gt;&lt;wsp:rsid wsp:val=&quot;006A6715&quot;/&gt;&lt;wsp:rsid wsp:val=&quot;006E642D&quot;/&gt;&lt;wsp:rsid wsp:val=&quot;0072121D&quot;/&gt;&lt;wsp:rsid wsp:val=&quot;007351A0&quot;/&gt;&lt;wsp:rsid wsp:val=&quot;0074229D&quot;/&gt;&lt;wsp:rsid wsp:val=&quot;00772B2D&quot;/&gt;&lt;wsp:rsid wsp:val=&quot;007816C1&quot;/&gt;&lt;wsp:rsid wsp:val=&quot;007856B0&quot;/&gt;&lt;wsp:rsid wsp:val=&quot;007B6536&quot;/&gt;&lt;wsp:rsid wsp:val=&quot;007D0C76&quot;/&gt;&lt;wsp:rsid wsp:val=&quot;007D2E00&quot;/&gt;&lt;wsp:rsid wsp:val=&quot;007D7069&quot;/&gt;&lt;wsp:rsid wsp:val=&quot;0086462D&quot;/&gt;&lt;wsp:rsid wsp:val=&quot;008A0BCB&quot;/&gt;&lt;wsp:rsid wsp:val=&quot;008B2F35&quot;/&gt;&lt;wsp:rsid wsp:val=&quot;008F60F2&quot;/&gt;&lt;wsp:rsid wsp:val=&quot;00932A9E&quot;/&gt;&lt;wsp:rsid wsp:val=&quot;0095788D&quot;/&gt;&lt;wsp:rsid wsp:val=&quot;00973275&quot;/&gt;&lt;wsp:rsid wsp:val=&quot;00985736&quot;/&gt;&lt;wsp:rsid wsp:val=&quot;009B2EAC&quot;/&gt;&lt;wsp:rsid wsp:val=&quot;00A1128B&quot;/&gt;&lt;wsp:rsid wsp:val=&quot;00A301E6&quot;/&gt;&lt;wsp:rsid wsp:val=&quot;00A47E90&quot;/&gt;&lt;wsp:rsid wsp:val=&quot;00A8372C&quot;/&gt;&lt;wsp:rsid wsp:val=&quot;00A911E3&quot;/&gt;&lt;wsp:rsid wsp:val=&quot;00A91802&quot;/&gt;&lt;wsp:rsid wsp:val=&quot;00B62DF2&quot;/&gt;&lt;wsp:rsid wsp:val=&quot;00B9523D&quot;/&gt;&lt;wsp:rsid wsp:val=&quot;00BA6250&quot;/&gt;&lt;wsp:rsid wsp:val=&quot;00BC1709&quot;/&gt;&lt;wsp:rsid wsp:val=&quot;00BC5B73&quot;/&gt;&lt;wsp:rsid wsp:val=&quot;00C17F14&quot;/&gt;&lt;wsp:rsid wsp:val=&quot;00C40895&quot;/&gt;&lt;wsp:rsid wsp:val=&quot;00CC1F34&quot;/&gt;&lt;wsp:rsid wsp:val=&quot;00CC7FD0&quot;/&gt;&lt;wsp:rsid wsp:val=&quot;00CD04B6&quot;/&gt;&lt;wsp:rsid wsp:val=&quot;00CE155E&quot;/&gt;&lt;wsp:rsid wsp:val=&quot;00D11B94&quot;/&gt;&lt;wsp:rsid wsp:val=&quot;00D36ED3&quot;/&gt;&lt;wsp:rsid wsp:val=&quot;00DA7CE1&quot;/&gt;&lt;wsp:rsid wsp:val=&quot;00DB6183&quot;/&gt;&lt;wsp:rsid wsp:val=&quot;00DC52C9&quot;/&gt;&lt;wsp:rsid wsp:val=&quot;00DC560B&quot;/&gt;&lt;wsp:rsid wsp:val=&quot;00E03339&quot;/&gt;&lt;wsp:rsid wsp:val=&quot;00E35CA9&quot;/&gt;&lt;wsp:rsid wsp:val=&quot;00E36D1B&quot;/&gt;&lt;wsp:rsid wsp:val=&quot;00E377BC&quot;/&gt;&lt;wsp:rsid wsp:val=&quot;00E45F18&quot;/&gt;&lt;wsp:rsid wsp:val=&quot;00E62A5E&quot;/&gt;&lt;wsp:rsid wsp:val=&quot;00E65759&quot;/&gt;&lt;wsp:rsid wsp:val=&quot;00E70ED7&quot;/&gt;&lt;wsp:rsid wsp:val=&quot;00E82F86&quot;/&gt;&lt;wsp:rsid wsp:val=&quot;00E91A35&quot;/&gt;&lt;wsp:rsid wsp:val=&quot;00EC6E90&quot;/&gt;&lt;wsp:rsid wsp:val=&quot;00ED5286&quot;/&gt;&lt;wsp:rsid wsp:val=&quot;00F126DA&quot;/&gt;&lt;wsp:rsid wsp:val=&quot;00F22FEB&quot;/&gt;&lt;wsp:rsid wsp:val=&quot;00F51C7B&quot;/&gt;&lt;wsp:rsid wsp:val=&quot;00F547EC&quot;/&gt;&lt;wsp:rsid wsp:val=&quot;00F70BEF&quot;/&gt;&lt;wsp:rsid wsp:val=&quot;00F8293C&quot;/&gt;&lt;wsp:rsid wsp:val=&quot;00FC2A7B&quot;/&gt;&lt;wsp:rsid wsp:val=&quot;00FC4D2C&quot;/&gt;&lt;wsp:rsid wsp:val=&quot;00FF6C2A&quot;/&gt;&lt;/wsp:rsids&gt;&lt;/w:docPr&gt;&lt;w:body&gt;&lt;w:p wsp:rsidR=&quot;00000000&quot; wsp:rsidRDefault=&quot;00A911E3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V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F51C7B">
        <w:rPr>
          <w:rStyle w:val="vlist-s"/>
          <w:sz w:val="28"/>
          <w:szCs w:val="28"/>
        </w:rPr>
        <w:instrText xml:space="preserve"> </w:instrText>
      </w:r>
      <w:r w:rsidRPr="00F51C7B">
        <w:rPr>
          <w:rStyle w:val="vlist-s"/>
          <w:sz w:val="28"/>
          <w:szCs w:val="28"/>
        </w:rPr>
        <w:fldChar w:fldCharType="separate"/>
      </w:r>
      <w:r w:rsidRPr="00F51C7B">
        <w:pict>
          <v:shape id="_x0000_i1053" type="#_x0000_t75" style="width:14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A0CE4&quot;/&gt;&lt;wsp:rsid wsp:val=&quot;000428C8&quot;/&gt;&lt;wsp:rsid wsp:val=&quot;00055410&quot;/&gt;&lt;wsp:rsid wsp:val=&quot;00067DF9&quot;/&gt;&lt;wsp:rsid wsp:val=&quot;00080C68&quot;/&gt;&lt;wsp:rsid wsp:val=&quot;0008696F&quot;/&gt;&lt;wsp:rsid wsp:val=&quot;00096A51&quot;/&gt;&lt;wsp:rsid wsp:val=&quot;000C5324&quot;/&gt;&lt;wsp:rsid wsp:val=&quot;000C63E9&quot;/&gt;&lt;wsp:rsid wsp:val=&quot;001153F2&quot;/&gt;&lt;wsp:rsid wsp:val=&quot;00173EC6&quot;/&gt;&lt;wsp:rsid wsp:val=&quot;001C5061&quot;/&gt;&lt;wsp:rsid wsp:val=&quot;001E2FE2&quot;/&gt;&lt;wsp:rsid wsp:val=&quot;001F7E48&quot;/&gt;&lt;wsp:rsid wsp:val=&quot;002261A2&quot;/&gt;&lt;wsp:rsid wsp:val=&quot;0023160B&quot;/&gt;&lt;wsp:rsid wsp:val=&quot;002516D9&quot;/&gt;&lt;wsp:rsid wsp:val=&quot;0025209B&quot;/&gt;&lt;wsp:rsid wsp:val=&quot;002E0B44&quot;/&gt;&lt;wsp:rsid wsp:val=&quot;002E38B8&quot;/&gt;&lt;wsp:rsid wsp:val=&quot;002F7387&quot;/&gt;&lt;wsp:rsid wsp:val=&quot;0032007D&quot;/&gt;&lt;wsp:rsid wsp:val=&quot;00350ACA&quot;/&gt;&lt;wsp:rsid wsp:val=&quot;0037464B&quot;/&gt;&lt;wsp:rsid wsp:val=&quot;003B76B8&quot;/&gt;&lt;wsp:rsid wsp:val=&quot;003E196B&quot;/&gt;&lt;wsp:rsid wsp:val=&quot;003E5C4F&quot;/&gt;&lt;wsp:rsid wsp:val=&quot;00463B11&quot;/&gt;&lt;wsp:rsid wsp:val=&quot;004823DB&quot;/&gt;&lt;wsp:rsid wsp:val=&quot;004931BD&quot;/&gt;&lt;wsp:rsid wsp:val=&quot;004B0220&quot;/&gt;&lt;wsp:rsid wsp:val=&quot;004E51A2&quot;/&gt;&lt;wsp:rsid wsp:val=&quot;005568D8&quot;/&gt;&lt;wsp:rsid wsp:val=&quot;00564919&quot;/&gt;&lt;wsp:rsid wsp:val=&quot;005926AD&quot;/&gt;&lt;wsp:rsid wsp:val=&quot;005A0CE4&quot;/&gt;&lt;wsp:rsid wsp:val=&quot;005A40C5&quot;/&gt;&lt;wsp:rsid wsp:val=&quot;005B7CC4&quot;/&gt;&lt;wsp:rsid wsp:val=&quot;005C0391&quot;/&gt;&lt;wsp:rsid wsp:val=&quot;005F0B7B&quot;/&gt;&lt;wsp:rsid wsp:val=&quot;006102CF&quot;/&gt;&lt;wsp:rsid wsp:val=&quot;006140A8&quot;/&gt;&lt;wsp:rsid wsp:val=&quot;00622F59&quot;/&gt;&lt;wsp:rsid wsp:val=&quot;00626687&quot;/&gt;&lt;wsp:rsid wsp:val=&quot;00632700&quot;/&gt;&lt;wsp:rsid wsp:val=&quot;00633CA2&quot;/&gt;&lt;wsp:rsid wsp:val=&quot;00642D67&quot;/&gt;&lt;wsp:rsid wsp:val=&quot;00657CA1&quot;/&gt;&lt;wsp:rsid wsp:val=&quot;00664CFA&quot;/&gt;&lt;wsp:rsid wsp:val=&quot;006A6715&quot;/&gt;&lt;wsp:rsid wsp:val=&quot;006E642D&quot;/&gt;&lt;wsp:rsid wsp:val=&quot;0072121D&quot;/&gt;&lt;wsp:rsid wsp:val=&quot;007351A0&quot;/&gt;&lt;wsp:rsid wsp:val=&quot;0074229D&quot;/&gt;&lt;wsp:rsid wsp:val=&quot;00772B2D&quot;/&gt;&lt;wsp:rsid wsp:val=&quot;007816C1&quot;/&gt;&lt;wsp:rsid wsp:val=&quot;007856B0&quot;/&gt;&lt;wsp:rsid wsp:val=&quot;007B6536&quot;/&gt;&lt;wsp:rsid wsp:val=&quot;007D0C76&quot;/&gt;&lt;wsp:rsid wsp:val=&quot;007D2E00&quot;/&gt;&lt;wsp:rsid wsp:val=&quot;007D7069&quot;/&gt;&lt;wsp:rsid wsp:val=&quot;0086462D&quot;/&gt;&lt;wsp:rsid wsp:val=&quot;008A0BCB&quot;/&gt;&lt;wsp:rsid wsp:val=&quot;008B2F35&quot;/&gt;&lt;wsp:rsid wsp:val=&quot;008F60F2&quot;/&gt;&lt;wsp:rsid wsp:val=&quot;00932A9E&quot;/&gt;&lt;wsp:rsid wsp:val=&quot;0095788D&quot;/&gt;&lt;wsp:rsid wsp:val=&quot;00973275&quot;/&gt;&lt;wsp:rsid wsp:val=&quot;00985736&quot;/&gt;&lt;wsp:rsid wsp:val=&quot;009B2EAC&quot;/&gt;&lt;wsp:rsid wsp:val=&quot;00A1128B&quot;/&gt;&lt;wsp:rsid wsp:val=&quot;00A301E6&quot;/&gt;&lt;wsp:rsid wsp:val=&quot;00A47E90&quot;/&gt;&lt;wsp:rsid wsp:val=&quot;00A8372C&quot;/&gt;&lt;wsp:rsid wsp:val=&quot;00A911E3&quot;/&gt;&lt;wsp:rsid wsp:val=&quot;00A91802&quot;/&gt;&lt;wsp:rsid wsp:val=&quot;00B62DF2&quot;/&gt;&lt;wsp:rsid wsp:val=&quot;00B9523D&quot;/&gt;&lt;wsp:rsid wsp:val=&quot;00BA6250&quot;/&gt;&lt;wsp:rsid wsp:val=&quot;00BC1709&quot;/&gt;&lt;wsp:rsid wsp:val=&quot;00BC5B73&quot;/&gt;&lt;wsp:rsid wsp:val=&quot;00C17F14&quot;/&gt;&lt;wsp:rsid wsp:val=&quot;00C40895&quot;/&gt;&lt;wsp:rsid wsp:val=&quot;00CC1F34&quot;/&gt;&lt;wsp:rsid wsp:val=&quot;00CC7FD0&quot;/&gt;&lt;wsp:rsid wsp:val=&quot;00CD04B6&quot;/&gt;&lt;wsp:rsid wsp:val=&quot;00CE155E&quot;/&gt;&lt;wsp:rsid wsp:val=&quot;00D11B94&quot;/&gt;&lt;wsp:rsid wsp:val=&quot;00D36ED3&quot;/&gt;&lt;wsp:rsid wsp:val=&quot;00DA7CE1&quot;/&gt;&lt;wsp:rsid wsp:val=&quot;00DB6183&quot;/&gt;&lt;wsp:rsid wsp:val=&quot;00DC52C9&quot;/&gt;&lt;wsp:rsid wsp:val=&quot;00DC560B&quot;/&gt;&lt;wsp:rsid wsp:val=&quot;00E03339&quot;/&gt;&lt;wsp:rsid wsp:val=&quot;00E35CA9&quot;/&gt;&lt;wsp:rsid wsp:val=&quot;00E36D1B&quot;/&gt;&lt;wsp:rsid wsp:val=&quot;00E377BC&quot;/&gt;&lt;wsp:rsid wsp:val=&quot;00E45F18&quot;/&gt;&lt;wsp:rsid wsp:val=&quot;00E62A5E&quot;/&gt;&lt;wsp:rsid wsp:val=&quot;00E65759&quot;/&gt;&lt;wsp:rsid wsp:val=&quot;00E70ED7&quot;/&gt;&lt;wsp:rsid wsp:val=&quot;00E82F86&quot;/&gt;&lt;wsp:rsid wsp:val=&quot;00E91A35&quot;/&gt;&lt;wsp:rsid wsp:val=&quot;00EC6E90&quot;/&gt;&lt;wsp:rsid wsp:val=&quot;00ED5286&quot;/&gt;&lt;wsp:rsid wsp:val=&quot;00F126DA&quot;/&gt;&lt;wsp:rsid wsp:val=&quot;00F22FEB&quot;/&gt;&lt;wsp:rsid wsp:val=&quot;00F51C7B&quot;/&gt;&lt;wsp:rsid wsp:val=&quot;00F547EC&quot;/&gt;&lt;wsp:rsid wsp:val=&quot;00F70BEF&quot;/&gt;&lt;wsp:rsid wsp:val=&quot;00F8293C&quot;/&gt;&lt;wsp:rsid wsp:val=&quot;00FC2A7B&quot;/&gt;&lt;wsp:rsid wsp:val=&quot;00FC4D2C&quot;/&gt;&lt;wsp:rsid wsp:val=&quot;00FF6C2A&quot;/&gt;&lt;/wsp:rsids&gt;&lt;/w:docPr&gt;&lt;w:body&gt;&lt;w:p wsp:rsidR=&quot;00000000&quot; wsp:rsidRDefault=&quot;00A911E3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V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F51C7B">
        <w:rPr>
          <w:rStyle w:val="vlist-s"/>
          <w:sz w:val="28"/>
          <w:szCs w:val="28"/>
        </w:rPr>
        <w:fldChar w:fldCharType="end"/>
      </w:r>
      <w:r w:rsidRPr="006140A8">
        <w:rPr>
          <w:rStyle w:val="vlist-s"/>
          <w:sz w:val="28"/>
          <w:szCs w:val="28"/>
        </w:rPr>
        <w:t>​</w:t>
      </w:r>
      <w:r w:rsidRPr="006140A8">
        <w:rPr>
          <w:sz w:val="28"/>
          <w:szCs w:val="28"/>
        </w:rPr>
        <w:t xml:space="preserve"> и </w:t>
      </w:r>
      <w:r w:rsidRPr="00F51C7B">
        <w:rPr>
          <w:sz w:val="28"/>
          <w:szCs w:val="28"/>
        </w:rPr>
        <w:fldChar w:fldCharType="begin"/>
      </w:r>
      <w:r w:rsidRPr="00F51C7B">
        <w:rPr>
          <w:sz w:val="28"/>
          <w:szCs w:val="28"/>
        </w:rPr>
        <w:instrText xml:space="preserve"> QUOTE </w:instrText>
      </w:r>
      <w:r w:rsidRPr="00F51C7B">
        <w:pict>
          <v:shape id="_x0000_i1054" type="#_x0000_t75" style="width:14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A0CE4&quot;/&gt;&lt;wsp:rsid wsp:val=&quot;000428C8&quot;/&gt;&lt;wsp:rsid wsp:val=&quot;00055410&quot;/&gt;&lt;wsp:rsid wsp:val=&quot;00067DF9&quot;/&gt;&lt;wsp:rsid wsp:val=&quot;00080C68&quot;/&gt;&lt;wsp:rsid wsp:val=&quot;0008696F&quot;/&gt;&lt;wsp:rsid wsp:val=&quot;00096A51&quot;/&gt;&lt;wsp:rsid wsp:val=&quot;000C5324&quot;/&gt;&lt;wsp:rsid wsp:val=&quot;000C63E9&quot;/&gt;&lt;wsp:rsid wsp:val=&quot;001153F2&quot;/&gt;&lt;wsp:rsid wsp:val=&quot;00173EC6&quot;/&gt;&lt;wsp:rsid wsp:val=&quot;001C5061&quot;/&gt;&lt;wsp:rsid wsp:val=&quot;001E2FE2&quot;/&gt;&lt;wsp:rsid wsp:val=&quot;001F7E48&quot;/&gt;&lt;wsp:rsid wsp:val=&quot;002261A2&quot;/&gt;&lt;wsp:rsid wsp:val=&quot;0023160B&quot;/&gt;&lt;wsp:rsid wsp:val=&quot;002516D9&quot;/&gt;&lt;wsp:rsid wsp:val=&quot;0025209B&quot;/&gt;&lt;wsp:rsid wsp:val=&quot;002E0B44&quot;/&gt;&lt;wsp:rsid wsp:val=&quot;002E38B8&quot;/&gt;&lt;wsp:rsid wsp:val=&quot;002F7387&quot;/&gt;&lt;wsp:rsid wsp:val=&quot;0032007D&quot;/&gt;&lt;wsp:rsid wsp:val=&quot;00350ACA&quot;/&gt;&lt;wsp:rsid wsp:val=&quot;0037464B&quot;/&gt;&lt;wsp:rsid wsp:val=&quot;003B76B8&quot;/&gt;&lt;wsp:rsid wsp:val=&quot;003E196B&quot;/&gt;&lt;wsp:rsid wsp:val=&quot;003E5C4F&quot;/&gt;&lt;wsp:rsid wsp:val=&quot;00463B11&quot;/&gt;&lt;wsp:rsid wsp:val=&quot;004823DB&quot;/&gt;&lt;wsp:rsid wsp:val=&quot;004931BD&quot;/&gt;&lt;wsp:rsid wsp:val=&quot;004B0220&quot;/&gt;&lt;wsp:rsid wsp:val=&quot;004E51A2&quot;/&gt;&lt;wsp:rsid wsp:val=&quot;005568D8&quot;/&gt;&lt;wsp:rsid wsp:val=&quot;00564919&quot;/&gt;&lt;wsp:rsid wsp:val=&quot;005926AD&quot;/&gt;&lt;wsp:rsid wsp:val=&quot;005A0CE4&quot;/&gt;&lt;wsp:rsid wsp:val=&quot;005A40C5&quot;/&gt;&lt;wsp:rsid wsp:val=&quot;005B7CC4&quot;/&gt;&lt;wsp:rsid wsp:val=&quot;005C0391&quot;/&gt;&lt;wsp:rsid wsp:val=&quot;005F0B7B&quot;/&gt;&lt;wsp:rsid wsp:val=&quot;006102CF&quot;/&gt;&lt;wsp:rsid wsp:val=&quot;006140A8&quot;/&gt;&lt;wsp:rsid wsp:val=&quot;00622F59&quot;/&gt;&lt;wsp:rsid wsp:val=&quot;00626687&quot;/&gt;&lt;wsp:rsid wsp:val=&quot;00632700&quot;/&gt;&lt;wsp:rsid wsp:val=&quot;00633CA2&quot;/&gt;&lt;wsp:rsid wsp:val=&quot;00642D67&quot;/&gt;&lt;wsp:rsid wsp:val=&quot;00657CA1&quot;/&gt;&lt;wsp:rsid wsp:val=&quot;00664CFA&quot;/&gt;&lt;wsp:rsid wsp:val=&quot;006A6715&quot;/&gt;&lt;wsp:rsid wsp:val=&quot;006E642D&quot;/&gt;&lt;wsp:rsid wsp:val=&quot;0072121D&quot;/&gt;&lt;wsp:rsid wsp:val=&quot;007351A0&quot;/&gt;&lt;wsp:rsid wsp:val=&quot;0074229D&quot;/&gt;&lt;wsp:rsid wsp:val=&quot;00772B2D&quot;/&gt;&lt;wsp:rsid wsp:val=&quot;007816C1&quot;/&gt;&lt;wsp:rsid wsp:val=&quot;007856B0&quot;/&gt;&lt;wsp:rsid wsp:val=&quot;007B6536&quot;/&gt;&lt;wsp:rsid wsp:val=&quot;007D0C76&quot;/&gt;&lt;wsp:rsid wsp:val=&quot;007D2E00&quot;/&gt;&lt;wsp:rsid wsp:val=&quot;007D7069&quot;/&gt;&lt;wsp:rsid wsp:val=&quot;0086462D&quot;/&gt;&lt;wsp:rsid wsp:val=&quot;008A0BCB&quot;/&gt;&lt;wsp:rsid wsp:val=&quot;008B2F35&quot;/&gt;&lt;wsp:rsid wsp:val=&quot;008F60F2&quot;/&gt;&lt;wsp:rsid wsp:val=&quot;00932A9E&quot;/&gt;&lt;wsp:rsid wsp:val=&quot;0095788D&quot;/&gt;&lt;wsp:rsid wsp:val=&quot;00973275&quot;/&gt;&lt;wsp:rsid wsp:val=&quot;00985736&quot;/&gt;&lt;wsp:rsid wsp:val=&quot;009B2EAC&quot;/&gt;&lt;wsp:rsid wsp:val=&quot;00A1128B&quot;/&gt;&lt;wsp:rsid wsp:val=&quot;00A301E6&quot;/&gt;&lt;wsp:rsid wsp:val=&quot;00A47E90&quot;/&gt;&lt;wsp:rsid wsp:val=&quot;00A8372C&quot;/&gt;&lt;wsp:rsid wsp:val=&quot;00A91802&quot;/&gt;&lt;wsp:rsid wsp:val=&quot;00B62DF2&quot;/&gt;&lt;wsp:rsid wsp:val=&quot;00B9523D&quot;/&gt;&lt;wsp:rsid wsp:val=&quot;00BA6250&quot;/&gt;&lt;wsp:rsid wsp:val=&quot;00BC1709&quot;/&gt;&lt;wsp:rsid wsp:val=&quot;00BC5B73&quot;/&gt;&lt;wsp:rsid wsp:val=&quot;00C17F14&quot;/&gt;&lt;wsp:rsid wsp:val=&quot;00C40895&quot;/&gt;&lt;wsp:rsid wsp:val=&quot;00CC1F34&quot;/&gt;&lt;wsp:rsid wsp:val=&quot;00CC7FD0&quot;/&gt;&lt;wsp:rsid wsp:val=&quot;00CD04B6&quot;/&gt;&lt;wsp:rsid wsp:val=&quot;00CE155E&quot;/&gt;&lt;wsp:rsid wsp:val=&quot;00D11B94&quot;/&gt;&lt;wsp:rsid wsp:val=&quot;00D36ED3&quot;/&gt;&lt;wsp:rsid wsp:val=&quot;00DA7CE1&quot;/&gt;&lt;wsp:rsid wsp:val=&quot;00DB6183&quot;/&gt;&lt;wsp:rsid wsp:val=&quot;00DC52C9&quot;/&gt;&lt;wsp:rsid wsp:val=&quot;00DC560B&quot;/&gt;&lt;wsp:rsid wsp:val=&quot;00E03339&quot;/&gt;&lt;wsp:rsid wsp:val=&quot;00E35CA9&quot;/&gt;&lt;wsp:rsid wsp:val=&quot;00E36D1B&quot;/&gt;&lt;wsp:rsid wsp:val=&quot;00E377BC&quot;/&gt;&lt;wsp:rsid wsp:val=&quot;00E45F18&quot;/&gt;&lt;wsp:rsid wsp:val=&quot;00E62A5E&quot;/&gt;&lt;wsp:rsid wsp:val=&quot;00E65759&quot;/&gt;&lt;wsp:rsid wsp:val=&quot;00E70ED7&quot;/&gt;&lt;wsp:rsid wsp:val=&quot;00E82F86&quot;/&gt;&lt;wsp:rsid wsp:val=&quot;00E91A35&quot;/&gt;&lt;wsp:rsid wsp:val=&quot;00EA014D&quot;/&gt;&lt;wsp:rsid wsp:val=&quot;00EC6E90&quot;/&gt;&lt;wsp:rsid wsp:val=&quot;00ED5286&quot;/&gt;&lt;wsp:rsid wsp:val=&quot;00F126DA&quot;/&gt;&lt;wsp:rsid wsp:val=&quot;00F22FEB&quot;/&gt;&lt;wsp:rsid wsp:val=&quot;00F51C7B&quot;/&gt;&lt;wsp:rsid wsp:val=&quot;00F547EC&quot;/&gt;&lt;wsp:rsid wsp:val=&quot;00F70BEF&quot;/&gt;&lt;wsp:rsid wsp:val=&quot;00F8293C&quot;/&gt;&lt;wsp:rsid wsp:val=&quot;00FC2A7B&quot;/&gt;&lt;wsp:rsid wsp:val=&quot;00FC4D2C&quot;/&gt;&lt;wsp:rsid wsp:val=&quot;00FF6C2A&quot;/&gt;&lt;/wsp:rsids&gt;&lt;/w:docPr&gt;&lt;w:body&gt;&lt;w:p wsp:rsidR=&quot;00000000&quot; wsp:rsidRDefault=&quot;00EA014D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V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7" o:title="" chromakey="white"/>
          </v:shape>
        </w:pict>
      </w:r>
      <w:r w:rsidRPr="00F51C7B">
        <w:rPr>
          <w:sz w:val="28"/>
          <w:szCs w:val="28"/>
        </w:rPr>
        <w:instrText xml:space="preserve"> </w:instrText>
      </w:r>
      <w:r w:rsidRPr="00F51C7B">
        <w:rPr>
          <w:sz w:val="28"/>
          <w:szCs w:val="28"/>
        </w:rPr>
        <w:fldChar w:fldCharType="separate"/>
      </w:r>
      <w:r w:rsidRPr="00F51C7B">
        <w:pict>
          <v:shape id="_x0000_i1055" type="#_x0000_t75" style="width:14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A0CE4&quot;/&gt;&lt;wsp:rsid wsp:val=&quot;000428C8&quot;/&gt;&lt;wsp:rsid wsp:val=&quot;00055410&quot;/&gt;&lt;wsp:rsid wsp:val=&quot;00067DF9&quot;/&gt;&lt;wsp:rsid wsp:val=&quot;00080C68&quot;/&gt;&lt;wsp:rsid wsp:val=&quot;0008696F&quot;/&gt;&lt;wsp:rsid wsp:val=&quot;00096A51&quot;/&gt;&lt;wsp:rsid wsp:val=&quot;000C5324&quot;/&gt;&lt;wsp:rsid wsp:val=&quot;000C63E9&quot;/&gt;&lt;wsp:rsid wsp:val=&quot;001153F2&quot;/&gt;&lt;wsp:rsid wsp:val=&quot;00173EC6&quot;/&gt;&lt;wsp:rsid wsp:val=&quot;001C5061&quot;/&gt;&lt;wsp:rsid wsp:val=&quot;001E2FE2&quot;/&gt;&lt;wsp:rsid wsp:val=&quot;001F7E48&quot;/&gt;&lt;wsp:rsid wsp:val=&quot;002261A2&quot;/&gt;&lt;wsp:rsid wsp:val=&quot;0023160B&quot;/&gt;&lt;wsp:rsid wsp:val=&quot;002516D9&quot;/&gt;&lt;wsp:rsid wsp:val=&quot;0025209B&quot;/&gt;&lt;wsp:rsid wsp:val=&quot;002E0B44&quot;/&gt;&lt;wsp:rsid wsp:val=&quot;002E38B8&quot;/&gt;&lt;wsp:rsid wsp:val=&quot;002F7387&quot;/&gt;&lt;wsp:rsid wsp:val=&quot;0032007D&quot;/&gt;&lt;wsp:rsid wsp:val=&quot;00350ACA&quot;/&gt;&lt;wsp:rsid wsp:val=&quot;0037464B&quot;/&gt;&lt;wsp:rsid wsp:val=&quot;003B76B8&quot;/&gt;&lt;wsp:rsid wsp:val=&quot;003E196B&quot;/&gt;&lt;wsp:rsid wsp:val=&quot;003E5C4F&quot;/&gt;&lt;wsp:rsid wsp:val=&quot;00463B11&quot;/&gt;&lt;wsp:rsid wsp:val=&quot;004823DB&quot;/&gt;&lt;wsp:rsid wsp:val=&quot;004931BD&quot;/&gt;&lt;wsp:rsid wsp:val=&quot;004B0220&quot;/&gt;&lt;wsp:rsid wsp:val=&quot;004E51A2&quot;/&gt;&lt;wsp:rsid wsp:val=&quot;005568D8&quot;/&gt;&lt;wsp:rsid wsp:val=&quot;00564919&quot;/&gt;&lt;wsp:rsid wsp:val=&quot;005926AD&quot;/&gt;&lt;wsp:rsid wsp:val=&quot;005A0CE4&quot;/&gt;&lt;wsp:rsid wsp:val=&quot;005A40C5&quot;/&gt;&lt;wsp:rsid wsp:val=&quot;005B7CC4&quot;/&gt;&lt;wsp:rsid wsp:val=&quot;005C0391&quot;/&gt;&lt;wsp:rsid wsp:val=&quot;005F0B7B&quot;/&gt;&lt;wsp:rsid wsp:val=&quot;006102CF&quot;/&gt;&lt;wsp:rsid wsp:val=&quot;006140A8&quot;/&gt;&lt;wsp:rsid wsp:val=&quot;00622F59&quot;/&gt;&lt;wsp:rsid wsp:val=&quot;00626687&quot;/&gt;&lt;wsp:rsid wsp:val=&quot;00632700&quot;/&gt;&lt;wsp:rsid wsp:val=&quot;00633CA2&quot;/&gt;&lt;wsp:rsid wsp:val=&quot;00642D67&quot;/&gt;&lt;wsp:rsid wsp:val=&quot;00657CA1&quot;/&gt;&lt;wsp:rsid wsp:val=&quot;00664CFA&quot;/&gt;&lt;wsp:rsid wsp:val=&quot;006A6715&quot;/&gt;&lt;wsp:rsid wsp:val=&quot;006E642D&quot;/&gt;&lt;wsp:rsid wsp:val=&quot;0072121D&quot;/&gt;&lt;wsp:rsid wsp:val=&quot;007351A0&quot;/&gt;&lt;wsp:rsid wsp:val=&quot;0074229D&quot;/&gt;&lt;wsp:rsid wsp:val=&quot;00772B2D&quot;/&gt;&lt;wsp:rsid wsp:val=&quot;007816C1&quot;/&gt;&lt;wsp:rsid wsp:val=&quot;007856B0&quot;/&gt;&lt;wsp:rsid wsp:val=&quot;007B6536&quot;/&gt;&lt;wsp:rsid wsp:val=&quot;007D0C76&quot;/&gt;&lt;wsp:rsid wsp:val=&quot;007D2E00&quot;/&gt;&lt;wsp:rsid wsp:val=&quot;007D7069&quot;/&gt;&lt;wsp:rsid wsp:val=&quot;0086462D&quot;/&gt;&lt;wsp:rsid wsp:val=&quot;008A0BCB&quot;/&gt;&lt;wsp:rsid wsp:val=&quot;008B2F35&quot;/&gt;&lt;wsp:rsid wsp:val=&quot;008F60F2&quot;/&gt;&lt;wsp:rsid wsp:val=&quot;00932A9E&quot;/&gt;&lt;wsp:rsid wsp:val=&quot;0095788D&quot;/&gt;&lt;wsp:rsid wsp:val=&quot;00973275&quot;/&gt;&lt;wsp:rsid wsp:val=&quot;00985736&quot;/&gt;&lt;wsp:rsid wsp:val=&quot;009B2EAC&quot;/&gt;&lt;wsp:rsid wsp:val=&quot;00A1128B&quot;/&gt;&lt;wsp:rsid wsp:val=&quot;00A301E6&quot;/&gt;&lt;wsp:rsid wsp:val=&quot;00A47E90&quot;/&gt;&lt;wsp:rsid wsp:val=&quot;00A8372C&quot;/&gt;&lt;wsp:rsid wsp:val=&quot;00A91802&quot;/&gt;&lt;wsp:rsid wsp:val=&quot;00B62DF2&quot;/&gt;&lt;wsp:rsid wsp:val=&quot;00B9523D&quot;/&gt;&lt;wsp:rsid wsp:val=&quot;00BA6250&quot;/&gt;&lt;wsp:rsid wsp:val=&quot;00BC1709&quot;/&gt;&lt;wsp:rsid wsp:val=&quot;00BC5B73&quot;/&gt;&lt;wsp:rsid wsp:val=&quot;00C17F14&quot;/&gt;&lt;wsp:rsid wsp:val=&quot;00C40895&quot;/&gt;&lt;wsp:rsid wsp:val=&quot;00CC1F34&quot;/&gt;&lt;wsp:rsid wsp:val=&quot;00CC7FD0&quot;/&gt;&lt;wsp:rsid wsp:val=&quot;00CD04B6&quot;/&gt;&lt;wsp:rsid wsp:val=&quot;00CE155E&quot;/&gt;&lt;wsp:rsid wsp:val=&quot;00D11B94&quot;/&gt;&lt;wsp:rsid wsp:val=&quot;00D36ED3&quot;/&gt;&lt;wsp:rsid wsp:val=&quot;00DA7CE1&quot;/&gt;&lt;wsp:rsid wsp:val=&quot;00DB6183&quot;/&gt;&lt;wsp:rsid wsp:val=&quot;00DC52C9&quot;/&gt;&lt;wsp:rsid wsp:val=&quot;00DC560B&quot;/&gt;&lt;wsp:rsid wsp:val=&quot;00E03339&quot;/&gt;&lt;wsp:rsid wsp:val=&quot;00E35CA9&quot;/&gt;&lt;wsp:rsid wsp:val=&quot;00E36D1B&quot;/&gt;&lt;wsp:rsid wsp:val=&quot;00E377BC&quot;/&gt;&lt;wsp:rsid wsp:val=&quot;00E45F18&quot;/&gt;&lt;wsp:rsid wsp:val=&quot;00E62A5E&quot;/&gt;&lt;wsp:rsid wsp:val=&quot;00E65759&quot;/&gt;&lt;wsp:rsid wsp:val=&quot;00E70ED7&quot;/&gt;&lt;wsp:rsid wsp:val=&quot;00E82F86&quot;/&gt;&lt;wsp:rsid wsp:val=&quot;00E91A35&quot;/&gt;&lt;wsp:rsid wsp:val=&quot;00EA014D&quot;/&gt;&lt;wsp:rsid wsp:val=&quot;00EC6E90&quot;/&gt;&lt;wsp:rsid wsp:val=&quot;00ED5286&quot;/&gt;&lt;wsp:rsid wsp:val=&quot;00F126DA&quot;/&gt;&lt;wsp:rsid wsp:val=&quot;00F22FEB&quot;/&gt;&lt;wsp:rsid wsp:val=&quot;00F51C7B&quot;/&gt;&lt;wsp:rsid wsp:val=&quot;00F547EC&quot;/&gt;&lt;wsp:rsid wsp:val=&quot;00F70BEF&quot;/&gt;&lt;wsp:rsid wsp:val=&quot;00F8293C&quot;/&gt;&lt;wsp:rsid wsp:val=&quot;00FC2A7B&quot;/&gt;&lt;wsp:rsid wsp:val=&quot;00FC4D2C&quot;/&gt;&lt;wsp:rsid wsp:val=&quot;00FF6C2A&quot;/&gt;&lt;/wsp:rsids&gt;&lt;/w:docPr&gt;&lt;w:body&gt;&lt;w:p wsp:rsidR=&quot;00000000&quot; wsp:rsidRDefault=&quot;00EA014D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V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7" o:title="" chromakey="white"/>
          </v:shape>
        </w:pict>
      </w:r>
      <w:r w:rsidRPr="00F51C7B">
        <w:rPr>
          <w:sz w:val="28"/>
          <w:szCs w:val="28"/>
        </w:rPr>
        <w:fldChar w:fldCharType="end"/>
      </w:r>
      <w:r w:rsidRPr="006140A8">
        <w:rPr>
          <w:sz w:val="28"/>
          <w:szCs w:val="28"/>
        </w:rPr>
        <w:t xml:space="preserve"> — начальный и конечный объемы газа.</w:t>
      </w:r>
    </w:p>
    <w:p w:rsidR="000140FA" w:rsidRPr="006140A8" w:rsidRDefault="000140FA" w:rsidP="006140A8">
      <w:pPr>
        <w:pStyle w:val="NormalWeb"/>
        <w:spacing w:before="0" w:beforeAutospacing="0" w:after="0" w:afterAutospacing="0" w:line="360" w:lineRule="auto"/>
        <w:ind w:firstLine="708"/>
        <w:rPr>
          <w:b/>
          <w:bCs/>
          <w:sz w:val="28"/>
          <w:szCs w:val="28"/>
        </w:rPr>
      </w:pPr>
      <w:r w:rsidRPr="006140A8">
        <w:rPr>
          <w:b/>
          <w:bCs/>
          <w:sz w:val="28"/>
          <w:szCs w:val="28"/>
        </w:rPr>
        <w:t>Тепло, переданное газу</w:t>
      </w:r>
      <w:r w:rsidRPr="006140A8">
        <w:rPr>
          <w:b/>
          <w:bCs/>
          <w:sz w:val="28"/>
          <w:szCs w:val="28"/>
          <w:lang w:val="kk-KZ"/>
        </w:rPr>
        <w:t xml:space="preserve">,  </w:t>
      </w:r>
      <w:r w:rsidRPr="006140A8">
        <w:rPr>
          <w:sz w:val="28"/>
          <w:szCs w:val="28"/>
          <w:lang w:val="kk-KZ"/>
        </w:rPr>
        <w:t>д</w:t>
      </w:r>
      <w:r w:rsidRPr="006140A8">
        <w:rPr>
          <w:sz w:val="28"/>
          <w:szCs w:val="28"/>
        </w:rPr>
        <w:t>ля изотермического процесса (так как внутренняя энергия газа не меняется) тепло, полученное газом, равно выполненной им работе:</w:t>
      </w:r>
    </w:p>
    <w:p w:rsidR="000140FA" w:rsidRPr="006140A8" w:rsidRDefault="000140FA" w:rsidP="006140A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0140FA" w:rsidRPr="006140A8" w:rsidRDefault="000140FA" w:rsidP="006140A8">
      <w:pPr>
        <w:spacing w:after="0" w:line="360" w:lineRule="auto"/>
        <w:ind w:firstLine="708"/>
        <w:rPr>
          <w:rFonts w:ascii="Times New Roman" w:hAnsi="Times New Roman"/>
          <w:b/>
          <w:bCs/>
          <w:sz w:val="28"/>
          <w:szCs w:val="28"/>
        </w:rPr>
      </w:pPr>
      <w:r w:rsidRPr="006140A8">
        <w:rPr>
          <w:rFonts w:ascii="Times New Roman" w:hAnsi="Times New Roman"/>
          <w:b/>
          <w:bCs/>
          <w:sz w:val="28"/>
          <w:szCs w:val="28"/>
          <w:lang w:val="kk-KZ"/>
        </w:rPr>
        <w:t>Тогда и</w:t>
      </w:r>
      <w:r w:rsidRPr="006140A8">
        <w:rPr>
          <w:rFonts w:ascii="Times New Roman" w:hAnsi="Times New Roman"/>
          <w:b/>
          <w:bCs/>
          <w:sz w:val="28"/>
          <w:szCs w:val="28"/>
        </w:rPr>
        <w:t>зменение энтропии газа</w:t>
      </w:r>
      <w:r w:rsidRPr="006140A8">
        <w:rPr>
          <w:rFonts w:ascii="Times New Roman" w:hAnsi="Times New Roman"/>
          <w:sz w:val="28"/>
          <w:szCs w:val="28"/>
          <w:lang w:val="kk-KZ"/>
        </w:rPr>
        <w:t>д</w:t>
      </w:r>
      <w:r w:rsidRPr="006140A8">
        <w:rPr>
          <w:rFonts w:ascii="Times New Roman" w:hAnsi="Times New Roman"/>
          <w:sz w:val="28"/>
          <w:szCs w:val="28"/>
        </w:rPr>
        <w:t>ля газа изменение энтропии зависит только от начального и конечного состояний, поэтому оно остается таким же, как и в обратимом процессе:</w:t>
      </w:r>
    </w:p>
    <w:p w:rsidR="000140FA" w:rsidRPr="006140A8" w:rsidRDefault="000140FA" w:rsidP="006140A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0140FA" w:rsidRPr="006140A8" w:rsidRDefault="000140FA" w:rsidP="006140A8">
      <w:pPr>
        <w:pStyle w:val="Heading4"/>
        <w:spacing w:before="0" w:beforeAutospacing="0" w:after="0" w:afterAutospacing="0" w:line="360" w:lineRule="auto"/>
        <w:rPr>
          <w:sz w:val="28"/>
          <w:szCs w:val="28"/>
        </w:rPr>
      </w:pPr>
      <w:r w:rsidRPr="006140A8">
        <w:rPr>
          <w:sz w:val="28"/>
          <w:szCs w:val="28"/>
        </w:rPr>
        <w:t>Изменение энтропии окружающей среды</w:t>
      </w:r>
    </w:p>
    <w:p w:rsidR="000140FA" w:rsidRPr="006140A8" w:rsidRDefault="000140FA" w:rsidP="006140A8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6140A8">
        <w:rPr>
          <w:sz w:val="28"/>
          <w:szCs w:val="28"/>
        </w:rPr>
        <w:t>Для окружающей среды изменение энтропии при передаче тепла</w:t>
      </w:r>
      <w:r w:rsidRPr="006140A8">
        <w:rPr>
          <w:rStyle w:val="vlist-s"/>
          <w:sz w:val="28"/>
          <w:szCs w:val="28"/>
        </w:rPr>
        <w:t>​</w:t>
      </w:r>
      <w:r w:rsidRPr="006140A8">
        <w:rPr>
          <w:sz w:val="28"/>
          <w:szCs w:val="28"/>
        </w:rPr>
        <w:t xml:space="preserve"> газу будет равно:</w:t>
      </w:r>
    </w:p>
    <w:p w:rsidR="000140FA" w:rsidRPr="006140A8" w:rsidRDefault="000140FA" w:rsidP="006140A8">
      <w:pPr>
        <w:pStyle w:val="NormalWeb"/>
        <w:spacing w:before="0" w:beforeAutospacing="0" w:after="0" w:afterAutospacing="0" w:line="360" w:lineRule="auto"/>
        <w:rPr>
          <w:i/>
          <w:sz w:val="28"/>
          <w:szCs w:val="28"/>
          <w:lang w:eastAsia="en-US"/>
        </w:rPr>
      </w:pPr>
    </w:p>
    <w:p w:rsidR="000140FA" w:rsidRPr="006140A8" w:rsidRDefault="000140FA" w:rsidP="006140A8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6140A8">
        <w:rPr>
          <w:sz w:val="28"/>
          <w:szCs w:val="28"/>
        </w:rPr>
        <w:t xml:space="preserve">Выразим </w:t>
      </w:r>
      <w:r w:rsidRPr="00F51C7B">
        <w:rPr>
          <w:rStyle w:val="vlist-s"/>
          <w:sz w:val="28"/>
          <w:szCs w:val="28"/>
        </w:rPr>
        <w:fldChar w:fldCharType="begin"/>
      </w:r>
      <w:r w:rsidRPr="00F51C7B">
        <w:rPr>
          <w:rStyle w:val="vlist-s"/>
          <w:sz w:val="28"/>
          <w:szCs w:val="28"/>
        </w:rPr>
        <w:instrText xml:space="preserve"> QUOTE </w:instrText>
      </w:r>
      <w:r w:rsidRPr="00F51C7B">
        <w:pict>
          <v:shape id="_x0000_i1056" type="#_x0000_t75" style="width:14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A0CE4&quot;/&gt;&lt;wsp:rsid wsp:val=&quot;000428C8&quot;/&gt;&lt;wsp:rsid wsp:val=&quot;00055410&quot;/&gt;&lt;wsp:rsid wsp:val=&quot;00067DF9&quot;/&gt;&lt;wsp:rsid wsp:val=&quot;00080C68&quot;/&gt;&lt;wsp:rsid wsp:val=&quot;0008696F&quot;/&gt;&lt;wsp:rsid wsp:val=&quot;00096A51&quot;/&gt;&lt;wsp:rsid wsp:val=&quot;000C5324&quot;/&gt;&lt;wsp:rsid wsp:val=&quot;000C63E9&quot;/&gt;&lt;wsp:rsid wsp:val=&quot;001153F2&quot;/&gt;&lt;wsp:rsid wsp:val=&quot;00173EC6&quot;/&gt;&lt;wsp:rsid wsp:val=&quot;001C5061&quot;/&gt;&lt;wsp:rsid wsp:val=&quot;001E2FE2&quot;/&gt;&lt;wsp:rsid wsp:val=&quot;001F7E48&quot;/&gt;&lt;wsp:rsid wsp:val=&quot;002261A2&quot;/&gt;&lt;wsp:rsid wsp:val=&quot;0023160B&quot;/&gt;&lt;wsp:rsid wsp:val=&quot;002516D9&quot;/&gt;&lt;wsp:rsid wsp:val=&quot;0025209B&quot;/&gt;&lt;wsp:rsid wsp:val=&quot;002E0B44&quot;/&gt;&lt;wsp:rsid wsp:val=&quot;002E38B8&quot;/&gt;&lt;wsp:rsid wsp:val=&quot;002F7387&quot;/&gt;&lt;wsp:rsid wsp:val=&quot;00311AB7&quot;/&gt;&lt;wsp:rsid wsp:val=&quot;0032007D&quot;/&gt;&lt;wsp:rsid wsp:val=&quot;00350ACA&quot;/&gt;&lt;wsp:rsid wsp:val=&quot;0037464B&quot;/&gt;&lt;wsp:rsid wsp:val=&quot;003B76B8&quot;/&gt;&lt;wsp:rsid wsp:val=&quot;003E196B&quot;/&gt;&lt;wsp:rsid wsp:val=&quot;003E5C4F&quot;/&gt;&lt;wsp:rsid wsp:val=&quot;00463B11&quot;/&gt;&lt;wsp:rsid wsp:val=&quot;004823DB&quot;/&gt;&lt;wsp:rsid wsp:val=&quot;004931BD&quot;/&gt;&lt;wsp:rsid wsp:val=&quot;004B0220&quot;/&gt;&lt;wsp:rsid wsp:val=&quot;004E51A2&quot;/&gt;&lt;wsp:rsid wsp:val=&quot;005568D8&quot;/&gt;&lt;wsp:rsid wsp:val=&quot;00564919&quot;/&gt;&lt;wsp:rsid wsp:val=&quot;005926AD&quot;/&gt;&lt;wsp:rsid wsp:val=&quot;005A0CE4&quot;/&gt;&lt;wsp:rsid wsp:val=&quot;005A40C5&quot;/&gt;&lt;wsp:rsid wsp:val=&quot;005B7CC4&quot;/&gt;&lt;wsp:rsid wsp:val=&quot;005C0391&quot;/&gt;&lt;wsp:rsid wsp:val=&quot;005F0B7B&quot;/&gt;&lt;wsp:rsid wsp:val=&quot;006102CF&quot;/&gt;&lt;wsp:rsid wsp:val=&quot;006140A8&quot;/&gt;&lt;wsp:rsid wsp:val=&quot;00622F59&quot;/&gt;&lt;wsp:rsid wsp:val=&quot;00626687&quot;/&gt;&lt;wsp:rsid wsp:val=&quot;00632700&quot;/&gt;&lt;wsp:rsid wsp:val=&quot;00633CA2&quot;/&gt;&lt;wsp:rsid wsp:val=&quot;00642D67&quot;/&gt;&lt;wsp:rsid wsp:val=&quot;00657CA1&quot;/&gt;&lt;wsp:rsid wsp:val=&quot;00664CFA&quot;/&gt;&lt;wsp:rsid wsp:val=&quot;006A6715&quot;/&gt;&lt;wsp:rsid wsp:val=&quot;006E642D&quot;/&gt;&lt;wsp:rsid wsp:val=&quot;0072121D&quot;/&gt;&lt;wsp:rsid wsp:val=&quot;007351A0&quot;/&gt;&lt;wsp:rsid wsp:val=&quot;0074229D&quot;/&gt;&lt;wsp:rsid wsp:val=&quot;00772B2D&quot;/&gt;&lt;wsp:rsid wsp:val=&quot;007816C1&quot;/&gt;&lt;wsp:rsid wsp:val=&quot;007856B0&quot;/&gt;&lt;wsp:rsid wsp:val=&quot;007B6536&quot;/&gt;&lt;wsp:rsid wsp:val=&quot;007D0C76&quot;/&gt;&lt;wsp:rsid wsp:val=&quot;007D2E00&quot;/&gt;&lt;wsp:rsid wsp:val=&quot;007D7069&quot;/&gt;&lt;wsp:rsid wsp:val=&quot;0086462D&quot;/&gt;&lt;wsp:rsid wsp:val=&quot;008A0BCB&quot;/&gt;&lt;wsp:rsid wsp:val=&quot;008B2F35&quot;/&gt;&lt;wsp:rsid wsp:val=&quot;008F60F2&quot;/&gt;&lt;wsp:rsid wsp:val=&quot;00932A9E&quot;/&gt;&lt;wsp:rsid wsp:val=&quot;0095788D&quot;/&gt;&lt;wsp:rsid wsp:val=&quot;00973275&quot;/&gt;&lt;wsp:rsid wsp:val=&quot;00985736&quot;/&gt;&lt;wsp:rsid wsp:val=&quot;009B2EAC&quot;/&gt;&lt;wsp:rsid wsp:val=&quot;00A1128B&quot;/&gt;&lt;wsp:rsid wsp:val=&quot;00A301E6&quot;/&gt;&lt;wsp:rsid wsp:val=&quot;00A47E90&quot;/&gt;&lt;wsp:rsid wsp:val=&quot;00A8372C&quot;/&gt;&lt;wsp:rsid wsp:val=&quot;00A91802&quot;/&gt;&lt;wsp:rsid wsp:val=&quot;00B62DF2&quot;/&gt;&lt;wsp:rsid wsp:val=&quot;00B9523D&quot;/&gt;&lt;wsp:rsid wsp:val=&quot;00BA6250&quot;/&gt;&lt;wsp:rsid wsp:val=&quot;00BC1709&quot;/&gt;&lt;wsp:rsid wsp:val=&quot;00BC5B73&quot;/&gt;&lt;wsp:rsid wsp:val=&quot;00C17F14&quot;/&gt;&lt;wsp:rsid wsp:val=&quot;00C40895&quot;/&gt;&lt;wsp:rsid wsp:val=&quot;00CC1F34&quot;/&gt;&lt;wsp:rsid wsp:val=&quot;00CC7FD0&quot;/&gt;&lt;wsp:rsid wsp:val=&quot;00CD04B6&quot;/&gt;&lt;wsp:rsid wsp:val=&quot;00CE155E&quot;/&gt;&lt;wsp:rsid wsp:val=&quot;00D11B94&quot;/&gt;&lt;wsp:rsid wsp:val=&quot;00D36ED3&quot;/&gt;&lt;wsp:rsid wsp:val=&quot;00DA7CE1&quot;/&gt;&lt;wsp:rsid wsp:val=&quot;00DB6183&quot;/&gt;&lt;wsp:rsid wsp:val=&quot;00DC52C9&quot;/&gt;&lt;wsp:rsid wsp:val=&quot;00DC560B&quot;/&gt;&lt;wsp:rsid wsp:val=&quot;00E03339&quot;/&gt;&lt;wsp:rsid wsp:val=&quot;00E35CA9&quot;/&gt;&lt;wsp:rsid wsp:val=&quot;00E36D1B&quot;/&gt;&lt;wsp:rsid wsp:val=&quot;00E377BC&quot;/&gt;&lt;wsp:rsid wsp:val=&quot;00E45F18&quot;/&gt;&lt;wsp:rsid wsp:val=&quot;00E62A5E&quot;/&gt;&lt;wsp:rsid wsp:val=&quot;00E65759&quot;/&gt;&lt;wsp:rsid wsp:val=&quot;00E70ED7&quot;/&gt;&lt;wsp:rsid wsp:val=&quot;00E82F86&quot;/&gt;&lt;wsp:rsid wsp:val=&quot;00E91A35&quot;/&gt;&lt;wsp:rsid wsp:val=&quot;00EC6E90&quot;/&gt;&lt;wsp:rsid wsp:val=&quot;00ED5286&quot;/&gt;&lt;wsp:rsid wsp:val=&quot;00F126DA&quot;/&gt;&lt;wsp:rsid wsp:val=&quot;00F22FEB&quot;/&gt;&lt;wsp:rsid wsp:val=&quot;00F51C7B&quot;/&gt;&lt;wsp:rsid wsp:val=&quot;00F547EC&quot;/&gt;&lt;wsp:rsid wsp:val=&quot;00F70BEF&quot;/&gt;&lt;wsp:rsid wsp:val=&quot;00F8293C&quot;/&gt;&lt;wsp:rsid wsp:val=&quot;00FC2A7B&quot;/&gt;&lt;wsp:rsid wsp:val=&quot;00FC4D2C&quot;/&gt;&lt;wsp:rsid wsp:val=&quot;00FF6C2A&quot;/&gt;&lt;/wsp:rsids&gt;&lt;/w:docPr&gt;&lt;w:body&gt;&lt;w:p wsp:rsidR=&quot;00000000&quot; wsp:rsidRDefault=&quot;00311AB7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V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F51C7B">
        <w:rPr>
          <w:rStyle w:val="vlist-s"/>
          <w:sz w:val="28"/>
          <w:szCs w:val="28"/>
        </w:rPr>
        <w:instrText xml:space="preserve"> </w:instrText>
      </w:r>
      <w:r w:rsidRPr="00F51C7B">
        <w:rPr>
          <w:rStyle w:val="vlist-s"/>
          <w:sz w:val="28"/>
          <w:szCs w:val="28"/>
        </w:rPr>
        <w:fldChar w:fldCharType="separate"/>
      </w:r>
      <w:r w:rsidRPr="00F51C7B">
        <w:pict>
          <v:shape id="_x0000_i1057" type="#_x0000_t75" style="width:14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A0CE4&quot;/&gt;&lt;wsp:rsid wsp:val=&quot;000428C8&quot;/&gt;&lt;wsp:rsid wsp:val=&quot;00055410&quot;/&gt;&lt;wsp:rsid wsp:val=&quot;00067DF9&quot;/&gt;&lt;wsp:rsid wsp:val=&quot;00080C68&quot;/&gt;&lt;wsp:rsid wsp:val=&quot;0008696F&quot;/&gt;&lt;wsp:rsid wsp:val=&quot;00096A51&quot;/&gt;&lt;wsp:rsid wsp:val=&quot;000C5324&quot;/&gt;&lt;wsp:rsid wsp:val=&quot;000C63E9&quot;/&gt;&lt;wsp:rsid wsp:val=&quot;001153F2&quot;/&gt;&lt;wsp:rsid wsp:val=&quot;00173EC6&quot;/&gt;&lt;wsp:rsid wsp:val=&quot;001C5061&quot;/&gt;&lt;wsp:rsid wsp:val=&quot;001E2FE2&quot;/&gt;&lt;wsp:rsid wsp:val=&quot;001F7E48&quot;/&gt;&lt;wsp:rsid wsp:val=&quot;002261A2&quot;/&gt;&lt;wsp:rsid wsp:val=&quot;0023160B&quot;/&gt;&lt;wsp:rsid wsp:val=&quot;002516D9&quot;/&gt;&lt;wsp:rsid wsp:val=&quot;0025209B&quot;/&gt;&lt;wsp:rsid wsp:val=&quot;002E0B44&quot;/&gt;&lt;wsp:rsid wsp:val=&quot;002E38B8&quot;/&gt;&lt;wsp:rsid wsp:val=&quot;002F7387&quot;/&gt;&lt;wsp:rsid wsp:val=&quot;00311AB7&quot;/&gt;&lt;wsp:rsid wsp:val=&quot;0032007D&quot;/&gt;&lt;wsp:rsid wsp:val=&quot;00350ACA&quot;/&gt;&lt;wsp:rsid wsp:val=&quot;0037464B&quot;/&gt;&lt;wsp:rsid wsp:val=&quot;003B76B8&quot;/&gt;&lt;wsp:rsid wsp:val=&quot;003E196B&quot;/&gt;&lt;wsp:rsid wsp:val=&quot;003E5C4F&quot;/&gt;&lt;wsp:rsid wsp:val=&quot;00463B11&quot;/&gt;&lt;wsp:rsid wsp:val=&quot;004823DB&quot;/&gt;&lt;wsp:rsid wsp:val=&quot;004931BD&quot;/&gt;&lt;wsp:rsid wsp:val=&quot;004B0220&quot;/&gt;&lt;wsp:rsid wsp:val=&quot;004E51A2&quot;/&gt;&lt;wsp:rsid wsp:val=&quot;005568D8&quot;/&gt;&lt;wsp:rsid wsp:val=&quot;00564919&quot;/&gt;&lt;wsp:rsid wsp:val=&quot;005926AD&quot;/&gt;&lt;wsp:rsid wsp:val=&quot;005A0CE4&quot;/&gt;&lt;wsp:rsid wsp:val=&quot;005A40C5&quot;/&gt;&lt;wsp:rsid wsp:val=&quot;005B7CC4&quot;/&gt;&lt;wsp:rsid wsp:val=&quot;005C0391&quot;/&gt;&lt;wsp:rsid wsp:val=&quot;005F0B7B&quot;/&gt;&lt;wsp:rsid wsp:val=&quot;006102CF&quot;/&gt;&lt;wsp:rsid wsp:val=&quot;006140A8&quot;/&gt;&lt;wsp:rsid wsp:val=&quot;00622F59&quot;/&gt;&lt;wsp:rsid wsp:val=&quot;00626687&quot;/&gt;&lt;wsp:rsid wsp:val=&quot;00632700&quot;/&gt;&lt;wsp:rsid wsp:val=&quot;00633CA2&quot;/&gt;&lt;wsp:rsid wsp:val=&quot;00642D67&quot;/&gt;&lt;wsp:rsid wsp:val=&quot;00657CA1&quot;/&gt;&lt;wsp:rsid wsp:val=&quot;00664CFA&quot;/&gt;&lt;wsp:rsid wsp:val=&quot;006A6715&quot;/&gt;&lt;wsp:rsid wsp:val=&quot;006E642D&quot;/&gt;&lt;wsp:rsid wsp:val=&quot;0072121D&quot;/&gt;&lt;wsp:rsid wsp:val=&quot;007351A0&quot;/&gt;&lt;wsp:rsid wsp:val=&quot;0074229D&quot;/&gt;&lt;wsp:rsid wsp:val=&quot;00772B2D&quot;/&gt;&lt;wsp:rsid wsp:val=&quot;007816C1&quot;/&gt;&lt;wsp:rsid wsp:val=&quot;007856B0&quot;/&gt;&lt;wsp:rsid wsp:val=&quot;007B6536&quot;/&gt;&lt;wsp:rsid wsp:val=&quot;007D0C76&quot;/&gt;&lt;wsp:rsid wsp:val=&quot;007D2E00&quot;/&gt;&lt;wsp:rsid wsp:val=&quot;007D7069&quot;/&gt;&lt;wsp:rsid wsp:val=&quot;0086462D&quot;/&gt;&lt;wsp:rsid wsp:val=&quot;008A0BCB&quot;/&gt;&lt;wsp:rsid wsp:val=&quot;008B2F35&quot;/&gt;&lt;wsp:rsid wsp:val=&quot;008F60F2&quot;/&gt;&lt;wsp:rsid wsp:val=&quot;00932A9E&quot;/&gt;&lt;wsp:rsid wsp:val=&quot;0095788D&quot;/&gt;&lt;wsp:rsid wsp:val=&quot;00973275&quot;/&gt;&lt;wsp:rsid wsp:val=&quot;00985736&quot;/&gt;&lt;wsp:rsid wsp:val=&quot;009B2EAC&quot;/&gt;&lt;wsp:rsid wsp:val=&quot;00A1128B&quot;/&gt;&lt;wsp:rsid wsp:val=&quot;00A301E6&quot;/&gt;&lt;wsp:rsid wsp:val=&quot;00A47E90&quot;/&gt;&lt;wsp:rsid wsp:val=&quot;00A8372C&quot;/&gt;&lt;wsp:rsid wsp:val=&quot;00A91802&quot;/&gt;&lt;wsp:rsid wsp:val=&quot;00B62DF2&quot;/&gt;&lt;wsp:rsid wsp:val=&quot;00B9523D&quot;/&gt;&lt;wsp:rsid wsp:val=&quot;00BA6250&quot;/&gt;&lt;wsp:rsid wsp:val=&quot;00BC1709&quot;/&gt;&lt;wsp:rsid wsp:val=&quot;00BC5B73&quot;/&gt;&lt;wsp:rsid wsp:val=&quot;00C17F14&quot;/&gt;&lt;wsp:rsid wsp:val=&quot;00C40895&quot;/&gt;&lt;wsp:rsid wsp:val=&quot;00CC1F34&quot;/&gt;&lt;wsp:rsid wsp:val=&quot;00CC7FD0&quot;/&gt;&lt;wsp:rsid wsp:val=&quot;00CD04B6&quot;/&gt;&lt;wsp:rsid wsp:val=&quot;00CE155E&quot;/&gt;&lt;wsp:rsid wsp:val=&quot;00D11B94&quot;/&gt;&lt;wsp:rsid wsp:val=&quot;00D36ED3&quot;/&gt;&lt;wsp:rsid wsp:val=&quot;00DA7CE1&quot;/&gt;&lt;wsp:rsid wsp:val=&quot;00DB6183&quot;/&gt;&lt;wsp:rsid wsp:val=&quot;00DC52C9&quot;/&gt;&lt;wsp:rsid wsp:val=&quot;00DC560B&quot;/&gt;&lt;wsp:rsid wsp:val=&quot;00E03339&quot;/&gt;&lt;wsp:rsid wsp:val=&quot;00E35CA9&quot;/&gt;&lt;wsp:rsid wsp:val=&quot;00E36D1B&quot;/&gt;&lt;wsp:rsid wsp:val=&quot;00E377BC&quot;/&gt;&lt;wsp:rsid wsp:val=&quot;00E45F18&quot;/&gt;&lt;wsp:rsid wsp:val=&quot;00E62A5E&quot;/&gt;&lt;wsp:rsid wsp:val=&quot;00E65759&quot;/&gt;&lt;wsp:rsid wsp:val=&quot;00E70ED7&quot;/&gt;&lt;wsp:rsid wsp:val=&quot;00E82F86&quot;/&gt;&lt;wsp:rsid wsp:val=&quot;00E91A35&quot;/&gt;&lt;wsp:rsid wsp:val=&quot;00EC6E90&quot;/&gt;&lt;wsp:rsid wsp:val=&quot;00ED5286&quot;/&gt;&lt;wsp:rsid wsp:val=&quot;00F126DA&quot;/&gt;&lt;wsp:rsid wsp:val=&quot;00F22FEB&quot;/&gt;&lt;wsp:rsid wsp:val=&quot;00F51C7B&quot;/&gt;&lt;wsp:rsid wsp:val=&quot;00F547EC&quot;/&gt;&lt;wsp:rsid wsp:val=&quot;00F70BEF&quot;/&gt;&lt;wsp:rsid wsp:val=&quot;00F8293C&quot;/&gt;&lt;wsp:rsid wsp:val=&quot;00FC2A7B&quot;/&gt;&lt;wsp:rsid wsp:val=&quot;00FC4D2C&quot;/&gt;&lt;wsp:rsid wsp:val=&quot;00FF6C2A&quot;/&gt;&lt;/wsp:rsids&gt;&lt;/w:docPr&gt;&lt;w:body&gt;&lt;w:p wsp:rsidR=&quot;00000000&quot; wsp:rsidRDefault=&quot;00311AB7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V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F51C7B">
        <w:rPr>
          <w:rStyle w:val="vlist-s"/>
          <w:sz w:val="28"/>
          <w:szCs w:val="28"/>
        </w:rPr>
        <w:fldChar w:fldCharType="end"/>
      </w:r>
      <w:r w:rsidRPr="006140A8">
        <w:rPr>
          <w:rStyle w:val="vlist-s"/>
          <w:sz w:val="28"/>
          <w:szCs w:val="28"/>
        </w:rPr>
        <w:t>​</w:t>
      </w:r>
      <w:r w:rsidRPr="006140A8">
        <w:rPr>
          <w:sz w:val="28"/>
          <w:szCs w:val="28"/>
        </w:rPr>
        <w:t xml:space="preserve"> и </w:t>
      </w:r>
      <w:r w:rsidRPr="00F51C7B">
        <w:rPr>
          <w:sz w:val="28"/>
          <w:szCs w:val="28"/>
        </w:rPr>
        <w:fldChar w:fldCharType="begin"/>
      </w:r>
      <w:r w:rsidRPr="00F51C7B">
        <w:rPr>
          <w:sz w:val="28"/>
          <w:szCs w:val="28"/>
        </w:rPr>
        <w:instrText xml:space="preserve"> QUOTE </w:instrText>
      </w:r>
      <w:r w:rsidRPr="00F51C7B">
        <w:pict>
          <v:shape id="_x0000_i1058" type="#_x0000_t75" style="width:14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A0CE4&quot;/&gt;&lt;wsp:rsid wsp:val=&quot;000428C8&quot;/&gt;&lt;wsp:rsid wsp:val=&quot;00055410&quot;/&gt;&lt;wsp:rsid wsp:val=&quot;00067DF9&quot;/&gt;&lt;wsp:rsid wsp:val=&quot;00080C68&quot;/&gt;&lt;wsp:rsid wsp:val=&quot;0008696F&quot;/&gt;&lt;wsp:rsid wsp:val=&quot;00096A51&quot;/&gt;&lt;wsp:rsid wsp:val=&quot;000C5324&quot;/&gt;&lt;wsp:rsid wsp:val=&quot;000C63E9&quot;/&gt;&lt;wsp:rsid wsp:val=&quot;001153F2&quot;/&gt;&lt;wsp:rsid wsp:val=&quot;00173EC6&quot;/&gt;&lt;wsp:rsid wsp:val=&quot;001C5061&quot;/&gt;&lt;wsp:rsid wsp:val=&quot;001E2FE2&quot;/&gt;&lt;wsp:rsid wsp:val=&quot;001F7E48&quot;/&gt;&lt;wsp:rsid wsp:val=&quot;002261A2&quot;/&gt;&lt;wsp:rsid wsp:val=&quot;0023160B&quot;/&gt;&lt;wsp:rsid wsp:val=&quot;002516D9&quot;/&gt;&lt;wsp:rsid wsp:val=&quot;0025209B&quot;/&gt;&lt;wsp:rsid wsp:val=&quot;002E0B44&quot;/&gt;&lt;wsp:rsid wsp:val=&quot;002E38B8&quot;/&gt;&lt;wsp:rsid wsp:val=&quot;002F7387&quot;/&gt;&lt;wsp:rsid wsp:val=&quot;0032007D&quot;/&gt;&lt;wsp:rsid wsp:val=&quot;00350ACA&quot;/&gt;&lt;wsp:rsid wsp:val=&quot;0037464B&quot;/&gt;&lt;wsp:rsid wsp:val=&quot;003B76B8&quot;/&gt;&lt;wsp:rsid wsp:val=&quot;003E196B&quot;/&gt;&lt;wsp:rsid wsp:val=&quot;003E5C4F&quot;/&gt;&lt;wsp:rsid wsp:val=&quot;00463B11&quot;/&gt;&lt;wsp:rsid wsp:val=&quot;004823DB&quot;/&gt;&lt;wsp:rsid wsp:val=&quot;004931BD&quot;/&gt;&lt;wsp:rsid wsp:val=&quot;004B0220&quot;/&gt;&lt;wsp:rsid wsp:val=&quot;004E51A2&quot;/&gt;&lt;wsp:rsid wsp:val=&quot;005568D8&quot;/&gt;&lt;wsp:rsid wsp:val=&quot;00564919&quot;/&gt;&lt;wsp:rsid wsp:val=&quot;005926AD&quot;/&gt;&lt;wsp:rsid wsp:val=&quot;005A0CE4&quot;/&gt;&lt;wsp:rsid wsp:val=&quot;005A40C5&quot;/&gt;&lt;wsp:rsid wsp:val=&quot;005B7CC4&quot;/&gt;&lt;wsp:rsid wsp:val=&quot;005C0391&quot;/&gt;&lt;wsp:rsid wsp:val=&quot;005F0B7B&quot;/&gt;&lt;wsp:rsid wsp:val=&quot;006102CF&quot;/&gt;&lt;wsp:rsid wsp:val=&quot;006140A8&quot;/&gt;&lt;wsp:rsid wsp:val=&quot;00622F59&quot;/&gt;&lt;wsp:rsid wsp:val=&quot;00626687&quot;/&gt;&lt;wsp:rsid wsp:val=&quot;00632700&quot;/&gt;&lt;wsp:rsid wsp:val=&quot;00633CA2&quot;/&gt;&lt;wsp:rsid wsp:val=&quot;00642D67&quot;/&gt;&lt;wsp:rsid wsp:val=&quot;00657CA1&quot;/&gt;&lt;wsp:rsid wsp:val=&quot;00664CFA&quot;/&gt;&lt;wsp:rsid wsp:val=&quot;006A6715&quot;/&gt;&lt;wsp:rsid wsp:val=&quot;006E642D&quot;/&gt;&lt;wsp:rsid wsp:val=&quot;0072121D&quot;/&gt;&lt;wsp:rsid wsp:val=&quot;007351A0&quot;/&gt;&lt;wsp:rsid wsp:val=&quot;0074229D&quot;/&gt;&lt;wsp:rsid wsp:val=&quot;00772B2D&quot;/&gt;&lt;wsp:rsid wsp:val=&quot;007816C1&quot;/&gt;&lt;wsp:rsid wsp:val=&quot;007856B0&quot;/&gt;&lt;wsp:rsid wsp:val=&quot;007B6536&quot;/&gt;&lt;wsp:rsid wsp:val=&quot;007D0C76&quot;/&gt;&lt;wsp:rsid wsp:val=&quot;007D2E00&quot;/&gt;&lt;wsp:rsid wsp:val=&quot;007D7069&quot;/&gt;&lt;wsp:rsid wsp:val=&quot;0086462D&quot;/&gt;&lt;wsp:rsid wsp:val=&quot;008A0BCB&quot;/&gt;&lt;wsp:rsid wsp:val=&quot;008B2F35&quot;/&gt;&lt;wsp:rsid wsp:val=&quot;008F60F2&quot;/&gt;&lt;wsp:rsid wsp:val=&quot;009065FE&quot;/&gt;&lt;wsp:rsid wsp:val=&quot;00932A9E&quot;/&gt;&lt;wsp:rsid wsp:val=&quot;0095788D&quot;/&gt;&lt;wsp:rsid wsp:val=&quot;00973275&quot;/&gt;&lt;wsp:rsid wsp:val=&quot;00985736&quot;/&gt;&lt;wsp:rsid wsp:val=&quot;009B2EAC&quot;/&gt;&lt;wsp:rsid wsp:val=&quot;00A1128B&quot;/&gt;&lt;wsp:rsid wsp:val=&quot;00A301E6&quot;/&gt;&lt;wsp:rsid wsp:val=&quot;00A47E90&quot;/&gt;&lt;wsp:rsid wsp:val=&quot;00A8372C&quot;/&gt;&lt;wsp:rsid wsp:val=&quot;00A91802&quot;/&gt;&lt;wsp:rsid wsp:val=&quot;00B62DF2&quot;/&gt;&lt;wsp:rsid wsp:val=&quot;00B9523D&quot;/&gt;&lt;wsp:rsid wsp:val=&quot;00BA6250&quot;/&gt;&lt;wsp:rsid wsp:val=&quot;00BC1709&quot;/&gt;&lt;wsp:rsid wsp:val=&quot;00BC5B73&quot;/&gt;&lt;wsp:rsid wsp:val=&quot;00C17F14&quot;/&gt;&lt;wsp:rsid wsp:val=&quot;00C40895&quot;/&gt;&lt;wsp:rsid wsp:val=&quot;00CC1F34&quot;/&gt;&lt;wsp:rsid wsp:val=&quot;00CC7FD0&quot;/&gt;&lt;wsp:rsid wsp:val=&quot;00CD04B6&quot;/&gt;&lt;wsp:rsid wsp:val=&quot;00CE155E&quot;/&gt;&lt;wsp:rsid wsp:val=&quot;00D11B94&quot;/&gt;&lt;wsp:rsid wsp:val=&quot;00D36ED3&quot;/&gt;&lt;wsp:rsid wsp:val=&quot;00DA7CE1&quot;/&gt;&lt;wsp:rsid wsp:val=&quot;00DB6183&quot;/&gt;&lt;wsp:rsid wsp:val=&quot;00DC52C9&quot;/&gt;&lt;wsp:rsid wsp:val=&quot;00DC560B&quot;/&gt;&lt;wsp:rsid wsp:val=&quot;00E03339&quot;/&gt;&lt;wsp:rsid wsp:val=&quot;00E35CA9&quot;/&gt;&lt;wsp:rsid wsp:val=&quot;00E36D1B&quot;/&gt;&lt;wsp:rsid wsp:val=&quot;00E377BC&quot;/&gt;&lt;wsp:rsid wsp:val=&quot;00E45F18&quot;/&gt;&lt;wsp:rsid wsp:val=&quot;00E62A5E&quot;/&gt;&lt;wsp:rsid wsp:val=&quot;00E65759&quot;/&gt;&lt;wsp:rsid wsp:val=&quot;00E70ED7&quot;/&gt;&lt;wsp:rsid wsp:val=&quot;00E82F86&quot;/&gt;&lt;wsp:rsid wsp:val=&quot;00E91A35&quot;/&gt;&lt;wsp:rsid wsp:val=&quot;00EC6E90&quot;/&gt;&lt;wsp:rsid wsp:val=&quot;00ED5286&quot;/&gt;&lt;wsp:rsid wsp:val=&quot;00F126DA&quot;/&gt;&lt;wsp:rsid wsp:val=&quot;00F22FEB&quot;/&gt;&lt;wsp:rsid wsp:val=&quot;00F51C7B&quot;/&gt;&lt;wsp:rsid wsp:val=&quot;00F547EC&quot;/&gt;&lt;wsp:rsid wsp:val=&quot;00F70BEF&quot;/&gt;&lt;wsp:rsid wsp:val=&quot;00F8293C&quot;/&gt;&lt;wsp:rsid wsp:val=&quot;00FC2A7B&quot;/&gt;&lt;wsp:rsid wsp:val=&quot;00FC4D2C&quot;/&gt;&lt;wsp:rsid wsp:val=&quot;00FF6C2A&quot;/&gt;&lt;/wsp:rsids&gt;&lt;/w:docPr&gt;&lt;w:body&gt;&lt;w:p wsp:rsidR=&quot;00000000&quot; wsp:rsidRDefault=&quot;009065FE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V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7" o:title="" chromakey="white"/>
          </v:shape>
        </w:pict>
      </w:r>
      <w:r w:rsidRPr="00F51C7B">
        <w:rPr>
          <w:sz w:val="28"/>
          <w:szCs w:val="28"/>
        </w:rPr>
        <w:instrText xml:space="preserve"> </w:instrText>
      </w:r>
      <w:r w:rsidRPr="00F51C7B">
        <w:rPr>
          <w:sz w:val="28"/>
          <w:szCs w:val="28"/>
        </w:rPr>
        <w:fldChar w:fldCharType="separate"/>
      </w:r>
      <w:r w:rsidRPr="00F51C7B">
        <w:pict>
          <v:shape id="_x0000_i1059" type="#_x0000_t75" style="width:14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A0CE4&quot;/&gt;&lt;wsp:rsid wsp:val=&quot;000428C8&quot;/&gt;&lt;wsp:rsid wsp:val=&quot;00055410&quot;/&gt;&lt;wsp:rsid wsp:val=&quot;00067DF9&quot;/&gt;&lt;wsp:rsid wsp:val=&quot;00080C68&quot;/&gt;&lt;wsp:rsid wsp:val=&quot;0008696F&quot;/&gt;&lt;wsp:rsid wsp:val=&quot;00096A51&quot;/&gt;&lt;wsp:rsid wsp:val=&quot;000C5324&quot;/&gt;&lt;wsp:rsid wsp:val=&quot;000C63E9&quot;/&gt;&lt;wsp:rsid wsp:val=&quot;001153F2&quot;/&gt;&lt;wsp:rsid wsp:val=&quot;00173EC6&quot;/&gt;&lt;wsp:rsid wsp:val=&quot;001C5061&quot;/&gt;&lt;wsp:rsid wsp:val=&quot;001E2FE2&quot;/&gt;&lt;wsp:rsid wsp:val=&quot;001F7E48&quot;/&gt;&lt;wsp:rsid wsp:val=&quot;002261A2&quot;/&gt;&lt;wsp:rsid wsp:val=&quot;0023160B&quot;/&gt;&lt;wsp:rsid wsp:val=&quot;002516D9&quot;/&gt;&lt;wsp:rsid wsp:val=&quot;0025209B&quot;/&gt;&lt;wsp:rsid wsp:val=&quot;002E0B44&quot;/&gt;&lt;wsp:rsid wsp:val=&quot;002E38B8&quot;/&gt;&lt;wsp:rsid wsp:val=&quot;002F7387&quot;/&gt;&lt;wsp:rsid wsp:val=&quot;0032007D&quot;/&gt;&lt;wsp:rsid wsp:val=&quot;00350ACA&quot;/&gt;&lt;wsp:rsid wsp:val=&quot;0037464B&quot;/&gt;&lt;wsp:rsid wsp:val=&quot;003B76B8&quot;/&gt;&lt;wsp:rsid wsp:val=&quot;003E196B&quot;/&gt;&lt;wsp:rsid wsp:val=&quot;003E5C4F&quot;/&gt;&lt;wsp:rsid wsp:val=&quot;00463B11&quot;/&gt;&lt;wsp:rsid wsp:val=&quot;004823DB&quot;/&gt;&lt;wsp:rsid wsp:val=&quot;004931BD&quot;/&gt;&lt;wsp:rsid wsp:val=&quot;004B0220&quot;/&gt;&lt;wsp:rsid wsp:val=&quot;004E51A2&quot;/&gt;&lt;wsp:rsid wsp:val=&quot;005568D8&quot;/&gt;&lt;wsp:rsid wsp:val=&quot;00564919&quot;/&gt;&lt;wsp:rsid wsp:val=&quot;005926AD&quot;/&gt;&lt;wsp:rsid wsp:val=&quot;005A0CE4&quot;/&gt;&lt;wsp:rsid wsp:val=&quot;005A40C5&quot;/&gt;&lt;wsp:rsid wsp:val=&quot;005B7CC4&quot;/&gt;&lt;wsp:rsid wsp:val=&quot;005C0391&quot;/&gt;&lt;wsp:rsid wsp:val=&quot;005F0B7B&quot;/&gt;&lt;wsp:rsid wsp:val=&quot;006102CF&quot;/&gt;&lt;wsp:rsid wsp:val=&quot;006140A8&quot;/&gt;&lt;wsp:rsid wsp:val=&quot;00622F59&quot;/&gt;&lt;wsp:rsid wsp:val=&quot;00626687&quot;/&gt;&lt;wsp:rsid wsp:val=&quot;00632700&quot;/&gt;&lt;wsp:rsid wsp:val=&quot;00633CA2&quot;/&gt;&lt;wsp:rsid wsp:val=&quot;00642D67&quot;/&gt;&lt;wsp:rsid wsp:val=&quot;00657CA1&quot;/&gt;&lt;wsp:rsid wsp:val=&quot;00664CFA&quot;/&gt;&lt;wsp:rsid wsp:val=&quot;006A6715&quot;/&gt;&lt;wsp:rsid wsp:val=&quot;006E642D&quot;/&gt;&lt;wsp:rsid wsp:val=&quot;0072121D&quot;/&gt;&lt;wsp:rsid wsp:val=&quot;007351A0&quot;/&gt;&lt;wsp:rsid wsp:val=&quot;0074229D&quot;/&gt;&lt;wsp:rsid wsp:val=&quot;00772B2D&quot;/&gt;&lt;wsp:rsid wsp:val=&quot;007816C1&quot;/&gt;&lt;wsp:rsid wsp:val=&quot;007856B0&quot;/&gt;&lt;wsp:rsid wsp:val=&quot;007B6536&quot;/&gt;&lt;wsp:rsid wsp:val=&quot;007D0C76&quot;/&gt;&lt;wsp:rsid wsp:val=&quot;007D2E00&quot;/&gt;&lt;wsp:rsid wsp:val=&quot;007D7069&quot;/&gt;&lt;wsp:rsid wsp:val=&quot;0086462D&quot;/&gt;&lt;wsp:rsid wsp:val=&quot;008A0BCB&quot;/&gt;&lt;wsp:rsid wsp:val=&quot;008B2F35&quot;/&gt;&lt;wsp:rsid wsp:val=&quot;008F60F2&quot;/&gt;&lt;wsp:rsid wsp:val=&quot;009065FE&quot;/&gt;&lt;wsp:rsid wsp:val=&quot;00932A9E&quot;/&gt;&lt;wsp:rsid wsp:val=&quot;0095788D&quot;/&gt;&lt;wsp:rsid wsp:val=&quot;00973275&quot;/&gt;&lt;wsp:rsid wsp:val=&quot;00985736&quot;/&gt;&lt;wsp:rsid wsp:val=&quot;009B2EAC&quot;/&gt;&lt;wsp:rsid wsp:val=&quot;00A1128B&quot;/&gt;&lt;wsp:rsid wsp:val=&quot;00A301E6&quot;/&gt;&lt;wsp:rsid wsp:val=&quot;00A47E90&quot;/&gt;&lt;wsp:rsid wsp:val=&quot;00A8372C&quot;/&gt;&lt;wsp:rsid wsp:val=&quot;00A91802&quot;/&gt;&lt;wsp:rsid wsp:val=&quot;00B62DF2&quot;/&gt;&lt;wsp:rsid wsp:val=&quot;00B9523D&quot;/&gt;&lt;wsp:rsid wsp:val=&quot;00BA6250&quot;/&gt;&lt;wsp:rsid wsp:val=&quot;00BC1709&quot;/&gt;&lt;wsp:rsid wsp:val=&quot;00BC5B73&quot;/&gt;&lt;wsp:rsid wsp:val=&quot;00C17F14&quot;/&gt;&lt;wsp:rsid wsp:val=&quot;00C40895&quot;/&gt;&lt;wsp:rsid wsp:val=&quot;00CC1F34&quot;/&gt;&lt;wsp:rsid wsp:val=&quot;00CC7FD0&quot;/&gt;&lt;wsp:rsid wsp:val=&quot;00CD04B6&quot;/&gt;&lt;wsp:rsid wsp:val=&quot;00CE155E&quot;/&gt;&lt;wsp:rsid wsp:val=&quot;00D11B94&quot;/&gt;&lt;wsp:rsid wsp:val=&quot;00D36ED3&quot;/&gt;&lt;wsp:rsid wsp:val=&quot;00DA7CE1&quot;/&gt;&lt;wsp:rsid wsp:val=&quot;00DB6183&quot;/&gt;&lt;wsp:rsid wsp:val=&quot;00DC52C9&quot;/&gt;&lt;wsp:rsid wsp:val=&quot;00DC560B&quot;/&gt;&lt;wsp:rsid wsp:val=&quot;00E03339&quot;/&gt;&lt;wsp:rsid wsp:val=&quot;00E35CA9&quot;/&gt;&lt;wsp:rsid wsp:val=&quot;00E36D1B&quot;/&gt;&lt;wsp:rsid wsp:val=&quot;00E377BC&quot;/&gt;&lt;wsp:rsid wsp:val=&quot;00E45F18&quot;/&gt;&lt;wsp:rsid wsp:val=&quot;00E62A5E&quot;/&gt;&lt;wsp:rsid wsp:val=&quot;00E65759&quot;/&gt;&lt;wsp:rsid wsp:val=&quot;00E70ED7&quot;/&gt;&lt;wsp:rsid wsp:val=&quot;00E82F86&quot;/&gt;&lt;wsp:rsid wsp:val=&quot;00E91A35&quot;/&gt;&lt;wsp:rsid wsp:val=&quot;00EC6E90&quot;/&gt;&lt;wsp:rsid wsp:val=&quot;00ED5286&quot;/&gt;&lt;wsp:rsid wsp:val=&quot;00F126DA&quot;/&gt;&lt;wsp:rsid wsp:val=&quot;00F22FEB&quot;/&gt;&lt;wsp:rsid wsp:val=&quot;00F51C7B&quot;/&gt;&lt;wsp:rsid wsp:val=&quot;00F547EC&quot;/&gt;&lt;wsp:rsid wsp:val=&quot;00F70BEF&quot;/&gt;&lt;wsp:rsid wsp:val=&quot;00F8293C&quot;/&gt;&lt;wsp:rsid wsp:val=&quot;00FC2A7B&quot;/&gt;&lt;wsp:rsid wsp:val=&quot;00FC4D2C&quot;/&gt;&lt;wsp:rsid wsp:val=&quot;00FF6C2A&quot;/&gt;&lt;/wsp:rsids&gt;&lt;/w:docPr&gt;&lt;w:body&gt;&lt;w:p wsp:rsidR=&quot;00000000&quot; wsp:rsidRDefault=&quot;009065FE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V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7" o:title="" chromakey="white"/>
          </v:shape>
        </w:pict>
      </w:r>
      <w:r w:rsidRPr="00F51C7B">
        <w:rPr>
          <w:sz w:val="28"/>
          <w:szCs w:val="28"/>
        </w:rPr>
        <w:fldChar w:fldCharType="end"/>
      </w:r>
      <w:r w:rsidRPr="006140A8">
        <w:rPr>
          <w:sz w:val="28"/>
          <w:szCs w:val="28"/>
        </w:rPr>
        <w:t xml:space="preserve"> через давление, используя уравнение состояния. Тогда:</w:t>
      </w:r>
    </w:p>
    <w:p w:rsidR="000140FA" w:rsidRPr="006140A8" w:rsidRDefault="000140FA" w:rsidP="006140A8">
      <w:pPr>
        <w:pStyle w:val="NormalWeb"/>
        <w:spacing w:before="0" w:beforeAutospacing="0" w:after="0" w:afterAutospacing="0" w:line="360" w:lineRule="auto"/>
        <w:rPr>
          <w:i/>
          <w:sz w:val="28"/>
          <w:szCs w:val="28"/>
        </w:rPr>
      </w:pPr>
      <w:r w:rsidRPr="00F51C7B">
        <w:pict>
          <v:shape id="_x0000_i1060" type="#_x0000_t75" style="width:108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A0CE4&quot;/&gt;&lt;wsp:rsid wsp:val=&quot;000428C8&quot;/&gt;&lt;wsp:rsid wsp:val=&quot;00055410&quot;/&gt;&lt;wsp:rsid wsp:val=&quot;00067DF9&quot;/&gt;&lt;wsp:rsid wsp:val=&quot;00080C68&quot;/&gt;&lt;wsp:rsid wsp:val=&quot;0008696F&quot;/&gt;&lt;wsp:rsid wsp:val=&quot;00096A51&quot;/&gt;&lt;wsp:rsid wsp:val=&quot;000C5324&quot;/&gt;&lt;wsp:rsid wsp:val=&quot;000C63E9&quot;/&gt;&lt;wsp:rsid wsp:val=&quot;001153F2&quot;/&gt;&lt;wsp:rsid wsp:val=&quot;00173EC6&quot;/&gt;&lt;wsp:rsid wsp:val=&quot;001C5061&quot;/&gt;&lt;wsp:rsid wsp:val=&quot;001E2FE2&quot;/&gt;&lt;wsp:rsid wsp:val=&quot;001F7E48&quot;/&gt;&lt;wsp:rsid wsp:val=&quot;002261A2&quot;/&gt;&lt;wsp:rsid wsp:val=&quot;0023160B&quot;/&gt;&lt;wsp:rsid wsp:val=&quot;002516D9&quot;/&gt;&lt;wsp:rsid wsp:val=&quot;0025209B&quot;/&gt;&lt;wsp:rsid wsp:val=&quot;002E0B44&quot;/&gt;&lt;wsp:rsid wsp:val=&quot;002E38B8&quot;/&gt;&lt;wsp:rsid wsp:val=&quot;002F7387&quot;/&gt;&lt;wsp:rsid wsp:val=&quot;0032007D&quot;/&gt;&lt;wsp:rsid wsp:val=&quot;00350ACA&quot;/&gt;&lt;wsp:rsid wsp:val=&quot;0037464B&quot;/&gt;&lt;wsp:rsid wsp:val=&quot;003B76B8&quot;/&gt;&lt;wsp:rsid wsp:val=&quot;003E196B&quot;/&gt;&lt;wsp:rsid wsp:val=&quot;003E5C4F&quot;/&gt;&lt;wsp:rsid wsp:val=&quot;00463B11&quot;/&gt;&lt;wsp:rsid wsp:val=&quot;004823DB&quot;/&gt;&lt;wsp:rsid wsp:val=&quot;004931BD&quot;/&gt;&lt;wsp:rsid wsp:val=&quot;004B0220&quot;/&gt;&lt;wsp:rsid wsp:val=&quot;004E51A2&quot;/&gt;&lt;wsp:rsid wsp:val=&quot;005568D8&quot;/&gt;&lt;wsp:rsid wsp:val=&quot;00564919&quot;/&gt;&lt;wsp:rsid wsp:val=&quot;005926AD&quot;/&gt;&lt;wsp:rsid wsp:val=&quot;005A0CE4&quot;/&gt;&lt;wsp:rsid wsp:val=&quot;005A40C5&quot;/&gt;&lt;wsp:rsid wsp:val=&quot;005B7CC4&quot;/&gt;&lt;wsp:rsid wsp:val=&quot;005C0391&quot;/&gt;&lt;wsp:rsid wsp:val=&quot;005F0B7B&quot;/&gt;&lt;wsp:rsid wsp:val=&quot;006102CF&quot;/&gt;&lt;wsp:rsid wsp:val=&quot;006140A8&quot;/&gt;&lt;wsp:rsid wsp:val=&quot;00622F59&quot;/&gt;&lt;wsp:rsid wsp:val=&quot;00626687&quot;/&gt;&lt;wsp:rsid wsp:val=&quot;00632700&quot;/&gt;&lt;wsp:rsid wsp:val=&quot;00633CA2&quot;/&gt;&lt;wsp:rsid wsp:val=&quot;00642D67&quot;/&gt;&lt;wsp:rsid wsp:val=&quot;00657CA1&quot;/&gt;&lt;wsp:rsid wsp:val=&quot;00664CFA&quot;/&gt;&lt;wsp:rsid wsp:val=&quot;006A6715&quot;/&gt;&lt;wsp:rsid wsp:val=&quot;006E642D&quot;/&gt;&lt;wsp:rsid wsp:val=&quot;006F4188&quot;/&gt;&lt;wsp:rsid wsp:val=&quot;0072121D&quot;/&gt;&lt;wsp:rsid wsp:val=&quot;007351A0&quot;/&gt;&lt;wsp:rsid wsp:val=&quot;0074229D&quot;/&gt;&lt;wsp:rsid wsp:val=&quot;00772B2D&quot;/&gt;&lt;wsp:rsid wsp:val=&quot;007816C1&quot;/&gt;&lt;wsp:rsid wsp:val=&quot;007856B0&quot;/&gt;&lt;wsp:rsid wsp:val=&quot;007B6536&quot;/&gt;&lt;wsp:rsid wsp:val=&quot;007D0C76&quot;/&gt;&lt;wsp:rsid wsp:val=&quot;007D2E00&quot;/&gt;&lt;wsp:rsid wsp:val=&quot;007D7069&quot;/&gt;&lt;wsp:rsid wsp:val=&quot;0086462D&quot;/&gt;&lt;wsp:rsid wsp:val=&quot;008A0BCB&quot;/&gt;&lt;wsp:rsid wsp:val=&quot;008B2F35&quot;/&gt;&lt;wsp:rsid wsp:val=&quot;008F60F2&quot;/&gt;&lt;wsp:rsid wsp:val=&quot;00932A9E&quot;/&gt;&lt;wsp:rsid wsp:val=&quot;0095788D&quot;/&gt;&lt;wsp:rsid wsp:val=&quot;00973275&quot;/&gt;&lt;wsp:rsid wsp:val=&quot;00985736&quot;/&gt;&lt;wsp:rsid wsp:val=&quot;009B2EAC&quot;/&gt;&lt;wsp:rsid wsp:val=&quot;00A1128B&quot;/&gt;&lt;wsp:rsid wsp:val=&quot;00A301E6&quot;/&gt;&lt;wsp:rsid wsp:val=&quot;00A47E90&quot;/&gt;&lt;wsp:rsid wsp:val=&quot;00A8372C&quot;/&gt;&lt;wsp:rsid wsp:val=&quot;00A91802&quot;/&gt;&lt;wsp:rsid wsp:val=&quot;00B62DF2&quot;/&gt;&lt;wsp:rsid wsp:val=&quot;00B9523D&quot;/&gt;&lt;wsp:rsid wsp:val=&quot;00BA6250&quot;/&gt;&lt;wsp:rsid wsp:val=&quot;00BC1709&quot;/&gt;&lt;wsp:rsid wsp:val=&quot;00BC5B73&quot;/&gt;&lt;wsp:rsid wsp:val=&quot;00C17F14&quot;/&gt;&lt;wsp:rsid wsp:val=&quot;00C40895&quot;/&gt;&lt;wsp:rsid wsp:val=&quot;00CC1F34&quot;/&gt;&lt;wsp:rsid wsp:val=&quot;00CC7FD0&quot;/&gt;&lt;wsp:rsid wsp:val=&quot;00CD04B6&quot;/&gt;&lt;wsp:rsid wsp:val=&quot;00CE155E&quot;/&gt;&lt;wsp:rsid wsp:val=&quot;00D11B94&quot;/&gt;&lt;wsp:rsid wsp:val=&quot;00D36ED3&quot;/&gt;&lt;wsp:rsid wsp:val=&quot;00DA7CE1&quot;/&gt;&lt;wsp:rsid wsp:val=&quot;00DB6183&quot;/&gt;&lt;wsp:rsid wsp:val=&quot;00DC52C9&quot;/&gt;&lt;wsp:rsid wsp:val=&quot;00DC560B&quot;/&gt;&lt;wsp:rsid wsp:val=&quot;00E03339&quot;/&gt;&lt;wsp:rsid wsp:val=&quot;00E35CA9&quot;/&gt;&lt;wsp:rsid wsp:val=&quot;00E36D1B&quot;/&gt;&lt;wsp:rsid wsp:val=&quot;00E377BC&quot;/&gt;&lt;wsp:rsid wsp:val=&quot;00E45F18&quot;/&gt;&lt;wsp:rsid wsp:val=&quot;00E62A5E&quot;/&gt;&lt;wsp:rsid wsp:val=&quot;00E65759&quot;/&gt;&lt;wsp:rsid wsp:val=&quot;00E70ED7&quot;/&gt;&lt;wsp:rsid wsp:val=&quot;00E82F86&quot;/&gt;&lt;wsp:rsid wsp:val=&quot;00E91A35&quot;/&gt;&lt;wsp:rsid wsp:val=&quot;00EC6E90&quot;/&gt;&lt;wsp:rsid wsp:val=&quot;00ED5286&quot;/&gt;&lt;wsp:rsid wsp:val=&quot;00F126DA&quot;/&gt;&lt;wsp:rsid wsp:val=&quot;00F22FEB&quot;/&gt;&lt;wsp:rsid wsp:val=&quot;00F51C7B&quot;/&gt;&lt;wsp:rsid wsp:val=&quot;00F547EC&quot;/&gt;&lt;wsp:rsid wsp:val=&quot;00F70BEF&quot;/&gt;&lt;wsp:rsid wsp:val=&quot;00F8293C&quot;/&gt;&lt;wsp:rsid wsp:val=&quot;00FC2A7B&quot;/&gt;&lt;wsp:rsid wsp:val=&quot;00FC4D2C&quot;/&gt;&lt;wsp:rsid wsp:val=&quot;00FF6C2A&quot;/&gt;&lt;/wsp:rsids&gt;&lt;/w:docPr&gt;&lt;w:body&gt;&lt;w:p wsp:rsidR=&quot;00000000&quot; wsp:rsidRDefault=&quot;006F4188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V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fareast=&quot;Calibri&quot;/&gt;&lt;wx:font wx:val=&quot;Cambria Math&quot;/&gt;&lt;w:i/&gt;&lt;w:sz w:val=&quot;28&quot;/&gt;&lt;w:sz-cs w:val=&quot;28&quot;/&gt;&lt;w:lang w:val=&quot;EN-US&quot; w:fareast=&quot;EN-US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nRT&lt;/m:t&gt;&lt;/m:r&gt;&lt;/m:num&gt;&lt;m:den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p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/m:den&gt;&lt;/m:f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V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m:r&gt;&lt;w:rPr&gt;&lt;w:rFonts w:ascii=&quot;Cambria Math&quot; w:fareast=&quot;Calibri&quot;/&gt;&lt;wx:font wx:val=&quot;Cambria Math&quot;/&gt;&lt;w:i/&gt;&lt;w:sz w:val=&quot;28&quot;/&gt;&lt;w:sz-cs w:val=&quot;28&quot;/&gt;&lt;w:lang w:val=&quot;EN-US&quot; w:fareast=&quot;EN-US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nRT&lt;/m:t&gt;&lt;/m:r&gt;&lt;/m:num&gt;&lt;m:den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p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38" o:title="" chromakey="white"/>
          </v:shape>
        </w:pict>
      </w:r>
    </w:p>
    <w:p w:rsidR="000140FA" w:rsidRPr="006140A8" w:rsidRDefault="000140FA" w:rsidP="006140A8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6140A8">
        <w:rPr>
          <w:sz w:val="28"/>
          <w:szCs w:val="28"/>
        </w:rPr>
        <w:t>Подставим это в выражение для</w:t>
      </w:r>
      <w:r w:rsidRPr="006140A8">
        <w:rPr>
          <w:rStyle w:val="vlist-s"/>
          <w:sz w:val="28"/>
          <w:szCs w:val="28"/>
        </w:rPr>
        <w:t>​</w:t>
      </w:r>
      <w:r w:rsidRPr="006140A8">
        <w:rPr>
          <w:sz w:val="28"/>
          <w:szCs w:val="28"/>
        </w:rPr>
        <w:t>:</w:t>
      </w:r>
    </w:p>
    <w:p w:rsidR="000140FA" w:rsidRPr="006140A8" w:rsidRDefault="000140FA" w:rsidP="006140A8">
      <w:pPr>
        <w:pStyle w:val="NormalWeb"/>
        <w:spacing w:before="0" w:beforeAutospacing="0" w:after="0" w:afterAutospacing="0" w:line="360" w:lineRule="auto"/>
        <w:rPr>
          <w:sz w:val="28"/>
          <w:szCs w:val="28"/>
          <w:lang w:eastAsia="en-US"/>
        </w:rPr>
      </w:pPr>
    </w:p>
    <w:p w:rsidR="000140FA" w:rsidRPr="006140A8" w:rsidRDefault="000140FA" w:rsidP="006140A8">
      <w:pPr>
        <w:pStyle w:val="NormalWeb"/>
        <w:spacing w:before="0" w:beforeAutospacing="0" w:after="0" w:afterAutospacing="0" w:line="360" w:lineRule="auto"/>
        <w:ind w:firstLine="708"/>
        <w:rPr>
          <w:b/>
          <w:bCs/>
          <w:sz w:val="28"/>
          <w:szCs w:val="28"/>
          <w:lang w:eastAsia="en-US"/>
        </w:rPr>
      </w:pPr>
      <w:r w:rsidRPr="006140A8">
        <w:rPr>
          <w:b/>
          <w:bCs/>
          <w:sz w:val="28"/>
          <w:szCs w:val="28"/>
        </w:rPr>
        <w:t>Суммарное изменение энтропии</w:t>
      </w:r>
    </w:p>
    <w:p w:rsidR="000140FA" w:rsidRPr="006140A8" w:rsidRDefault="000140FA" w:rsidP="006140A8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6140A8">
        <w:rPr>
          <w:sz w:val="28"/>
          <w:szCs w:val="28"/>
        </w:rPr>
        <w:t>Суммарное изменение энтропии для необратимого процесса:</w:t>
      </w:r>
    </w:p>
    <w:p w:rsidR="000140FA" w:rsidRPr="006140A8" w:rsidRDefault="000140FA" w:rsidP="006140A8">
      <w:pPr>
        <w:pStyle w:val="NormalWeb"/>
        <w:spacing w:before="0" w:beforeAutospacing="0" w:after="0" w:afterAutospacing="0" w:line="360" w:lineRule="auto"/>
        <w:rPr>
          <w:i/>
          <w:sz w:val="28"/>
          <w:szCs w:val="28"/>
          <w:lang w:eastAsia="en-US"/>
        </w:rPr>
      </w:pPr>
    </w:p>
    <w:p w:rsidR="000140FA" w:rsidRPr="006140A8" w:rsidRDefault="000140FA" w:rsidP="006140A8">
      <w:pPr>
        <w:pStyle w:val="NormalWeb"/>
        <w:spacing w:before="0" w:beforeAutospacing="0" w:after="0" w:afterAutospacing="0" w:line="360" w:lineRule="auto"/>
        <w:rPr>
          <w:sz w:val="28"/>
          <w:szCs w:val="28"/>
          <w:lang w:val="kk-KZ"/>
        </w:rPr>
      </w:pPr>
      <w:r w:rsidRPr="006140A8">
        <w:rPr>
          <w:sz w:val="28"/>
          <w:szCs w:val="28"/>
        </w:rPr>
        <w:t xml:space="preserve">Так как </w:t>
      </w:r>
      <w:r w:rsidRPr="006140A8">
        <w:rPr>
          <w:rStyle w:val="vlist-s"/>
          <w:sz w:val="28"/>
          <w:szCs w:val="28"/>
        </w:rPr>
        <w:t>​</w:t>
      </w:r>
      <w:r w:rsidRPr="006140A8">
        <w:rPr>
          <w:sz w:val="28"/>
          <w:szCs w:val="28"/>
        </w:rPr>
        <w:t xml:space="preserve"> меньше по модулю, чем </w:t>
      </w:r>
      <w:r w:rsidRPr="006140A8">
        <w:rPr>
          <w:rStyle w:val="vlist-s"/>
          <w:sz w:val="28"/>
          <w:szCs w:val="28"/>
        </w:rPr>
        <w:t>​</w:t>
      </w:r>
      <w:r w:rsidRPr="006140A8">
        <w:rPr>
          <w:sz w:val="28"/>
          <w:szCs w:val="28"/>
        </w:rPr>
        <w:t>, суммарное изменение энтропии будет положительным:</w:t>
      </w:r>
    </w:p>
    <w:p w:rsidR="000140FA" w:rsidRPr="006140A8" w:rsidRDefault="000140FA" w:rsidP="006140A8">
      <w:pPr>
        <w:pStyle w:val="NormalWeb"/>
        <w:spacing w:before="0" w:beforeAutospacing="0" w:after="0" w:afterAutospacing="0" w:line="360" w:lineRule="auto"/>
        <w:rPr>
          <w:i/>
          <w:sz w:val="28"/>
          <w:szCs w:val="28"/>
          <w:lang w:eastAsia="en-US"/>
        </w:rPr>
      </w:pPr>
    </w:p>
    <w:p w:rsidR="000140FA" w:rsidRPr="006140A8" w:rsidRDefault="000140FA" w:rsidP="006140A8">
      <w:pPr>
        <w:pStyle w:val="NormalWeb"/>
        <w:spacing w:before="0" w:beforeAutospacing="0" w:after="0" w:afterAutospacing="0" w:line="360" w:lineRule="auto"/>
        <w:ind w:firstLine="708"/>
        <w:rPr>
          <w:sz w:val="28"/>
          <w:szCs w:val="28"/>
        </w:rPr>
      </w:pPr>
      <w:r w:rsidRPr="006140A8">
        <w:rPr>
          <w:b/>
          <w:bCs/>
          <w:sz w:val="28"/>
          <w:szCs w:val="28"/>
        </w:rPr>
        <w:t>Итог</w:t>
      </w:r>
      <w:r w:rsidRPr="006140A8">
        <w:rPr>
          <w:b/>
          <w:bCs/>
          <w:sz w:val="28"/>
          <w:szCs w:val="28"/>
          <w:lang w:val="kk-KZ"/>
        </w:rPr>
        <w:t xml:space="preserve">о </w:t>
      </w:r>
      <w:r w:rsidRPr="006140A8">
        <w:rPr>
          <w:b/>
          <w:bCs/>
          <w:sz w:val="28"/>
          <w:szCs w:val="28"/>
        </w:rPr>
        <w:t xml:space="preserve"> для необратимого процесса</w:t>
      </w:r>
      <w:r w:rsidRPr="006140A8">
        <w:rPr>
          <w:sz w:val="28"/>
          <w:szCs w:val="28"/>
        </w:rPr>
        <w:t>:</w:t>
      </w:r>
    </w:p>
    <w:p w:rsidR="000140FA" w:rsidRPr="006140A8" w:rsidRDefault="000140FA" w:rsidP="006140A8">
      <w:pPr>
        <w:spacing w:after="0" w:line="360" w:lineRule="auto"/>
        <w:rPr>
          <w:rFonts w:ascii="Times New Roman" w:hAnsi="Times New Roman"/>
          <w:sz w:val="28"/>
          <w:szCs w:val="28"/>
          <w:lang w:val="kk-KZ"/>
        </w:rPr>
      </w:pPr>
      <w:r w:rsidRPr="006140A8">
        <w:rPr>
          <w:rFonts w:ascii="Times New Roman" w:hAnsi="Times New Roman"/>
          <w:sz w:val="28"/>
          <w:szCs w:val="28"/>
        </w:rPr>
        <w:t>Изменение энтропии газа:</w:t>
      </w:r>
    </w:p>
    <w:p w:rsidR="000140FA" w:rsidRPr="006140A8" w:rsidRDefault="000140FA" w:rsidP="006140A8">
      <w:pPr>
        <w:spacing w:after="0" w:line="360" w:lineRule="auto"/>
        <w:rPr>
          <w:rFonts w:ascii="Times New Roman" w:hAnsi="Times New Roman"/>
          <w:sz w:val="28"/>
          <w:szCs w:val="28"/>
          <w:lang w:val="kk-KZ"/>
        </w:rPr>
      </w:pPr>
    </w:p>
    <w:p w:rsidR="000140FA" w:rsidRPr="006140A8" w:rsidRDefault="000140FA" w:rsidP="006140A8">
      <w:pPr>
        <w:pStyle w:val="NormalWeb"/>
        <w:spacing w:before="0" w:beforeAutospacing="0" w:after="0" w:afterAutospacing="0" w:line="360" w:lineRule="auto"/>
        <w:rPr>
          <w:sz w:val="28"/>
          <w:szCs w:val="28"/>
          <w:lang w:val="kk-KZ"/>
        </w:rPr>
      </w:pPr>
      <w:r w:rsidRPr="006140A8">
        <w:rPr>
          <w:sz w:val="28"/>
          <w:szCs w:val="28"/>
        </w:rPr>
        <w:t>Изменение энтропии окружающей среды:</w:t>
      </w:r>
    </w:p>
    <w:p w:rsidR="000140FA" w:rsidRPr="006140A8" w:rsidRDefault="000140FA" w:rsidP="006140A8">
      <w:pPr>
        <w:pStyle w:val="NormalWeb"/>
        <w:spacing w:before="0" w:beforeAutospacing="0" w:after="0" w:afterAutospacing="0" w:line="360" w:lineRule="auto"/>
        <w:rPr>
          <w:sz w:val="28"/>
          <w:szCs w:val="28"/>
          <w:lang w:eastAsia="en-US"/>
        </w:rPr>
      </w:pPr>
    </w:p>
    <w:p w:rsidR="000140FA" w:rsidRPr="006140A8" w:rsidRDefault="000140FA" w:rsidP="006140A8">
      <w:pPr>
        <w:pStyle w:val="NormalWeb"/>
        <w:spacing w:before="0" w:beforeAutospacing="0" w:after="0" w:afterAutospacing="0" w:line="360" w:lineRule="auto"/>
        <w:rPr>
          <w:i/>
          <w:sz w:val="28"/>
          <w:szCs w:val="28"/>
          <w:lang w:eastAsia="en-US"/>
        </w:rPr>
      </w:pPr>
      <w:r w:rsidRPr="006140A8">
        <w:rPr>
          <w:sz w:val="28"/>
          <w:szCs w:val="28"/>
        </w:rPr>
        <w:t>Суммарное изменение энтропии системы и окружающей среды:</w:t>
      </w:r>
    </w:p>
    <w:p w:rsidR="000140FA" w:rsidRPr="007351A0" w:rsidRDefault="000140FA" w:rsidP="001C506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140A8">
        <w:rPr>
          <w:rFonts w:ascii="Times New Roman" w:hAnsi="Times New Roman"/>
          <w:sz w:val="28"/>
          <w:szCs w:val="28"/>
        </w:rPr>
        <w:t xml:space="preserve">В результате работы  </w:t>
      </w:r>
      <w:r w:rsidRPr="006140A8">
        <w:rPr>
          <w:rFonts w:ascii="Times New Roman" w:hAnsi="Times New Roman"/>
          <w:sz w:val="28"/>
          <w:szCs w:val="28"/>
          <w:lang w:val="kk-KZ"/>
        </w:rPr>
        <w:t>решения задачи по физике</w:t>
      </w:r>
      <w:r w:rsidRPr="006140A8">
        <w:rPr>
          <w:rFonts w:ascii="Times New Roman" w:hAnsi="Times New Roman"/>
          <w:sz w:val="28"/>
          <w:szCs w:val="28"/>
        </w:rPr>
        <w:t>следует использовать  для создания новых возможностей передачи знаний (деятельности педагога), восприятия знаний (деятельности обучаемого), оценки качества обучения и, безусловно, всестороннего развития личности обучаемого в ходе учебного   процесса.</w:t>
      </w:r>
    </w:p>
    <w:p w:rsidR="000140FA" w:rsidRPr="006140A8" w:rsidRDefault="000140FA" w:rsidP="006140A8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kk-KZ"/>
        </w:rPr>
      </w:pPr>
      <w:bookmarkStart w:id="0" w:name="_Toc201419792"/>
      <w:r w:rsidRPr="006140A8">
        <w:rPr>
          <w:rFonts w:ascii="Times New Roman" w:hAnsi="Times New Roman"/>
          <w:b/>
          <w:sz w:val="28"/>
          <w:szCs w:val="28"/>
        </w:rPr>
        <w:t>Литература</w:t>
      </w:r>
      <w:bookmarkEnd w:id="0"/>
    </w:p>
    <w:p w:rsidR="000140FA" w:rsidRPr="006140A8" w:rsidRDefault="000140FA" w:rsidP="006140A8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140A8">
        <w:rPr>
          <w:rStyle w:val="Emphasis"/>
          <w:rFonts w:ascii="Times New Roman" w:hAnsi="Times New Roman"/>
          <w:bCs/>
          <w:i w:val="0"/>
          <w:iCs/>
          <w:color w:val="000000"/>
          <w:sz w:val="28"/>
          <w:szCs w:val="28"/>
        </w:rPr>
        <w:t>1.</w:t>
      </w:r>
      <w:r w:rsidRPr="006140A8">
        <w:rPr>
          <w:rFonts w:ascii="Times New Roman" w:hAnsi="Times New Roman"/>
          <w:color w:val="000000"/>
          <w:kern w:val="36"/>
          <w:sz w:val="28"/>
          <w:szCs w:val="28"/>
        </w:rPr>
        <w:t>Реформы Токаева: полный текст выступления в Мажилисе</w:t>
      </w:r>
      <w:r w:rsidRPr="006140A8">
        <w:rPr>
          <w:rFonts w:ascii="Times New Roman" w:hAnsi="Times New Roman"/>
          <w:sz w:val="28"/>
          <w:szCs w:val="28"/>
        </w:rPr>
        <w:t>11 января 2022</w:t>
      </w:r>
      <w:r w:rsidRPr="006140A8">
        <w:rPr>
          <w:rFonts w:ascii="Times New Roman" w:hAnsi="Times New Roman"/>
          <w:color w:val="193161"/>
          <w:sz w:val="28"/>
          <w:szCs w:val="28"/>
          <w:lang w:val="kk-KZ"/>
        </w:rPr>
        <w:t xml:space="preserve">, </w:t>
      </w:r>
      <w:r w:rsidRPr="006140A8">
        <w:rPr>
          <w:rFonts w:ascii="Times New Roman" w:hAnsi="Times New Roman"/>
          <w:sz w:val="28"/>
          <w:szCs w:val="28"/>
        </w:rPr>
        <w:t>Президент Казахстана выступил с обращением 11 января</w:t>
      </w:r>
    </w:p>
    <w:p w:rsidR="000140FA" w:rsidRPr="006140A8" w:rsidRDefault="000140FA" w:rsidP="006140A8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140A8">
        <w:rPr>
          <w:rFonts w:ascii="Times New Roman" w:hAnsi="Times New Roman"/>
          <w:sz w:val="28"/>
          <w:szCs w:val="28"/>
          <w:lang w:val="kk-KZ"/>
        </w:rPr>
        <w:t>2</w:t>
      </w:r>
      <w:r w:rsidRPr="006140A8">
        <w:rPr>
          <w:rFonts w:ascii="Times New Roman" w:hAnsi="Times New Roman"/>
          <w:sz w:val="28"/>
          <w:szCs w:val="28"/>
        </w:rPr>
        <w:t xml:space="preserve">. </w:t>
      </w:r>
      <w:r w:rsidRPr="006140A8">
        <w:rPr>
          <w:rFonts w:ascii="Times New Roman" w:hAnsi="Times New Roman"/>
          <w:sz w:val="28"/>
          <w:szCs w:val="28"/>
          <w:lang w:val="kk-KZ"/>
        </w:rPr>
        <w:t xml:space="preserve">Нуркасымова С.Н. Пособие по физике. </w:t>
      </w:r>
      <w:r w:rsidRPr="006140A8">
        <w:rPr>
          <w:rFonts w:ascii="Times New Roman" w:hAnsi="Times New Roman"/>
          <w:b/>
          <w:bCs/>
          <w:spacing w:val="-3"/>
          <w:sz w:val="28"/>
          <w:szCs w:val="28"/>
          <w:lang w:val="kk-KZ"/>
        </w:rPr>
        <w:t xml:space="preserve"> - </w:t>
      </w:r>
      <w:r w:rsidRPr="006140A8">
        <w:rPr>
          <w:rFonts w:ascii="Times New Roman" w:hAnsi="Times New Roman"/>
          <w:bCs/>
          <w:spacing w:val="-3"/>
          <w:sz w:val="28"/>
          <w:szCs w:val="28"/>
          <w:lang w:val="kk-KZ"/>
        </w:rPr>
        <w:t>Астана, 2018  с.112-116</w:t>
      </w:r>
    </w:p>
    <w:p w:rsidR="000140FA" w:rsidRPr="006140A8" w:rsidRDefault="000140FA" w:rsidP="006140A8">
      <w:pPr>
        <w:spacing w:after="0" w:line="360" w:lineRule="auto"/>
        <w:rPr>
          <w:rFonts w:ascii="Times New Roman" w:hAnsi="Times New Roman"/>
          <w:iCs/>
          <w:sz w:val="28"/>
          <w:szCs w:val="28"/>
          <w:lang w:val="kk-KZ"/>
        </w:rPr>
      </w:pPr>
      <w:r w:rsidRPr="006140A8">
        <w:rPr>
          <w:rFonts w:ascii="Times New Roman" w:hAnsi="Times New Roman"/>
          <w:iCs/>
          <w:sz w:val="28"/>
          <w:szCs w:val="28"/>
          <w:lang w:val="kk-KZ"/>
        </w:rPr>
        <w:t>3.</w:t>
      </w:r>
      <w:r w:rsidRPr="006140A8">
        <w:rPr>
          <w:rStyle w:val="selectable-text"/>
          <w:rFonts w:ascii="Times New Roman" w:hAnsi="Times New Roman"/>
          <w:sz w:val="28"/>
          <w:szCs w:val="28"/>
        </w:rPr>
        <w:t xml:space="preserve">В.В.Еремин, С.И.Каргов, Н.Е.Кузьменко. Задачи по физической химии. Часть </w:t>
      </w:r>
    </w:p>
    <w:p w:rsidR="000140FA" w:rsidRDefault="000140FA" w:rsidP="006140A8">
      <w:pPr>
        <w:spacing w:after="0" w:line="360" w:lineRule="auto"/>
        <w:rPr>
          <w:rFonts w:ascii="Times New Roman" w:hAnsi="Times New Roman"/>
          <w:color w:val="212529"/>
          <w:kern w:val="36"/>
          <w:sz w:val="28"/>
          <w:szCs w:val="28"/>
          <w:lang w:val="kk-KZ"/>
        </w:rPr>
      </w:pPr>
      <w:r w:rsidRPr="006140A8">
        <w:rPr>
          <w:rFonts w:ascii="Times New Roman" w:hAnsi="Times New Roman"/>
          <w:iCs/>
          <w:sz w:val="28"/>
          <w:szCs w:val="28"/>
          <w:lang w:val="kk-KZ"/>
        </w:rPr>
        <w:t>4.</w:t>
      </w:r>
      <w:r w:rsidRPr="006140A8">
        <w:rPr>
          <w:rFonts w:ascii="Times New Roman" w:hAnsi="Times New Roman"/>
          <w:color w:val="212529"/>
          <w:kern w:val="36"/>
          <w:sz w:val="28"/>
          <w:szCs w:val="28"/>
          <w:lang w:val="kk-KZ"/>
        </w:rPr>
        <w:t xml:space="preserve"> Сорокин В. С. 2004. Макроскопическая необратимость и энтропия. Введение в термодинамику. М.: ФИЗМАТЛИТ</w:t>
      </w:r>
    </w:p>
    <w:p w:rsidR="000140FA" w:rsidRPr="007351A0" w:rsidRDefault="000140FA" w:rsidP="007351A0">
      <w:pPr>
        <w:ind w:left="360"/>
        <w:jc w:val="right"/>
        <w:rPr>
          <w:rFonts w:ascii="Times New Roman" w:hAnsi="Times New Roman"/>
          <w:color w:val="000000"/>
          <w:sz w:val="28"/>
          <w:szCs w:val="28"/>
        </w:rPr>
      </w:pPr>
      <w:r w:rsidRPr="007351A0">
        <w:rPr>
          <w:rFonts w:ascii="Times New Roman" w:hAnsi="Times New Roman"/>
          <w:b/>
          <w:color w:val="000000"/>
          <w:sz w:val="28"/>
          <w:szCs w:val="28"/>
        </w:rPr>
        <w:t>Научный руководитель:</w:t>
      </w:r>
    </w:p>
    <w:p w:rsidR="000140FA" w:rsidRPr="007351A0" w:rsidRDefault="000140FA" w:rsidP="00EE47C3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7351A0">
        <w:rPr>
          <w:rFonts w:ascii="Times New Roman" w:hAnsi="Times New Roman"/>
          <w:sz w:val="28"/>
          <w:szCs w:val="28"/>
          <w:lang w:val="kk-KZ"/>
        </w:rPr>
        <w:t>доктор педагогических наук, профессор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351A0">
        <w:rPr>
          <w:rFonts w:ascii="Times New Roman" w:hAnsi="Times New Roman"/>
          <w:sz w:val="28"/>
          <w:szCs w:val="28"/>
        </w:rPr>
        <w:t>Нуркасымова СаулеНуркасымовна</w:t>
      </w:r>
      <w:r>
        <w:rPr>
          <w:color w:val="000000"/>
          <w:lang w:val="uk-UA"/>
        </w:rPr>
        <w:t>.</w:t>
      </w:r>
    </w:p>
    <w:p w:rsidR="000140FA" w:rsidRPr="007351A0" w:rsidRDefault="000140FA" w:rsidP="006140A8">
      <w:pPr>
        <w:spacing w:after="0" w:line="360" w:lineRule="auto"/>
        <w:rPr>
          <w:rFonts w:ascii="Times New Roman" w:hAnsi="Times New Roman"/>
          <w:iCs/>
          <w:sz w:val="28"/>
          <w:szCs w:val="28"/>
          <w:lang w:val="uk-UA"/>
        </w:rPr>
      </w:pPr>
    </w:p>
    <w:p w:rsidR="000140FA" w:rsidRPr="00000EE5" w:rsidRDefault="000140FA" w:rsidP="00A8372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sectPr w:rsidR="000140FA" w:rsidRPr="00000EE5" w:rsidSect="00A8372C">
      <w:pgSz w:w="12240" w:h="15840"/>
      <w:pgMar w:top="1134" w:right="850" w:bottom="1134" w:left="1701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0CE4"/>
    <w:rsid w:val="00000EE5"/>
    <w:rsid w:val="000140FA"/>
    <w:rsid w:val="000428C8"/>
    <w:rsid w:val="00055410"/>
    <w:rsid w:val="00067DF9"/>
    <w:rsid w:val="00080C68"/>
    <w:rsid w:val="0008696F"/>
    <w:rsid w:val="00096A51"/>
    <w:rsid w:val="000C5324"/>
    <w:rsid w:val="000C63E9"/>
    <w:rsid w:val="001153F2"/>
    <w:rsid w:val="00173EC6"/>
    <w:rsid w:val="001C5061"/>
    <w:rsid w:val="001E2FE2"/>
    <w:rsid w:val="001F7E48"/>
    <w:rsid w:val="002261A2"/>
    <w:rsid w:val="0023160B"/>
    <w:rsid w:val="002516D9"/>
    <w:rsid w:val="0025209B"/>
    <w:rsid w:val="00253015"/>
    <w:rsid w:val="002E0B44"/>
    <w:rsid w:val="002E38B8"/>
    <w:rsid w:val="002F7387"/>
    <w:rsid w:val="0032007D"/>
    <w:rsid w:val="00350ACA"/>
    <w:rsid w:val="0037464B"/>
    <w:rsid w:val="003B76B8"/>
    <w:rsid w:val="003E196B"/>
    <w:rsid w:val="003E5C4F"/>
    <w:rsid w:val="00463B11"/>
    <w:rsid w:val="004823DB"/>
    <w:rsid w:val="004931BD"/>
    <w:rsid w:val="004B0220"/>
    <w:rsid w:val="004E51A2"/>
    <w:rsid w:val="005568D8"/>
    <w:rsid w:val="00564919"/>
    <w:rsid w:val="005926AD"/>
    <w:rsid w:val="005A0CE4"/>
    <w:rsid w:val="005A40C5"/>
    <w:rsid w:val="005B7CC4"/>
    <w:rsid w:val="005C0391"/>
    <w:rsid w:val="005F0B7B"/>
    <w:rsid w:val="006102CF"/>
    <w:rsid w:val="006140A8"/>
    <w:rsid w:val="00622F59"/>
    <w:rsid w:val="00626687"/>
    <w:rsid w:val="00632700"/>
    <w:rsid w:val="00633CA2"/>
    <w:rsid w:val="00642D67"/>
    <w:rsid w:val="00657CA1"/>
    <w:rsid w:val="00664CFA"/>
    <w:rsid w:val="006A6715"/>
    <w:rsid w:val="006E642D"/>
    <w:rsid w:val="006F2449"/>
    <w:rsid w:val="0072121D"/>
    <w:rsid w:val="007351A0"/>
    <w:rsid w:val="0074229D"/>
    <w:rsid w:val="00772B2D"/>
    <w:rsid w:val="007816C1"/>
    <w:rsid w:val="007856B0"/>
    <w:rsid w:val="007B6536"/>
    <w:rsid w:val="007D0C76"/>
    <w:rsid w:val="007D2E00"/>
    <w:rsid w:val="007D7069"/>
    <w:rsid w:val="0086462D"/>
    <w:rsid w:val="008A0BCB"/>
    <w:rsid w:val="008B2F35"/>
    <w:rsid w:val="008F60F2"/>
    <w:rsid w:val="00932A9E"/>
    <w:rsid w:val="0095788D"/>
    <w:rsid w:val="00973275"/>
    <w:rsid w:val="00985736"/>
    <w:rsid w:val="009B2EAC"/>
    <w:rsid w:val="00A1128B"/>
    <w:rsid w:val="00A301E6"/>
    <w:rsid w:val="00A47E90"/>
    <w:rsid w:val="00A8372C"/>
    <w:rsid w:val="00A91802"/>
    <w:rsid w:val="00B62DF2"/>
    <w:rsid w:val="00B9523D"/>
    <w:rsid w:val="00BA6250"/>
    <w:rsid w:val="00BC1709"/>
    <w:rsid w:val="00BC5B73"/>
    <w:rsid w:val="00C17F14"/>
    <w:rsid w:val="00C40895"/>
    <w:rsid w:val="00CC1F34"/>
    <w:rsid w:val="00CC7FD0"/>
    <w:rsid w:val="00CD04B6"/>
    <w:rsid w:val="00CE155E"/>
    <w:rsid w:val="00CF09B6"/>
    <w:rsid w:val="00D11B94"/>
    <w:rsid w:val="00D36ED3"/>
    <w:rsid w:val="00D43735"/>
    <w:rsid w:val="00DA7CE1"/>
    <w:rsid w:val="00DB6183"/>
    <w:rsid w:val="00DC52C9"/>
    <w:rsid w:val="00DC560B"/>
    <w:rsid w:val="00E03339"/>
    <w:rsid w:val="00E35CA9"/>
    <w:rsid w:val="00E36D1B"/>
    <w:rsid w:val="00E377BC"/>
    <w:rsid w:val="00E45F18"/>
    <w:rsid w:val="00E62A5E"/>
    <w:rsid w:val="00E65759"/>
    <w:rsid w:val="00E70ED7"/>
    <w:rsid w:val="00E82F86"/>
    <w:rsid w:val="00E91A35"/>
    <w:rsid w:val="00EC6E90"/>
    <w:rsid w:val="00ED5286"/>
    <w:rsid w:val="00EE47C3"/>
    <w:rsid w:val="00F126DA"/>
    <w:rsid w:val="00F22FEB"/>
    <w:rsid w:val="00F51C7B"/>
    <w:rsid w:val="00F547EC"/>
    <w:rsid w:val="00F70BEF"/>
    <w:rsid w:val="00F8293C"/>
    <w:rsid w:val="00FC2A7B"/>
    <w:rsid w:val="00FC4D2C"/>
    <w:rsid w:val="00FF6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B44"/>
    <w:pPr>
      <w:spacing w:after="200" w:line="276" w:lineRule="auto"/>
    </w:pPr>
    <w:rPr>
      <w:rFonts w:eastAsia="Times New Roman"/>
      <w:lang w:val="ru-RU" w:eastAsia="ru-RU"/>
    </w:rPr>
  </w:style>
  <w:style w:type="paragraph" w:styleId="Heading4">
    <w:name w:val="heading 4"/>
    <w:basedOn w:val="Normal"/>
    <w:link w:val="Heading4Char"/>
    <w:uiPriority w:val="99"/>
    <w:qFormat/>
    <w:rsid w:val="005926AD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926AD"/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styleId="NoSpacing">
    <w:name w:val="No Spacing"/>
    <w:uiPriority w:val="99"/>
    <w:qFormat/>
    <w:rsid w:val="0008696F"/>
    <w:rPr>
      <w:lang w:val="ru-RU"/>
    </w:rPr>
  </w:style>
  <w:style w:type="character" w:customStyle="1" w:styleId="2">
    <w:name w:val="Основной текст (2)"/>
    <w:basedOn w:val="DefaultParagraphFont"/>
    <w:uiPriority w:val="99"/>
    <w:rsid w:val="0008696F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20">
    <w:name w:val="Основной текст (2) + Курсив"/>
    <w:aliases w:val="Интервал 1 pt"/>
    <w:basedOn w:val="DefaultParagraphFont"/>
    <w:uiPriority w:val="99"/>
    <w:rsid w:val="0008696F"/>
    <w:rPr>
      <w:rFonts w:ascii="Times New Roman" w:hAnsi="Times New Roman" w:cs="Times New Roman"/>
      <w:i/>
      <w:iCs/>
      <w:color w:val="000000"/>
      <w:spacing w:val="20"/>
      <w:w w:val="100"/>
      <w:position w:val="0"/>
      <w:sz w:val="22"/>
      <w:szCs w:val="22"/>
      <w:u w:val="none"/>
      <w:lang w:val="en-US" w:eastAsia="en-US"/>
    </w:rPr>
  </w:style>
  <w:style w:type="paragraph" w:styleId="NormalWeb">
    <w:name w:val="Normal (Web)"/>
    <w:aliases w:val="Обычный (Web)1,Знак Знак3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,Знак4"/>
    <w:basedOn w:val="Normal"/>
    <w:uiPriority w:val="99"/>
    <w:rsid w:val="006A67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ubtitle">
    <w:name w:val="Subtitle"/>
    <w:basedOn w:val="Normal"/>
    <w:link w:val="SubtitleChar"/>
    <w:uiPriority w:val="99"/>
    <w:qFormat/>
    <w:rsid w:val="006102CF"/>
    <w:pPr>
      <w:spacing w:after="0" w:line="240" w:lineRule="auto"/>
    </w:pPr>
    <w:rPr>
      <w:rFonts w:ascii="Times New Roman" w:hAnsi="Times New Roman"/>
      <w:b/>
      <w:i/>
      <w:iCs/>
      <w:sz w:val="28"/>
      <w:szCs w:val="24"/>
      <w:lang w:val="kk-KZ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102CF"/>
    <w:rPr>
      <w:rFonts w:ascii="Times New Roman" w:hAnsi="Times New Roman" w:cs="Times New Roman"/>
      <w:b/>
      <w:i/>
      <w:iCs/>
      <w:sz w:val="24"/>
      <w:szCs w:val="24"/>
      <w:lang w:val="kk-KZ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96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96A51"/>
    <w:rPr>
      <w:rFonts w:ascii="Tahoma" w:hAnsi="Tahoma" w:cs="Tahoma"/>
      <w:sz w:val="16"/>
      <w:szCs w:val="16"/>
      <w:lang w:val="ru-RU"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7856B0"/>
    <w:pPr>
      <w:spacing w:after="0" w:line="360" w:lineRule="auto"/>
      <w:jc w:val="center"/>
    </w:pPr>
    <w:rPr>
      <w:rFonts w:ascii="Times New Roman" w:eastAsia="Calibri" w:hAnsi="Times New Roman"/>
      <w:b/>
      <w:sz w:val="24"/>
      <w:szCs w:val="24"/>
      <w:lang w:val="ky-KG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7856B0"/>
    <w:rPr>
      <w:rFonts w:ascii="Times New Roman" w:hAnsi="Times New Roman" w:cs="Times New Roman"/>
      <w:b/>
      <w:sz w:val="24"/>
      <w:szCs w:val="24"/>
      <w:lang w:val="ky-KG"/>
    </w:rPr>
  </w:style>
  <w:style w:type="paragraph" w:customStyle="1" w:styleId="a">
    <w:name w:val="Абзац"/>
    <w:basedOn w:val="Normal"/>
    <w:uiPriority w:val="99"/>
    <w:rsid w:val="000C5324"/>
    <w:pPr>
      <w:spacing w:after="0" w:line="240" w:lineRule="auto"/>
      <w:ind w:firstLine="851"/>
      <w:jc w:val="both"/>
    </w:pPr>
    <w:rPr>
      <w:rFonts w:ascii="Arial" w:hAnsi="Arial"/>
      <w:sz w:val="28"/>
      <w:szCs w:val="24"/>
    </w:rPr>
  </w:style>
  <w:style w:type="character" w:customStyle="1" w:styleId="15">
    <w:name w:val="Основной текст (15)_"/>
    <w:basedOn w:val="DefaultParagraphFont"/>
    <w:link w:val="150"/>
    <w:uiPriority w:val="99"/>
    <w:locked/>
    <w:rsid w:val="0032007D"/>
    <w:rPr>
      <w:rFonts w:ascii="Segoe UI" w:eastAsia="Times New Roman" w:hAnsi="Segoe UI" w:cs="Segoe UI"/>
      <w:sz w:val="16"/>
      <w:szCs w:val="16"/>
      <w:shd w:val="clear" w:color="auto" w:fill="FFFFFF"/>
    </w:rPr>
  </w:style>
  <w:style w:type="paragraph" w:customStyle="1" w:styleId="150">
    <w:name w:val="Основной текст (15)"/>
    <w:basedOn w:val="Normal"/>
    <w:link w:val="15"/>
    <w:uiPriority w:val="99"/>
    <w:rsid w:val="0032007D"/>
    <w:pPr>
      <w:widowControl w:val="0"/>
      <w:shd w:val="clear" w:color="auto" w:fill="FFFFFF"/>
      <w:spacing w:after="0" w:line="240" w:lineRule="atLeast"/>
      <w:jc w:val="center"/>
    </w:pPr>
    <w:rPr>
      <w:rFonts w:ascii="Segoe UI" w:eastAsia="Calibri" w:hAnsi="Segoe UI" w:cs="Segoe UI"/>
      <w:sz w:val="16"/>
      <w:szCs w:val="16"/>
      <w:lang w:val="en-US" w:eastAsia="en-US"/>
    </w:rPr>
  </w:style>
  <w:style w:type="character" w:customStyle="1" w:styleId="21">
    <w:name w:val="Основной текст (2)_"/>
    <w:basedOn w:val="DefaultParagraphFont"/>
    <w:uiPriority w:val="99"/>
    <w:rsid w:val="0032007D"/>
    <w:rPr>
      <w:rFonts w:ascii="Times New Roman" w:hAnsi="Times New Roman" w:cs="Times New Roman"/>
      <w:sz w:val="17"/>
      <w:szCs w:val="17"/>
      <w:shd w:val="clear" w:color="auto" w:fill="FFFFFF"/>
    </w:rPr>
  </w:style>
  <w:style w:type="paragraph" w:styleId="BodyTextIndent">
    <w:name w:val="Body Text Indent"/>
    <w:basedOn w:val="Normal"/>
    <w:link w:val="BodyTextIndentChar"/>
    <w:uiPriority w:val="99"/>
    <w:rsid w:val="00DC560B"/>
    <w:pPr>
      <w:spacing w:after="120" w:line="240" w:lineRule="auto"/>
      <w:ind w:left="283"/>
    </w:pPr>
    <w:rPr>
      <w:rFonts w:ascii="Arial" w:hAnsi="Arial" w:cs="Arial"/>
      <w:color w:val="000000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C560B"/>
    <w:rPr>
      <w:rFonts w:ascii="Arial" w:hAnsi="Arial" w:cs="Arial"/>
      <w:color w:val="000000"/>
      <w:sz w:val="20"/>
      <w:szCs w:val="20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DC560B"/>
    <w:pPr>
      <w:spacing w:after="120" w:line="480" w:lineRule="auto"/>
      <w:ind w:left="283"/>
    </w:pPr>
    <w:rPr>
      <w:rFonts w:eastAsia="Calibri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DC560B"/>
    <w:rPr>
      <w:rFonts w:ascii="Calibri" w:eastAsia="Times New Roman" w:hAnsi="Calibri" w:cs="Times New Roman"/>
      <w:lang w:val="ru-RU"/>
    </w:rPr>
  </w:style>
  <w:style w:type="paragraph" w:styleId="ListParagraph">
    <w:name w:val="List Paragraph"/>
    <w:basedOn w:val="Normal"/>
    <w:uiPriority w:val="99"/>
    <w:qFormat/>
    <w:rsid w:val="00DC560B"/>
    <w:pPr>
      <w:spacing w:line="252" w:lineRule="auto"/>
      <w:ind w:left="720"/>
      <w:contextualSpacing/>
    </w:pPr>
    <w:rPr>
      <w:rFonts w:ascii="Cambria" w:hAnsi="Cambria"/>
      <w:lang w:val="en-US" w:eastAsia="en-US"/>
    </w:rPr>
  </w:style>
  <w:style w:type="character" w:customStyle="1" w:styleId="FontStyle13">
    <w:name w:val="Font Style13"/>
    <w:basedOn w:val="DefaultParagraphFont"/>
    <w:uiPriority w:val="99"/>
    <w:rsid w:val="00DC560B"/>
    <w:rPr>
      <w:rFonts w:ascii="Times New Roman" w:hAnsi="Times New Roman" w:cs="Times New Roman"/>
      <w:sz w:val="20"/>
      <w:szCs w:val="20"/>
    </w:rPr>
  </w:style>
  <w:style w:type="character" w:customStyle="1" w:styleId="FontStyle29">
    <w:name w:val="Font Style29"/>
    <w:basedOn w:val="DefaultParagraphFont"/>
    <w:uiPriority w:val="99"/>
    <w:rsid w:val="00DC560B"/>
    <w:rPr>
      <w:rFonts w:ascii="Times New Roman" w:hAnsi="Times New Roman" w:cs="Times New Roman"/>
      <w:sz w:val="18"/>
      <w:szCs w:val="18"/>
    </w:rPr>
  </w:style>
  <w:style w:type="character" w:customStyle="1" w:styleId="FontStyle28">
    <w:name w:val="Font Style28"/>
    <w:basedOn w:val="DefaultParagraphFont"/>
    <w:uiPriority w:val="99"/>
    <w:rsid w:val="00DC560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72">
    <w:name w:val="Font Style672"/>
    <w:basedOn w:val="DefaultParagraphFont"/>
    <w:uiPriority w:val="99"/>
    <w:rsid w:val="00DC560B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11">
    <w:name w:val="Font Style11"/>
    <w:basedOn w:val="DefaultParagraphFont"/>
    <w:uiPriority w:val="99"/>
    <w:rsid w:val="00DC560B"/>
    <w:rPr>
      <w:rFonts w:ascii="Palatino Linotype" w:hAnsi="Palatino Linotype" w:cs="Palatino Linotype"/>
      <w:sz w:val="18"/>
      <w:szCs w:val="18"/>
    </w:rPr>
  </w:style>
  <w:style w:type="paragraph" w:customStyle="1" w:styleId="Style1">
    <w:name w:val="Style1"/>
    <w:basedOn w:val="Normal"/>
    <w:uiPriority w:val="99"/>
    <w:rsid w:val="00DC560B"/>
    <w:pPr>
      <w:widowControl w:val="0"/>
      <w:autoSpaceDE w:val="0"/>
      <w:autoSpaceDN w:val="0"/>
      <w:adjustRightInd w:val="0"/>
      <w:spacing w:after="0" w:line="211" w:lineRule="exact"/>
      <w:ind w:firstLine="317"/>
      <w:jc w:val="both"/>
    </w:pPr>
    <w:rPr>
      <w:rFonts w:ascii="Palatino Linotype" w:hAnsi="Palatino Linotype"/>
      <w:sz w:val="24"/>
      <w:szCs w:val="24"/>
    </w:rPr>
  </w:style>
  <w:style w:type="paragraph" w:customStyle="1" w:styleId="a0">
    <w:name w:val="Обычный текст"/>
    <w:basedOn w:val="Normal"/>
    <w:uiPriority w:val="99"/>
    <w:rsid w:val="00CE155E"/>
    <w:pPr>
      <w:spacing w:after="0" w:line="240" w:lineRule="auto"/>
      <w:ind w:left="284" w:hanging="284"/>
      <w:jc w:val="both"/>
    </w:pPr>
    <w:rPr>
      <w:rFonts w:ascii="Times New Roman" w:hAnsi="Times New Roman"/>
      <w:sz w:val="24"/>
      <w:szCs w:val="20"/>
    </w:rPr>
  </w:style>
  <w:style w:type="character" w:customStyle="1" w:styleId="katex-mathml">
    <w:name w:val="katex-mathml"/>
    <w:basedOn w:val="DefaultParagraphFont"/>
    <w:uiPriority w:val="99"/>
    <w:rsid w:val="00A8372C"/>
    <w:rPr>
      <w:rFonts w:cs="Times New Roman"/>
    </w:rPr>
  </w:style>
  <w:style w:type="character" w:customStyle="1" w:styleId="mord">
    <w:name w:val="mord"/>
    <w:basedOn w:val="DefaultParagraphFont"/>
    <w:uiPriority w:val="99"/>
    <w:rsid w:val="00A8372C"/>
    <w:rPr>
      <w:rFonts w:cs="Times New Roman"/>
    </w:rPr>
  </w:style>
  <w:style w:type="character" w:customStyle="1" w:styleId="vlist-s">
    <w:name w:val="vlist-s"/>
    <w:basedOn w:val="DefaultParagraphFont"/>
    <w:uiPriority w:val="99"/>
    <w:rsid w:val="00A8372C"/>
    <w:rPr>
      <w:rFonts w:cs="Times New Roman"/>
    </w:rPr>
  </w:style>
  <w:style w:type="character" w:styleId="Strong">
    <w:name w:val="Strong"/>
    <w:basedOn w:val="DefaultParagraphFont"/>
    <w:uiPriority w:val="99"/>
    <w:qFormat/>
    <w:rsid w:val="00A8372C"/>
    <w:rPr>
      <w:rFonts w:cs="Times New Roman"/>
      <w:b/>
      <w:bCs/>
    </w:rPr>
  </w:style>
  <w:style w:type="character" w:customStyle="1" w:styleId="mrel">
    <w:name w:val="mrel"/>
    <w:basedOn w:val="DefaultParagraphFont"/>
    <w:uiPriority w:val="99"/>
    <w:rsid w:val="00A8372C"/>
    <w:rPr>
      <w:rFonts w:cs="Times New Roman"/>
    </w:rPr>
  </w:style>
  <w:style w:type="character" w:styleId="Hyperlink">
    <w:name w:val="Hyperlink"/>
    <w:basedOn w:val="DefaultParagraphFont"/>
    <w:uiPriority w:val="99"/>
    <w:rsid w:val="00F22FEB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DB6183"/>
    <w:rPr>
      <w:rFonts w:cs="Times New Roman"/>
      <w:b/>
      <w:i/>
      <w:color w:val="5A5A5A"/>
    </w:rPr>
  </w:style>
  <w:style w:type="character" w:customStyle="1" w:styleId="selectable-text">
    <w:name w:val="selectable-text"/>
    <w:basedOn w:val="DefaultParagraphFont"/>
    <w:uiPriority w:val="99"/>
    <w:rsid w:val="00657CA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79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9.png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image" Target="media/image18.png"/><Relationship Id="rId38" Type="http://schemas.openxmlformats.org/officeDocument/2006/relationships/image" Target="media/image23.png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7.png"/><Relationship Id="rId37" Type="http://schemas.openxmlformats.org/officeDocument/2006/relationships/image" Target="media/image22.png"/><Relationship Id="rId40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png"/><Relationship Id="rId36" Type="http://schemas.openxmlformats.org/officeDocument/2006/relationships/image" Target="media/image21.png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image" Target="media/image16.png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5.png"/><Relationship Id="rId35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7</Pages>
  <Words>4392</Words>
  <Characters>2504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2024-10-28T11:25:00Z</dcterms:created>
  <dcterms:modified xsi:type="dcterms:W3CDTF">2024-10-30T21:45:00Z</dcterms:modified>
</cp:coreProperties>
</file>