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489E" w:rsidRPr="000B5906" w:rsidRDefault="0085489E" w:rsidP="00616ED6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0B5906">
        <w:rPr>
          <w:rFonts w:ascii="Times New Roman" w:hAnsi="Times New Roman"/>
          <w:b/>
          <w:sz w:val="28"/>
          <w:szCs w:val="28"/>
        </w:rPr>
        <w:t>Наталія Винницька, Ярина Левандівська</w:t>
      </w:r>
    </w:p>
    <w:p w:rsidR="0085489E" w:rsidRPr="000B5906" w:rsidRDefault="0085489E" w:rsidP="00616ED6">
      <w:pPr>
        <w:spacing w:after="0" w:line="360" w:lineRule="auto"/>
        <w:ind w:firstLine="567"/>
        <w:jc w:val="right"/>
        <w:rPr>
          <w:rFonts w:ascii="Times New Roman" w:hAnsi="Times New Roman"/>
          <w:b/>
          <w:sz w:val="28"/>
          <w:szCs w:val="28"/>
        </w:rPr>
      </w:pPr>
      <w:r w:rsidRPr="000B5906">
        <w:rPr>
          <w:rFonts w:ascii="Times New Roman" w:hAnsi="Times New Roman"/>
          <w:b/>
          <w:sz w:val="28"/>
          <w:szCs w:val="28"/>
        </w:rPr>
        <w:t>(Дрогобич, Україна)</w:t>
      </w:r>
    </w:p>
    <w:p w:rsidR="0085489E" w:rsidRDefault="0085489E" w:rsidP="003B699E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</w:rPr>
      </w:pPr>
    </w:p>
    <w:p w:rsidR="0085489E" w:rsidRDefault="0085489E" w:rsidP="003B699E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</w:rPr>
      </w:pPr>
      <w:r w:rsidRPr="003B699E">
        <w:rPr>
          <w:rFonts w:ascii="Times New Roman" w:hAnsi="Times New Roman"/>
          <w:b/>
          <w:sz w:val="28"/>
        </w:rPr>
        <w:t xml:space="preserve">ФОРМУВАННЯ </w:t>
      </w:r>
      <w:r>
        <w:rPr>
          <w:rFonts w:ascii="Times New Roman" w:hAnsi="Times New Roman"/>
          <w:b/>
          <w:sz w:val="28"/>
        </w:rPr>
        <w:t xml:space="preserve">АЛГОРИТМІЧНОГО МИСЛЕННЯ </w:t>
      </w:r>
      <w:r w:rsidRPr="003B699E">
        <w:rPr>
          <w:rFonts w:ascii="Times New Roman" w:hAnsi="Times New Roman"/>
          <w:b/>
          <w:sz w:val="28"/>
        </w:rPr>
        <w:t>УРОК</w:t>
      </w:r>
      <w:r>
        <w:rPr>
          <w:rFonts w:ascii="Times New Roman" w:hAnsi="Times New Roman"/>
          <w:b/>
          <w:sz w:val="28"/>
        </w:rPr>
        <w:t>АХ МАТЕМАТИКИ В ПОЧАТКОВИХ КЛАСАХ</w:t>
      </w:r>
    </w:p>
    <w:p w:rsidR="0085489E" w:rsidRPr="003B699E" w:rsidRDefault="0085489E" w:rsidP="003B699E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85489E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Початкова школа – </w:t>
      </w:r>
      <w:r w:rsidRPr="00E04649">
        <w:rPr>
          <w:rFonts w:ascii="Times New Roman" w:hAnsi="Times New Roman"/>
          <w:sz w:val="28"/>
          <w:szCs w:val="28"/>
        </w:rPr>
        <w:t xml:space="preserve">це новий етап у житті дитини: молодший школяр починає систематичне навчання в навчальному закладі, розширюється сфера його взаємодії з навколишнім світом. </w:t>
      </w:r>
      <w:r>
        <w:rPr>
          <w:rFonts w:ascii="Times New Roman" w:hAnsi="Times New Roman"/>
          <w:sz w:val="28"/>
          <w:szCs w:val="28"/>
        </w:rPr>
        <w:t xml:space="preserve">Вона </w:t>
      </w:r>
      <w:r w:rsidRPr="00E04649">
        <w:rPr>
          <w:rFonts w:ascii="Times New Roman" w:hAnsi="Times New Roman"/>
          <w:sz w:val="28"/>
          <w:szCs w:val="28"/>
        </w:rPr>
        <w:t xml:space="preserve">є основою для всієї подальшої освіти. В умовах сучасної </w:t>
      </w:r>
      <w:r>
        <w:rPr>
          <w:rFonts w:ascii="Times New Roman" w:hAnsi="Times New Roman"/>
          <w:sz w:val="28"/>
          <w:szCs w:val="28"/>
        </w:rPr>
        <w:t xml:space="preserve">школи </w:t>
      </w:r>
      <w:r w:rsidRPr="00E04649">
        <w:rPr>
          <w:rFonts w:ascii="Times New Roman" w:hAnsi="Times New Roman"/>
          <w:sz w:val="28"/>
          <w:szCs w:val="28"/>
        </w:rPr>
        <w:t>все більшого значення набуває комп’ютерна грамотність учнів. Саме в початкових класах відбувається пропедевтика такої грамоти, зокрема формування алгоритмічного стилю мислення. Володіння учнями алгоритмами формує алгоритмічний стиль мислення, необхідний як частина комп’ютерної грамотності. Цей стиль мислення є особливим типом інтелектуальних умінь учнів, показником їх розумового розвитку. Автори стверджують, що методи навчання повинні бути орієнтовані на цю особливість алгоритмічного мислення. Виявлена проблема актуальна з різних точок зору (теоретичної і практичної)</w:t>
      </w:r>
      <w:r>
        <w:rPr>
          <w:rFonts w:ascii="Times New Roman" w:hAnsi="Times New Roman"/>
          <w:sz w:val="28"/>
          <w:szCs w:val="28"/>
        </w:rPr>
        <w:t xml:space="preserve"> і відповідає основним вимогам державного</w:t>
      </w:r>
      <w:r w:rsidRPr="00E04649">
        <w:rPr>
          <w:rFonts w:ascii="Times New Roman" w:hAnsi="Times New Roman"/>
          <w:sz w:val="28"/>
          <w:szCs w:val="28"/>
        </w:rPr>
        <w:t xml:space="preserve"> стандарту початкової освіти до результатів навчальної діяльності дітей. </w:t>
      </w:r>
    </w:p>
    <w:p w:rsidR="0085489E" w:rsidRPr="005F793A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93A">
        <w:rPr>
          <w:rFonts w:ascii="Times New Roman" w:hAnsi="Times New Roman"/>
          <w:sz w:val="28"/>
          <w:szCs w:val="28"/>
        </w:rPr>
        <w:t>Важливим у сучасному педагогічному просторі залишається забезпечення якості навчального процесу, ефективності використання комплексу дидактичних засобів, що сприяють підвищенню рівня розвитку алгоритмічної діяльності учнів.</w:t>
      </w:r>
    </w:p>
    <w:p w:rsidR="0085489E" w:rsidRPr="005F793A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93A">
        <w:rPr>
          <w:rFonts w:ascii="Times New Roman" w:hAnsi="Times New Roman"/>
          <w:sz w:val="28"/>
          <w:szCs w:val="28"/>
        </w:rPr>
        <w:t>Алгоритмічна діяльність учнів – пошукова, потребує формування основних прийомів розумової діяльності (аналіз, узагальнення, аналіз за узагальненням, порівняння, класифікація, прогнозування тощо).</w:t>
      </w:r>
    </w:p>
    <w:p w:rsidR="0085489E" w:rsidRPr="005F793A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93A">
        <w:rPr>
          <w:rFonts w:ascii="Times New Roman" w:hAnsi="Times New Roman"/>
          <w:sz w:val="28"/>
          <w:szCs w:val="28"/>
        </w:rPr>
        <w:t>Алгоритми можуть бути лінійними (закріплені операції виконуються послідовно одна за одною), розгалуженими (на якомусь етапі виконання операцій включається додаткова умова, в результаті ланцюжок розбивається на додаткові гілки в з</w:t>
      </w:r>
      <w:r>
        <w:rPr>
          <w:rFonts w:ascii="Times New Roman" w:hAnsi="Times New Roman"/>
          <w:sz w:val="28"/>
          <w:szCs w:val="28"/>
        </w:rPr>
        <w:t>алежності від виконання</w:t>
      </w:r>
      <w:r w:rsidRPr="005F793A">
        <w:rPr>
          <w:rFonts w:ascii="Times New Roman" w:hAnsi="Times New Roman"/>
          <w:sz w:val="28"/>
          <w:szCs w:val="28"/>
        </w:rPr>
        <w:t xml:space="preserve"> певної умови); циклічні (в таких алгоритмах залежно від заданих умов певний цикл операцій повинен повторюватися). У початковій школі кожен вид алгори</w:t>
      </w:r>
      <w:r>
        <w:rPr>
          <w:rFonts w:ascii="Times New Roman" w:hAnsi="Times New Roman"/>
          <w:sz w:val="28"/>
          <w:szCs w:val="28"/>
        </w:rPr>
        <w:t>тму широко використовується [6</w:t>
      </w:r>
      <w:r w:rsidRPr="005F793A">
        <w:rPr>
          <w:rFonts w:ascii="Times New Roman" w:hAnsi="Times New Roman"/>
          <w:sz w:val="28"/>
          <w:szCs w:val="28"/>
        </w:rPr>
        <w:t>], наприклад, прикладами лінійного алгоритму є алгоритм множення одноцифрового числа на двоцифрове (або навпаки), алгоритм множення числа на суму тощо.</w:t>
      </w:r>
    </w:p>
    <w:p w:rsidR="0085489E" w:rsidRPr="005F793A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93A">
        <w:rPr>
          <w:rFonts w:ascii="Times New Roman" w:hAnsi="Times New Roman"/>
          <w:sz w:val="28"/>
          <w:szCs w:val="28"/>
        </w:rPr>
        <w:t>Алгоритми розгалуження виникають у результаті порозрядного додавання двозначних (або багатозначних) чисел: сума порозрядних членів може бути більшою або меншою за 10. За значенням отриманої суми алгоритм виконується в різному порядку.</w:t>
      </w:r>
      <w:r>
        <w:rPr>
          <w:rFonts w:ascii="Times New Roman" w:hAnsi="Times New Roman"/>
          <w:sz w:val="28"/>
          <w:szCs w:val="28"/>
        </w:rPr>
        <w:t xml:space="preserve"> Отже, алгоритм – </w:t>
      </w:r>
      <w:r w:rsidRPr="005F793A">
        <w:rPr>
          <w:rFonts w:ascii="Times New Roman" w:hAnsi="Times New Roman"/>
          <w:sz w:val="28"/>
          <w:szCs w:val="28"/>
        </w:rPr>
        <w:t>це система вказівок порядку розв'язання будь-якої задачі заданого типу; а застосування алгоритму – це виконання таких вказівок при розв’язуванні окрем</w:t>
      </w:r>
      <w:r>
        <w:rPr>
          <w:rFonts w:ascii="Times New Roman" w:hAnsi="Times New Roman"/>
          <w:sz w:val="28"/>
          <w:szCs w:val="28"/>
        </w:rPr>
        <w:t>их завдань даного типу [2</w:t>
      </w:r>
      <w:r w:rsidRPr="005F793A">
        <w:rPr>
          <w:rFonts w:ascii="Times New Roman" w:hAnsi="Times New Roman"/>
          <w:sz w:val="28"/>
          <w:szCs w:val="28"/>
        </w:rPr>
        <w:t>].</w:t>
      </w:r>
    </w:p>
    <w:p w:rsidR="0085489E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5F793A">
        <w:rPr>
          <w:rFonts w:ascii="Times New Roman" w:hAnsi="Times New Roman"/>
          <w:sz w:val="28"/>
          <w:szCs w:val="28"/>
        </w:rPr>
        <w:t>Алгоритмічні навички включають: уміння розв’язувати задачі з алгоритмічним змістом; уміння аналізувати проблему; вміння створювати алгоритм; уміння записати алгоритм; здатність розбирати складений (або запропонований) алгоритм; уміння реалізувати алгоритм; можливість оптимізації алгоритму; здатність до розумових операцій.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Отже, окреслимо мету дослідження</w:t>
      </w:r>
      <w:r w:rsidRPr="00E00890">
        <w:rPr>
          <w:rFonts w:ascii="Times New Roman" w:hAnsi="Times New Roman"/>
          <w:sz w:val="28"/>
          <w:szCs w:val="28"/>
        </w:rPr>
        <w:t>, яка полягає в обґрунтуванні методичних умов розвитку алгоритмічної діяльності молодших школярів на уроках математики.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В даний час, особливо в умовах інформатизації сучасного суспільства, комп'ютерна грамотність людей набуває все більшого значення. Початкова школа відповідає основним потребам сучасного суспільства.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Саме в початковій школі (особливо на уроках математики) закладаються основи такої грамотності, зокрема у молодших школярів розвивається алгоритмічна діяльність. Алгоритми часто зустрічаються на уроках математики, наприклад, множення числа на суму, додавання і множення чисел у стовпчик тощо.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Оволодіння учнями алгоритмами формує особливий стиль мислення – алгоритмічний (або операційний), який необхідний як частина комп’ютерної грамотності. Цей стиль мислення є особливим типом інтелектуальних умінь учнів, показником їх розумового розвитку.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Поняття «алгоритмічна діяльність» і «алгоритмічний стиль мислення» взаємопов'язані. В основі алгоритмічної діяльності лежать алгоритмічні навички (які є частиною алгоритмічного мислення).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Алгоритмічна діяльність дітей виконується за спеціальними правила</w:t>
      </w:r>
      <w:r>
        <w:rPr>
          <w:rFonts w:ascii="Times New Roman" w:hAnsi="Times New Roman"/>
          <w:sz w:val="28"/>
          <w:szCs w:val="28"/>
        </w:rPr>
        <w:t>ми та послідовностями [1, 3</w:t>
      </w:r>
      <w:r w:rsidRPr="00E00890">
        <w:rPr>
          <w:rFonts w:ascii="Times New Roman" w:hAnsi="Times New Roman"/>
          <w:sz w:val="28"/>
          <w:szCs w:val="28"/>
        </w:rPr>
        <w:t>].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Специфіка алгоритмічного мислення полягає в оперативності та суворій послідовності виконання фіксованої системи операцій. Тому методика навчання побудована з урахуванням особливостей алгоритмічного мислення.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У дослідженнях А.К.</w:t>
      </w:r>
      <w:r>
        <w:rPr>
          <w:rFonts w:ascii="Times New Roman" w:hAnsi="Times New Roman"/>
          <w:sz w:val="28"/>
          <w:szCs w:val="28"/>
        </w:rPr>
        <w:t xml:space="preserve"> Артемов [5</w:t>
      </w:r>
      <w:r w:rsidRPr="00E00890">
        <w:rPr>
          <w:rFonts w:ascii="Times New Roman" w:hAnsi="Times New Roman"/>
          <w:sz w:val="28"/>
          <w:szCs w:val="28"/>
        </w:rPr>
        <w:t>] окреслює орієнтири формування алгоритмічного мислення: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1) вивчення алгоритмів, які містяться в підручниках;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2) залучення додаткового матеріалу (дидактичного матеріалу), спрямованого на розвиток такого мислення.</w:t>
      </w:r>
    </w:p>
    <w:p w:rsidR="0085489E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Основне навчальне завдання вчителя початкових класів — навчити дітей працювати з алгоритмами та самостійно складати їх у найпростіших випадках.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Теоретичний аналіз виявленої проблеми дав змогу обґрунтувати деякі методичні умови розвитку алгоритмічної діяльності молодших школярів у навчаль</w:t>
      </w:r>
      <w:r>
        <w:rPr>
          <w:rFonts w:ascii="Times New Roman" w:hAnsi="Times New Roman"/>
          <w:sz w:val="28"/>
          <w:szCs w:val="28"/>
        </w:rPr>
        <w:t>ному процесі [2, 5</w:t>
      </w:r>
      <w:r w:rsidRPr="00E00890">
        <w:rPr>
          <w:rFonts w:ascii="Times New Roman" w:hAnsi="Times New Roman"/>
          <w:sz w:val="28"/>
          <w:szCs w:val="28"/>
        </w:rPr>
        <w:t>]: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- реалізація системно-діяльнісного підходу в навчальній діяльності молодших школярів;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- врахування психологічних закономірностей процесу засвоєння знань;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- особливості формування основ алгорит</w:t>
      </w:r>
      <w:r>
        <w:rPr>
          <w:rFonts w:ascii="Times New Roman" w:hAnsi="Times New Roman"/>
          <w:sz w:val="28"/>
          <w:szCs w:val="28"/>
        </w:rPr>
        <w:t>мічного стилю мислення учнів початкових класів</w:t>
      </w:r>
      <w:r w:rsidRPr="00E00890">
        <w:rPr>
          <w:rFonts w:ascii="Times New Roman" w:hAnsi="Times New Roman"/>
          <w:sz w:val="28"/>
          <w:szCs w:val="28"/>
        </w:rPr>
        <w:t>;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- добір методичних прийомів формування алгоритмічного стилю мислення у молодших школярів (на прикладі використання допоміжного завдання);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 xml:space="preserve">- реалізація в навчальній діяльності молодших школярів основних орієнтирів формування алгоритмічного стилю мислення, наприклад, при його першому використанні </w:t>
      </w:r>
      <w:r>
        <w:rPr>
          <w:rFonts w:ascii="Times New Roman" w:hAnsi="Times New Roman"/>
          <w:sz w:val="28"/>
          <w:szCs w:val="28"/>
        </w:rPr>
        <w:t>–</w:t>
      </w:r>
      <w:r w:rsidRPr="00E00890">
        <w:rPr>
          <w:rFonts w:ascii="Times New Roman" w:hAnsi="Times New Roman"/>
          <w:sz w:val="28"/>
          <w:szCs w:val="28"/>
        </w:rPr>
        <w:t xml:space="preserve"> вивчення алгоритмів</w:t>
      </w:r>
      <w:r>
        <w:rPr>
          <w:rFonts w:ascii="Times New Roman" w:hAnsi="Times New Roman"/>
          <w:sz w:val="28"/>
          <w:szCs w:val="28"/>
        </w:rPr>
        <w:t xml:space="preserve">, що містяться в підручниках, </w:t>
      </w:r>
      <w:r w:rsidRPr="00E00890">
        <w:rPr>
          <w:rFonts w:ascii="Times New Roman" w:hAnsi="Times New Roman"/>
          <w:sz w:val="28"/>
          <w:szCs w:val="28"/>
        </w:rPr>
        <w:t xml:space="preserve">необхідно вивчати з дітьми операційний склад використовуваних алгоритмів, вчити дітей називати і перераховувати в заданому порядку </w:t>
      </w:r>
      <w:r>
        <w:rPr>
          <w:rFonts w:ascii="Times New Roman" w:hAnsi="Times New Roman"/>
          <w:sz w:val="28"/>
          <w:szCs w:val="28"/>
        </w:rPr>
        <w:t>–</w:t>
      </w:r>
      <w:r w:rsidRPr="00E00890">
        <w:rPr>
          <w:rFonts w:ascii="Times New Roman" w:hAnsi="Times New Roman"/>
          <w:sz w:val="28"/>
          <w:szCs w:val="28"/>
        </w:rPr>
        <w:t xml:space="preserve"> послідовності, що входять в алгоритм дії (рекомендується застосовувати покроковий опис алгоритму).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Систематичне використання запропонованих завдань у роботі з молодшими школярами сприятиме формуванню в них алгоритмічного стилю мислення; розвиток алгоритмічної діяльності.</w:t>
      </w:r>
    </w:p>
    <w:p w:rsidR="0085489E" w:rsidRPr="00E00890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Отже, з</w:t>
      </w:r>
      <w:r w:rsidRPr="00E00890">
        <w:rPr>
          <w:rFonts w:ascii="Times New Roman" w:hAnsi="Times New Roman"/>
          <w:sz w:val="28"/>
          <w:szCs w:val="28"/>
        </w:rPr>
        <w:t>астосування методичного компонента навчальної діяльності молодших школярів у формуванні алгоритмічного стилю мислення є актуальним у рамках реалізації</w:t>
      </w:r>
      <w:r>
        <w:rPr>
          <w:rFonts w:ascii="Times New Roman" w:hAnsi="Times New Roman"/>
          <w:sz w:val="28"/>
          <w:szCs w:val="28"/>
        </w:rPr>
        <w:t xml:space="preserve"> освітньої програми</w:t>
      </w:r>
      <w:r w:rsidRPr="00E00890">
        <w:rPr>
          <w:rFonts w:ascii="Times New Roman" w:hAnsi="Times New Roman"/>
          <w:sz w:val="28"/>
          <w:szCs w:val="28"/>
        </w:rPr>
        <w:t>; забезпечує ефективність та якість математичної освіти молодших школярів.</w:t>
      </w:r>
    </w:p>
    <w:p w:rsidR="0085489E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E00890">
        <w:rPr>
          <w:rFonts w:ascii="Times New Roman" w:hAnsi="Times New Roman"/>
          <w:sz w:val="28"/>
          <w:szCs w:val="28"/>
        </w:rPr>
        <w:t>Актуальною залишається проблема розвитку основ алгоритмічної діяльності у дітей дошкільного віку; підбір дидактичних засобів для розвитку такої діяльності у дітей дошкільного віку; обґрунтування послідовних зв’язків дошкільної та початкової математичної освіти у формуванні алгоритмічного стилю мислення.</w:t>
      </w:r>
    </w:p>
    <w:p w:rsidR="0085489E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85489E" w:rsidRPr="004510AA" w:rsidRDefault="0085489E" w:rsidP="000B5906">
      <w:pPr>
        <w:spacing w:after="0"/>
        <w:ind w:firstLine="567"/>
        <w:rPr>
          <w:rFonts w:ascii="Times New Roman" w:hAnsi="Times New Roman"/>
          <w:b/>
          <w:sz w:val="28"/>
          <w:szCs w:val="28"/>
        </w:rPr>
      </w:pPr>
      <w:r w:rsidRPr="00830C52">
        <w:rPr>
          <w:rFonts w:ascii="Times New Roman" w:hAnsi="Times New Roman"/>
          <w:b/>
          <w:sz w:val="28"/>
          <w:szCs w:val="28"/>
        </w:rPr>
        <w:t>Література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85489E" w:rsidRPr="000164BD" w:rsidRDefault="0085489E" w:rsidP="000164BD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32"/>
        </w:rPr>
      </w:pPr>
      <w:r w:rsidRPr="000164BD">
        <w:rPr>
          <w:rFonts w:ascii="Times New Roman" w:hAnsi="Times New Roman"/>
          <w:sz w:val="28"/>
          <w:szCs w:val="32"/>
        </w:rPr>
        <w:t xml:space="preserve">1. Навчальна програма для загальноосвітніх навчальних закладів 2-4 класів. Інформатика. [Електронний ресурс]. − Режим доступу: http://mon.gov.ua/activity/education/zagalna-serednya/pochatkova-shkola.html. </w:t>
      </w:r>
    </w:p>
    <w:p w:rsidR="0085489E" w:rsidRPr="000164BD" w:rsidRDefault="0085489E" w:rsidP="000164BD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32"/>
        </w:rPr>
      </w:pPr>
      <w:r w:rsidRPr="000164BD">
        <w:rPr>
          <w:rFonts w:ascii="Times New Roman" w:hAnsi="Times New Roman"/>
          <w:sz w:val="28"/>
          <w:szCs w:val="32"/>
        </w:rPr>
        <w:t>2. Барболіна Т. М. Розвиток алгоритмічного й операційного мислення у процесі вивчення прикладного програмного забезпечення / Т. М. Барболіна /</w:t>
      </w:r>
      <w:r>
        <w:rPr>
          <w:rFonts w:ascii="Times New Roman" w:hAnsi="Times New Roman"/>
          <w:sz w:val="28"/>
          <w:szCs w:val="32"/>
        </w:rPr>
        <w:t xml:space="preserve">/ Комп’ютер у школі та сім’ї. К. 2010. № 1. </w:t>
      </w:r>
      <w:r w:rsidRPr="000164BD">
        <w:rPr>
          <w:rFonts w:ascii="Times New Roman" w:hAnsi="Times New Roman"/>
          <w:sz w:val="28"/>
          <w:szCs w:val="32"/>
        </w:rPr>
        <w:t xml:space="preserve">С. 19–22. </w:t>
      </w:r>
    </w:p>
    <w:p w:rsidR="0085489E" w:rsidRPr="000164BD" w:rsidRDefault="0085489E" w:rsidP="000164BD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32"/>
        </w:rPr>
      </w:pPr>
      <w:r w:rsidRPr="000164BD">
        <w:rPr>
          <w:rFonts w:ascii="Times New Roman" w:hAnsi="Times New Roman"/>
          <w:sz w:val="28"/>
          <w:szCs w:val="32"/>
        </w:rPr>
        <w:t>3. Вдовенко В. В. Методика навчання інформатики в почат</w:t>
      </w:r>
      <w:r>
        <w:rPr>
          <w:rFonts w:ascii="Times New Roman" w:hAnsi="Times New Roman"/>
          <w:sz w:val="28"/>
          <w:szCs w:val="32"/>
        </w:rPr>
        <w:t>ковій школі: Навчально-методичний посіб. / В. В. Вдовенко. Кіровоград: Авангард, 2016.</w:t>
      </w:r>
      <w:r w:rsidRPr="000164BD">
        <w:rPr>
          <w:rFonts w:ascii="Times New Roman" w:hAnsi="Times New Roman"/>
          <w:sz w:val="28"/>
          <w:szCs w:val="32"/>
        </w:rPr>
        <w:t xml:space="preserve"> 108 с. </w:t>
      </w:r>
    </w:p>
    <w:p w:rsidR="0085489E" w:rsidRPr="000164BD" w:rsidRDefault="0085489E" w:rsidP="000164BD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>4</w:t>
      </w:r>
      <w:r w:rsidRPr="000164BD">
        <w:rPr>
          <w:rFonts w:ascii="Times New Roman" w:hAnsi="Times New Roman"/>
          <w:sz w:val="28"/>
          <w:szCs w:val="32"/>
        </w:rPr>
        <w:t>. Коршунова О. В. Сходинки до інформатики: Підруч. для 3 класу загальноосвіт. навч. закл. / О. В. Коршу</w:t>
      </w:r>
      <w:r>
        <w:rPr>
          <w:rFonts w:ascii="Times New Roman" w:hAnsi="Times New Roman"/>
          <w:sz w:val="28"/>
          <w:szCs w:val="32"/>
        </w:rPr>
        <w:t xml:space="preserve">нова. </w:t>
      </w:r>
      <w:r w:rsidRPr="000164BD">
        <w:rPr>
          <w:rFonts w:ascii="Times New Roman" w:hAnsi="Times New Roman"/>
          <w:sz w:val="28"/>
          <w:szCs w:val="32"/>
        </w:rPr>
        <w:t xml:space="preserve">К.: Генеза, 2014. </w:t>
      </w:r>
    </w:p>
    <w:p w:rsidR="0085489E" w:rsidRPr="000164BD" w:rsidRDefault="0085489E" w:rsidP="000164BD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32"/>
        </w:rPr>
      </w:pPr>
      <w:r>
        <w:rPr>
          <w:rFonts w:ascii="Times New Roman" w:hAnsi="Times New Roman"/>
          <w:sz w:val="28"/>
          <w:szCs w:val="32"/>
        </w:rPr>
        <w:t xml:space="preserve"> </w:t>
      </w:r>
      <w:r w:rsidRPr="000164BD">
        <w:rPr>
          <w:rFonts w:ascii="Times New Roman" w:hAnsi="Times New Roman"/>
          <w:sz w:val="28"/>
          <w:szCs w:val="32"/>
        </w:rPr>
        <w:t>5. Савченко О. Я. Методика використання інформаційних технологій у початковій школі / О. Я. С</w:t>
      </w:r>
      <w:r>
        <w:rPr>
          <w:rFonts w:ascii="Times New Roman" w:hAnsi="Times New Roman"/>
          <w:sz w:val="28"/>
          <w:szCs w:val="32"/>
        </w:rPr>
        <w:t>авченко. [Електронний ресурс].</w:t>
      </w:r>
      <w:r w:rsidRPr="000164BD">
        <w:rPr>
          <w:rFonts w:ascii="Times New Roman" w:hAnsi="Times New Roman"/>
          <w:sz w:val="28"/>
          <w:szCs w:val="32"/>
        </w:rPr>
        <w:t xml:space="preserve"> Режим доступу: </w:t>
      </w:r>
      <w:hyperlink r:id="rId4" w:history="1">
        <w:r w:rsidRPr="000164BD">
          <w:rPr>
            <w:rStyle w:val="Hyperlink"/>
            <w:rFonts w:ascii="Times New Roman" w:hAnsi="Times New Roman"/>
            <w:sz w:val="28"/>
            <w:szCs w:val="32"/>
          </w:rPr>
          <w:t>https://ivanisovainfo.files.wordpress.com</w:t>
        </w:r>
      </w:hyperlink>
      <w:r w:rsidRPr="000164BD">
        <w:rPr>
          <w:rFonts w:ascii="Times New Roman" w:hAnsi="Times New Roman"/>
          <w:sz w:val="28"/>
          <w:szCs w:val="32"/>
        </w:rPr>
        <w:t xml:space="preserve">. </w:t>
      </w:r>
    </w:p>
    <w:p w:rsidR="0085489E" w:rsidRPr="000164BD" w:rsidRDefault="0085489E" w:rsidP="000164BD">
      <w:pPr>
        <w:spacing w:after="0" w:line="360" w:lineRule="auto"/>
        <w:ind w:firstLine="425"/>
        <w:jc w:val="both"/>
        <w:rPr>
          <w:rFonts w:ascii="Times New Roman" w:hAnsi="Times New Roman"/>
          <w:sz w:val="28"/>
          <w:szCs w:val="32"/>
        </w:rPr>
      </w:pPr>
      <w:r w:rsidRPr="000164BD">
        <w:rPr>
          <w:rFonts w:ascii="Times New Roman" w:hAnsi="Times New Roman"/>
          <w:sz w:val="28"/>
          <w:szCs w:val="32"/>
        </w:rPr>
        <w:t>6. Стрілецька Н. М. До питання вивчення теми «Алгоритми і виконавці» у курсі «Інформатика» початкової школи / Н. М. Стрілецька. [Електронний ресурс]. − Режим доступу: http://visnyk.chnpu.edu.ua/? wpfb_dl=826. В</w:t>
      </w:r>
    </w:p>
    <w:p w:rsidR="0085489E" w:rsidRPr="00E04649" w:rsidRDefault="0085489E" w:rsidP="00E00890">
      <w:pPr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sectPr w:rsidR="0085489E" w:rsidRPr="00E04649" w:rsidSect="00173B3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04649"/>
    <w:rsid w:val="000164BD"/>
    <w:rsid w:val="000B5906"/>
    <w:rsid w:val="00121A0F"/>
    <w:rsid w:val="00173B3C"/>
    <w:rsid w:val="003B699E"/>
    <w:rsid w:val="004510AA"/>
    <w:rsid w:val="004954B9"/>
    <w:rsid w:val="005F793A"/>
    <w:rsid w:val="00616ED6"/>
    <w:rsid w:val="00830C52"/>
    <w:rsid w:val="0085489E"/>
    <w:rsid w:val="009009C6"/>
    <w:rsid w:val="00DD22D9"/>
    <w:rsid w:val="00E00890"/>
    <w:rsid w:val="00E04649"/>
    <w:rsid w:val="00E824EA"/>
    <w:rsid w:val="00F24FD0"/>
    <w:rsid w:val="00F81D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73B3C"/>
    <w:pPr>
      <w:spacing w:after="200" w:line="276" w:lineRule="auto"/>
    </w:pPr>
    <w:rPr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0164B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ivanisovainfo.files.wordpres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18</TotalTime>
  <Pages>5</Pages>
  <Words>4745</Words>
  <Characters>2706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Admin</cp:lastModifiedBy>
  <cp:revision>8</cp:revision>
  <dcterms:created xsi:type="dcterms:W3CDTF">2024-09-22T19:50:00Z</dcterms:created>
  <dcterms:modified xsi:type="dcterms:W3CDTF">2024-09-27T19:07:00Z</dcterms:modified>
</cp:coreProperties>
</file>