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CB6" w:rsidRPr="000354E7" w:rsidRDefault="00586CB6" w:rsidP="004D0C68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86CB6" w:rsidRPr="000354E7" w:rsidRDefault="00586CB6" w:rsidP="0057280F">
      <w:pPr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0354E7">
        <w:rPr>
          <w:rFonts w:ascii="Times New Roman" w:hAnsi="Times New Roman"/>
          <w:b/>
          <w:sz w:val="28"/>
          <w:szCs w:val="28"/>
          <w:lang w:val="uk-UA"/>
        </w:rPr>
        <w:t>Інна Карунка</w:t>
      </w:r>
    </w:p>
    <w:p w:rsidR="00586CB6" w:rsidRPr="000354E7" w:rsidRDefault="00586CB6" w:rsidP="0057280F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0354E7">
        <w:rPr>
          <w:rFonts w:ascii="Times New Roman" w:hAnsi="Times New Roman"/>
          <w:b/>
          <w:sz w:val="28"/>
          <w:szCs w:val="28"/>
          <w:lang w:val="uk-UA"/>
        </w:rPr>
        <w:t>(Київ, Україна)</w:t>
      </w:r>
    </w:p>
    <w:p w:rsidR="00586CB6" w:rsidRDefault="00586CB6" w:rsidP="0057280F">
      <w:pPr>
        <w:shd w:val="clear" w:color="auto" w:fill="FFFFFF"/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586CB6" w:rsidRDefault="00586CB6" w:rsidP="004D0C68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ІННОВЦІЙНІ ТЕХНОЛОГІЇ В ТУРИСТИЧНОМУ БІЗНЕСІ</w:t>
      </w:r>
    </w:p>
    <w:p w:rsidR="00586CB6" w:rsidRPr="00565816" w:rsidRDefault="00586CB6" w:rsidP="004D0C68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86CB6" w:rsidRPr="00565816" w:rsidRDefault="00586CB6" w:rsidP="004D0C6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65816">
        <w:rPr>
          <w:rFonts w:ascii="Arial" w:hAnsi="Arial" w:cs="Arial"/>
          <w:lang w:val="uk-UA"/>
        </w:rPr>
        <w:t xml:space="preserve">  </w:t>
      </w:r>
      <w:r w:rsidRPr="00565816">
        <w:rPr>
          <w:rFonts w:ascii="Times New Roman" w:hAnsi="Times New Roman"/>
          <w:sz w:val="28"/>
          <w:szCs w:val="28"/>
          <w:lang w:val="uk-UA"/>
        </w:rPr>
        <w:t xml:space="preserve">Сьогодні  </w:t>
      </w:r>
      <w:r w:rsidRPr="004D0C68">
        <w:rPr>
          <w:rFonts w:ascii="Times New Roman" w:hAnsi="Times New Roman"/>
          <w:sz w:val="28"/>
          <w:szCs w:val="28"/>
          <w:lang w:val="uk-UA"/>
        </w:rPr>
        <w:t>туристична</w:t>
      </w:r>
      <w:r w:rsidRPr="00565816">
        <w:rPr>
          <w:rFonts w:ascii="Times New Roman" w:hAnsi="Times New Roman"/>
          <w:sz w:val="28"/>
          <w:szCs w:val="28"/>
          <w:lang w:val="uk-UA"/>
        </w:rPr>
        <w:t xml:space="preserve">  діяльність </w:t>
      </w:r>
      <w:r w:rsidRPr="004D0C68">
        <w:rPr>
          <w:rFonts w:ascii="Times New Roman" w:hAnsi="Times New Roman"/>
          <w:sz w:val="28"/>
          <w:szCs w:val="28"/>
          <w:lang w:val="uk-UA"/>
        </w:rPr>
        <w:t xml:space="preserve">у світі визнається </w:t>
      </w:r>
      <w:r w:rsidRPr="00565816">
        <w:rPr>
          <w:rFonts w:ascii="Times New Roman" w:hAnsi="Times New Roman"/>
          <w:sz w:val="28"/>
          <w:szCs w:val="28"/>
          <w:lang w:val="uk-UA"/>
        </w:rPr>
        <w:t xml:space="preserve"> як  стра</w:t>
      </w:r>
      <w:r w:rsidRPr="004D0C68">
        <w:rPr>
          <w:rFonts w:ascii="Times New Roman" w:hAnsi="Times New Roman"/>
          <w:sz w:val="28"/>
          <w:szCs w:val="28"/>
          <w:lang w:val="uk-UA"/>
        </w:rPr>
        <w:t>тегічно важлива та пріоритетна галузь</w:t>
      </w:r>
      <w:r w:rsidRPr="00565816">
        <w:rPr>
          <w:rFonts w:ascii="Times New Roman" w:hAnsi="Times New Roman"/>
          <w:sz w:val="28"/>
          <w:szCs w:val="28"/>
          <w:lang w:val="uk-UA"/>
        </w:rPr>
        <w:t>, що дає вел</w:t>
      </w:r>
      <w:r w:rsidRPr="004D0C68">
        <w:rPr>
          <w:rFonts w:ascii="Times New Roman" w:hAnsi="Times New Roman"/>
          <w:sz w:val="28"/>
          <w:szCs w:val="28"/>
          <w:lang w:val="uk-UA"/>
        </w:rPr>
        <w:t>и</w:t>
      </w:r>
      <w:r w:rsidRPr="00565816">
        <w:rPr>
          <w:rFonts w:ascii="Times New Roman" w:hAnsi="Times New Roman"/>
          <w:sz w:val="28"/>
          <w:szCs w:val="28"/>
          <w:lang w:val="uk-UA"/>
        </w:rPr>
        <w:t xml:space="preserve">чезні  можливості  для  розвитку  інноваційної діяльності у цій області. </w:t>
      </w:r>
      <w:r w:rsidRPr="00565816">
        <w:rPr>
          <w:rFonts w:ascii="Times New Roman" w:hAnsi="Times New Roman"/>
          <w:sz w:val="28"/>
          <w:szCs w:val="28"/>
        </w:rPr>
        <w:t xml:space="preserve">Адже інновації – це </w:t>
      </w:r>
      <w:r w:rsidRPr="004D0C68">
        <w:rPr>
          <w:rFonts w:ascii="Times New Roman" w:hAnsi="Times New Roman"/>
          <w:sz w:val="28"/>
          <w:szCs w:val="28"/>
        </w:rPr>
        <w:t>зростання</w:t>
      </w:r>
      <w:r w:rsidRPr="004D0C6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65816">
        <w:rPr>
          <w:rFonts w:ascii="Times New Roman" w:hAnsi="Times New Roman"/>
          <w:sz w:val="28"/>
          <w:szCs w:val="28"/>
        </w:rPr>
        <w:t>конкурентоспроможності, як у всіх галузях господарства, так і в туризмі. Сфера туризму  впливає  на  будь-який  континент, державу  чи  місто,  а  туризм  –  це  міжгалузева сфера економіки, яка охоплює не тільки засоби розміщення, а й транспорт, зв’язок та багато іншого. В умовах успішного розвитку, туризм надає такі переваги, з якими пов’язане його  значення  для  економіки  різних  країн  в окремих  випадках.  Успішний  розвиток  тієї чи іншої сфери економіки в багатьох випадках  залежить  від  періодичного  виникнення нових  інноваційних  процесів,  які  вимагають не тільки участі економічних наук та техніко-т</w:t>
      </w:r>
      <w:r w:rsidRPr="004D0C68">
        <w:rPr>
          <w:rFonts w:ascii="Times New Roman" w:hAnsi="Times New Roman"/>
          <w:sz w:val="28"/>
          <w:szCs w:val="28"/>
        </w:rPr>
        <w:t>ехнологічної сфери, але й тісно</w:t>
      </w:r>
      <w:r w:rsidRPr="004D0C6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65816">
        <w:rPr>
          <w:rFonts w:ascii="Times New Roman" w:hAnsi="Times New Roman"/>
          <w:sz w:val="28"/>
          <w:szCs w:val="28"/>
        </w:rPr>
        <w:t>пов’язаних з соціальними перетвореннями.</w:t>
      </w:r>
    </w:p>
    <w:p w:rsidR="00586CB6" w:rsidRPr="00565816" w:rsidRDefault="00586CB6" w:rsidP="004D0C6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65816">
        <w:rPr>
          <w:rFonts w:ascii="Times New Roman" w:hAnsi="Times New Roman"/>
          <w:sz w:val="28"/>
          <w:szCs w:val="28"/>
        </w:rPr>
        <w:t>Співробітники туристичного бізнесу мають справу з різними формами та методами організації  відпочинку,  подорожей,  культурного дозвілля. Розробка даних може бути лише на базі впроваджень нових ідей, вдосконалення процесів виробництва товарів та послуг, розширення  їх  асортименту.  Отже,  оскільки  в туристичній  діяльності  щоденно  відбувається  впровадження  різноманітних  інновацій, вивчення  інноваційних  процесів,  причин появи  даних  інновацій,  розробка  методів  їх впровадження,  має  значний  та  практичний науковий інтерес.</w:t>
      </w:r>
    </w:p>
    <w:p w:rsidR="00586CB6" w:rsidRDefault="00586CB6" w:rsidP="004D0C6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65816">
        <w:rPr>
          <w:rFonts w:ascii="Times New Roman" w:hAnsi="Times New Roman"/>
          <w:sz w:val="28"/>
          <w:szCs w:val="28"/>
        </w:rPr>
        <w:t>Аналіз останніх досліджень і публікацій.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65816">
        <w:rPr>
          <w:rFonts w:ascii="Times New Roman" w:hAnsi="Times New Roman"/>
          <w:sz w:val="28"/>
          <w:szCs w:val="28"/>
        </w:rPr>
        <w:t xml:space="preserve">Проблемам  впровадження  та  використання інноваційних технологій у туризмі присвячено </w:t>
      </w:r>
      <w:r w:rsidRPr="004D0C68">
        <w:rPr>
          <w:rFonts w:ascii="Times New Roman" w:hAnsi="Times New Roman"/>
          <w:sz w:val="28"/>
          <w:szCs w:val="28"/>
        </w:rPr>
        <w:t xml:space="preserve">наукові розробки вітчизняних та закордонних </w:t>
      </w:r>
      <w:r w:rsidRPr="00565816">
        <w:rPr>
          <w:rFonts w:ascii="Times New Roman" w:hAnsi="Times New Roman"/>
          <w:sz w:val="28"/>
          <w:szCs w:val="28"/>
        </w:rPr>
        <w:t>учених, серед яких: Т.Т. Тайгібова, М. Вартанова, Н.С. Цирінова.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65816">
        <w:rPr>
          <w:rFonts w:ascii="Times New Roman" w:hAnsi="Times New Roman"/>
          <w:sz w:val="28"/>
          <w:szCs w:val="28"/>
        </w:rPr>
        <w:t xml:space="preserve">Однак,  на  нашу  думку,  дана  проблема через свою новизну є розкрита і досліджена не повною мірою, адже інноваційні технології постійно розвиваються і вдосконалюються. </w:t>
      </w:r>
    </w:p>
    <w:p w:rsidR="00586CB6" w:rsidRPr="00565816" w:rsidRDefault="00586CB6" w:rsidP="004D0C6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65816">
        <w:rPr>
          <w:rFonts w:ascii="Times New Roman" w:hAnsi="Times New Roman"/>
          <w:sz w:val="28"/>
          <w:szCs w:val="28"/>
        </w:rPr>
        <w:t xml:space="preserve">   Мета статті  –  розглянути  напрямки  та  тенденції  впровадження  інноваційних  технологій  в сферу вітчизняної туристичної діяльності.</w:t>
      </w:r>
    </w:p>
    <w:p w:rsidR="00586CB6" w:rsidRPr="00565816" w:rsidRDefault="00586CB6" w:rsidP="004D0C6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65816">
        <w:rPr>
          <w:rFonts w:ascii="Times New Roman" w:hAnsi="Times New Roman"/>
          <w:sz w:val="28"/>
          <w:szCs w:val="28"/>
        </w:rPr>
        <w:t>Виклад  основного  матеріалу. Інноваційна діяльність у сфері туристичних послуг розвивається  з  кількох  направлень.  Основні напрямки інновацій в сфері туризму [1, с. 153]:</w:t>
      </w:r>
    </w:p>
    <w:p w:rsidR="00586CB6" w:rsidRPr="004D0C68" w:rsidRDefault="00586CB6" w:rsidP="004D0C68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D0C68">
        <w:rPr>
          <w:rFonts w:ascii="Times New Roman" w:hAnsi="Times New Roman"/>
          <w:sz w:val="28"/>
          <w:szCs w:val="28"/>
        </w:rPr>
        <w:t>впровадження в сферу туризму новітніх технологій і обладнання;</w:t>
      </w:r>
    </w:p>
    <w:p w:rsidR="00586CB6" w:rsidRPr="004D0C68" w:rsidRDefault="00586CB6" w:rsidP="004D0C68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D0C68">
        <w:rPr>
          <w:rFonts w:ascii="Times New Roman" w:hAnsi="Times New Roman"/>
          <w:sz w:val="28"/>
          <w:szCs w:val="28"/>
        </w:rPr>
        <w:t>впровадження  в  сферу  туризму  нових ресурсів і вдосконалення туристичного маркетингу;</w:t>
      </w:r>
    </w:p>
    <w:p w:rsidR="00586CB6" w:rsidRPr="004D0C68" w:rsidRDefault="00586CB6" w:rsidP="004D0C68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D0C68">
        <w:rPr>
          <w:rFonts w:ascii="Times New Roman" w:hAnsi="Times New Roman"/>
          <w:sz w:val="28"/>
          <w:szCs w:val="28"/>
        </w:rPr>
        <w:t xml:space="preserve"> віртуальний туризм;</w:t>
      </w:r>
    </w:p>
    <w:p w:rsidR="00586CB6" w:rsidRPr="004D0C68" w:rsidRDefault="00586CB6" w:rsidP="004D0C68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D0C68">
        <w:rPr>
          <w:rFonts w:ascii="Times New Roman" w:hAnsi="Times New Roman"/>
          <w:sz w:val="28"/>
          <w:szCs w:val="28"/>
        </w:rPr>
        <w:t>впровадження нових туристичних маршртів і продуктів, готельних і транспортних послуг;</w:t>
      </w:r>
    </w:p>
    <w:p w:rsidR="00586CB6" w:rsidRPr="004D0C68" w:rsidRDefault="00586CB6" w:rsidP="004D0C68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D0C68">
        <w:rPr>
          <w:rFonts w:ascii="Times New Roman" w:hAnsi="Times New Roman"/>
          <w:sz w:val="28"/>
          <w:szCs w:val="28"/>
        </w:rPr>
        <w:t>застосування нових технік і методів ведення туристичного бізнесу і бізнес-процесів.</w:t>
      </w:r>
    </w:p>
    <w:p w:rsidR="00586CB6" w:rsidRPr="00565816" w:rsidRDefault="00586CB6" w:rsidP="004D0C6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65816">
        <w:rPr>
          <w:rFonts w:ascii="Times New Roman" w:hAnsi="Times New Roman"/>
          <w:sz w:val="28"/>
          <w:szCs w:val="28"/>
        </w:rPr>
        <w:t>Для  реалізації  інноваційних  ідей  в  сфері туризму необхідна гнучка система державного і регіонального управління інноваційною діяльністю, яка підтримала б розробників інновацій, здійснювала  моніторинг  актуальності  інновацій, їх безпеку та науковість. Також необхідна наявність  високого  інноваційного  та  науково-технічного потенціалу в країні. Електронний бізнес відкриває більші можливості для розвитку будь-якого підприємства.</w:t>
      </w:r>
    </w:p>
    <w:p w:rsidR="00586CB6" w:rsidRPr="00565816" w:rsidRDefault="00586CB6" w:rsidP="004D0C6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65816">
        <w:rPr>
          <w:rFonts w:ascii="Times New Roman" w:hAnsi="Times New Roman"/>
          <w:sz w:val="28"/>
          <w:szCs w:val="28"/>
        </w:rPr>
        <w:t>Розглянемо  деякі  приклади  інновацій,  які можуть істотно змінити ринок туристичних послуг в  Україні,  підвищити  привабливість  країни  для туристів, поліпшити імідж країни [2, с. 57].</w:t>
      </w:r>
    </w:p>
    <w:p w:rsidR="00586CB6" w:rsidRPr="00565816" w:rsidRDefault="00586CB6" w:rsidP="004D0C6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65816">
        <w:rPr>
          <w:rFonts w:ascii="Times New Roman" w:hAnsi="Times New Roman"/>
          <w:sz w:val="28"/>
          <w:szCs w:val="28"/>
        </w:rPr>
        <w:t>Віртуальний  туризм  –  це  поняття  досить нове. Дана інновація з’явилася з швидким розвитком інформаційних технологій. Віртуальний туризм являє собою новий вид туризму, в якому використовуються 3D, 4D, 5D, 7D ефекти, інноваційні програми, сферичні панорами, за допомогою яких можна подорожувати.</w:t>
      </w:r>
    </w:p>
    <w:p w:rsidR="00586CB6" w:rsidRPr="00565816" w:rsidRDefault="00586CB6" w:rsidP="004D0C6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65816">
        <w:rPr>
          <w:rFonts w:ascii="Times New Roman" w:hAnsi="Times New Roman"/>
          <w:sz w:val="28"/>
          <w:szCs w:val="28"/>
        </w:rPr>
        <w:t xml:space="preserve">В нашій країні існують тисячі турагентств, які постійно перебувають в умовах жорсткої конкуренції.  На  нашу  думку,  використання в  турагентстві  віртуального  туризму  значно підвищило  б  його  конкурентоспроможність  і поліпшило  якість  надаваних  послуг.  Наприклад,  уявімо,  що  в  турагентстві  є  необхідне інноваційне обладнання для проведення віртуальних турів. Коли турист прийде в турагентство, турагент запропонує йому зануритися у віртуальний світ обраних туристом країн або курортів. Людина, потрапляючи в віртуальний тур, зможе не тільки побачити всю красу обраного ним місця, дізнатися про місцеві пам’ятки, а й зможе відчути бризки води, подих вітру, шум пальм і інші ефекти. У туриста, який відчув емоції відпочинку, з’явиться бажання придбати тур. Також, наприклад, якщо турист вже визначився з курортом, а з готелем ще ні, то він може, одягнувши спеціальні 3D окуляри, подивитися  на  готель  зсередини  і  вивчити питання, що цікавлять. </w:t>
      </w:r>
    </w:p>
    <w:p w:rsidR="00586CB6" w:rsidRPr="00565816" w:rsidRDefault="00586CB6" w:rsidP="004D0C6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65816">
        <w:rPr>
          <w:rFonts w:ascii="Times New Roman" w:hAnsi="Times New Roman"/>
          <w:sz w:val="28"/>
          <w:szCs w:val="28"/>
        </w:rPr>
        <w:t>В Україні подібного в практиці не використовується, але впровадження такої інновації вивело  б  туристичний  маркетинг  країни  на новий  рівень.  Віртуальні  тури  створюють  у клієнта «ефект присутності», тобто найяскравіші образи, які дозволяють клієнту отримати повну  інформацію  про  послугу  або  тур  особливим чином [1, с. 156].</w:t>
      </w:r>
    </w:p>
    <w:p w:rsidR="00586CB6" w:rsidRPr="00565816" w:rsidRDefault="00586CB6" w:rsidP="004D0C6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65816">
        <w:rPr>
          <w:rFonts w:ascii="Times New Roman" w:hAnsi="Times New Roman"/>
          <w:sz w:val="28"/>
          <w:szCs w:val="28"/>
        </w:rPr>
        <w:t>Віртуальний  туризм  допоможе  людям побувати в країн</w:t>
      </w:r>
      <w:r w:rsidRPr="004D0C68">
        <w:rPr>
          <w:rFonts w:ascii="Times New Roman" w:hAnsi="Times New Roman"/>
          <w:sz w:val="28"/>
          <w:szCs w:val="28"/>
        </w:rPr>
        <w:t>ах їх мрії хоча б у віртуальній</w:t>
      </w:r>
      <w:r w:rsidRPr="004D0C6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65816">
        <w:rPr>
          <w:rFonts w:ascii="Times New Roman" w:hAnsi="Times New Roman"/>
          <w:sz w:val="28"/>
          <w:szCs w:val="28"/>
        </w:rPr>
        <w:t>реальності. Людина, втомившись від повсякденної суєти, зможе, надівши окуляри віртуальної  реальності,  зануритися  в  свою  мрію, побачити всю красу обраної країни, помилуватися на океан, зануритися у джунглі тощо.</w:t>
      </w:r>
    </w:p>
    <w:p w:rsidR="00586CB6" w:rsidRPr="00565816" w:rsidRDefault="00586CB6" w:rsidP="004D0C6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65816">
        <w:rPr>
          <w:rFonts w:ascii="Times New Roman" w:hAnsi="Times New Roman"/>
          <w:sz w:val="28"/>
          <w:szCs w:val="28"/>
        </w:rPr>
        <w:t>Безумовно, віртуальний тур не може зрівнятися з реальною подорожжю, але для людей, у яких немає такої можливості, це буде хорошим варіантом побачити світ [3, с. 45].</w:t>
      </w:r>
    </w:p>
    <w:p w:rsidR="00586CB6" w:rsidRPr="00565816" w:rsidRDefault="00586CB6" w:rsidP="004D0C6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65816">
        <w:rPr>
          <w:rFonts w:ascii="Times New Roman" w:hAnsi="Times New Roman"/>
          <w:sz w:val="28"/>
          <w:szCs w:val="28"/>
        </w:rPr>
        <w:t>Переваги віртуального туризму:</w:t>
      </w:r>
    </w:p>
    <w:p w:rsidR="00586CB6" w:rsidRPr="004D0C68" w:rsidRDefault="00586CB6" w:rsidP="004D0C68">
      <w:pPr>
        <w:pStyle w:val="ListParagraph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D0C68">
        <w:rPr>
          <w:rFonts w:ascii="Times New Roman" w:hAnsi="Times New Roman"/>
          <w:sz w:val="28"/>
          <w:szCs w:val="28"/>
        </w:rPr>
        <w:t>економія, не потрібно оплачувати дорогу, готелі, розваг</w:t>
      </w:r>
      <w:r>
        <w:rPr>
          <w:rFonts w:ascii="Times New Roman" w:hAnsi="Times New Roman"/>
          <w:sz w:val="28"/>
          <w:szCs w:val="28"/>
        </w:rPr>
        <w:t xml:space="preserve">и та їжу; все що потрібно, </w:t>
      </w:r>
    </w:p>
    <w:p w:rsidR="00586CB6" w:rsidRPr="004D0C68" w:rsidRDefault="00586CB6" w:rsidP="004D0C68">
      <w:pPr>
        <w:pStyle w:val="ListParagraph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D0C68">
        <w:rPr>
          <w:rFonts w:ascii="Times New Roman" w:hAnsi="Times New Roman"/>
          <w:sz w:val="28"/>
          <w:szCs w:val="28"/>
        </w:rPr>
        <w:t>інтернет, комп’ютер, спеціальні 3D окуляри;</w:t>
      </w:r>
    </w:p>
    <w:p w:rsidR="00586CB6" w:rsidRPr="004D0C68" w:rsidRDefault="00586CB6" w:rsidP="004D0C68">
      <w:pPr>
        <w:pStyle w:val="ListParagraph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D0C68">
        <w:rPr>
          <w:rFonts w:ascii="Times New Roman" w:hAnsi="Times New Roman"/>
          <w:sz w:val="28"/>
          <w:szCs w:val="28"/>
        </w:rPr>
        <w:t xml:space="preserve">безпека,  тобто  людина  не  буде  піддаватися  ризику,  якому  піддаються  туристи, </w:t>
      </w:r>
    </w:p>
    <w:p w:rsidR="00586CB6" w:rsidRPr="004D0C68" w:rsidRDefault="00586CB6" w:rsidP="004D0C68">
      <w:pPr>
        <w:pStyle w:val="ListParagraph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D0C68">
        <w:rPr>
          <w:rFonts w:ascii="Times New Roman" w:hAnsi="Times New Roman"/>
          <w:sz w:val="28"/>
          <w:szCs w:val="28"/>
        </w:rPr>
        <w:t>здійснюючи  подорож,  наприклад,  на  літаку, пробуючи екзотичні блюда, займаючись дайвінгом тощо;</w:t>
      </w:r>
    </w:p>
    <w:p w:rsidR="00586CB6" w:rsidRPr="004D0C68" w:rsidRDefault="00586CB6" w:rsidP="004D0C68">
      <w:pPr>
        <w:pStyle w:val="ListParagraph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D0C68">
        <w:rPr>
          <w:rFonts w:ascii="Times New Roman" w:hAnsi="Times New Roman"/>
          <w:sz w:val="28"/>
          <w:szCs w:val="28"/>
        </w:rPr>
        <w:t>зручність, людині не потрібно виходити з дому і кудись їхати тощо;</w:t>
      </w:r>
    </w:p>
    <w:p w:rsidR="00586CB6" w:rsidRPr="004D0C68" w:rsidRDefault="00586CB6" w:rsidP="004D0C68">
      <w:pPr>
        <w:pStyle w:val="ListParagraph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D0C68">
        <w:rPr>
          <w:rFonts w:ascii="Times New Roman" w:hAnsi="Times New Roman"/>
          <w:sz w:val="28"/>
          <w:szCs w:val="28"/>
        </w:rPr>
        <w:t>підвищення конкурентоспроможності сфери туризму країни і окремих туристичних фірм;</w:t>
      </w:r>
    </w:p>
    <w:p w:rsidR="00586CB6" w:rsidRPr="00565816" w:rsidRDefault="00586CB6" w:rsidP="004D0C6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65816">
        <w:rPr>
          <w:rFonts w:ascii="Times New Roman" w:hAnsi="Times New Roman"/>
          <w:sz w:val="28"/>
          <w:szCs w:val="28"/>
        </w:rPr>
        <w:t>Недоліки віртуального туризму:</w:t>
      </w:r>
    </w:p>
    <w:p w:rsidR="00586CB6" w:rsidRPr="004D0C68" w:rsidRDefault="00586CB6" w:rsidP="004D0C68">
      <w:pPr>
        <w:pStyle w:val="ListParagraph"/>
        <w:numPr>
          <w:ilvl w:val="0"/>
          <w:numId w:val="5"/>
        </w:numPr>
        <w:shd w:val="clear" w:color="auto" w:fill="FFFFFF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4D0C68">
        <w:rPr>
          <w:rFonts w:ascii="Times New Roman" w:hAnsi="Times New Roman"/>
          <w:sz w:val="28"/>
          <w:szCs w:val="28"/>
        </w:rPr>
        <w:t>вимагає  наявності  високорозвиненої наукової сфери;</w:t>
      </w:r>
    </w:p>
    <w:p w:rsidR="00586CB6" w:rsidRPr="004D0C68" w:rsidRDefault="00586CB6" w:rsidP="004D0C68">
      <w:pPr>
        <w:pStyle w:val="ListParagraph"/>
        <w:numPr>
          <w:ilvl w:val="0"/>
          <w:numId w:val="5"/>
        </w:numPr>
        <w:shd w:val="clear" w:color="auto" w:fill="FFFFFF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4D0C68">
        <w:rPr>
          <w:rFonts w:ascii="Times New Roman" w:hAnsi="Times New Roman"/>
          <w:sz w:val="28"/>
          <w:szCs w:val="28"/>
        </w:rPr>
        <w:t xml:space="preserve"> є певні обмеження.</w:t>
      </w:r>
    </w:p>
    <w:p w:rsidR="00586CB6" w:rsidRPr="00565816" w:rsidRDefault="00586CB6" w:rsidP="004D0C6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65816">
        <w:rPr>
          <w:rFonts w:ascii="Times New Roman" w:hAnsi="Times New Roman"/>
          <w:sz w:val="28"/>
          <w:szCs w:val="28"/>
        </w:rPr>
        <w:t>Висновки.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65816">
        <w:rPr>
          <w:rFonts w:ascii="Times New Roman" w:hAnsi="Times New Roman"/>
          <w:sz w:val="28"/>
          <w:szCs w:val="28"/>
        </w:rPr>
        <w:t>Таким чином, в даний час Україна має деякі проблеми в розвитку сфери туризму. Одним  з  можливих  варіантів  розвитку  сфери туристичних послуг в нашій державі є розвиток за допомогою інновацій. В Україні поки ще недостатній для реалізації інновацій науково-технічний та інноваційний потенціал, проте країна з кожним роком вдосконалює інноваційну сферу. Впровадження  інновацій  дозволить  збільшити темпи  розвитку  сфери  туризму,  підвищити конкурентоспроможність  країни  на  світовому ринку, поліпшити якість туристичного продукту, збільшити  число  туристів  і  обсягів  продажів туристичних продуктів. Інновації також можуть стати  ефективним  інструментом  туристичного маркетингу для окремих туристичних фірм.</w:t>
      </w:r>
    </w:p>
    <w:p w:rsidR="00586CB6" w:rsidRPr="00565816" w:rsidRDefault="00586CB6" w:rsidP="00565816">
      <w:pPr>
        <w:shd w:val="clear" w:color="auto" w:fill="FFFFFF"/>
        <w:spacing w:after="0" w:line="240" w:lineRule="auto"/>
        <w:rPr>
          <w:rFonts w:ascii="Arial" w:hAnsi="Arial" w:cs="Arial"/>
        </w:rPr>
      </w:pPr>
    </w:p>
    <w:p w:rsidR="00586CB6" w:rsidRDefault="00586CB6" w:rsidP="000354E7">
      <w:pPr>
        <w:tabs>
          <w:tab w:val="left" w:pos="0"/>
        </w:tabs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Література</w:t>
      </w:r>
      <w:r w:rsidRPr="00054415">
        <w:rPr>
          <w:rFonts w:ascii="Times New Roman" w:hAnsi="Times New Roman"/>
          <w:b/>
          <w:sz w:val="28"/>
          <w:szCs w:val="28"/>
        </w:rPr>
        <w:t>:</w:t>
      </w:r>
    </w:p>
    <w:p w:rsidR="00586CB6" w:rsidRDefault="00586CB6" w:rsidP="0057280F">
      <w:pPr>
        <w:pStyle w:val="ListParagraph"/>
        <w:numPr>
          <w:ilvl w:val="0"/>
          <w:numId w:val="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A20BE">
        <w:rPr>
          <w:rFonts w:ascii="Times New Roman" w:hAnsi="Times New Roman"/>
          <w:sz w:val="28"/>
          <w:szCs w:val="28"/>
        </w:rPr>
        <w:t>Інноваційні технології навчання в діяльності інженера-педагога: навчальний посібник для інженера-педагога: у 2 ч. / [Коваленко О. Е., Штефан Л. В., Лисенко С. А., та ін.]; за ред.. О. Е.Коваленко, Л. В. Штефан. – Х.: Вид-во ТОВ «Цифрова друкарня №1», 20</w:t>
      </w:r>
      <w:r>
        <w:rPr>
          <w:rFonts w:ascii="Times New Roman" w:hAnsi="Times New Roman"/>
          <w:sz w:val="28"/>
          <w:szCs w:val="28"/>
          <w:lang w:val="uk-UA"/>
        </w:rPr>
        <w:t>20</w:t>
      </w:r>
      <w:r w:rsidRPr="00CA20BE">
        <w:rPr>
          <w:rFonts w:ascii="Times New Roman" w:hAnsi="Times New Roman"/>
          <w:sz w:val="28"/>
          <w:szCs w:val="28"/>
        </w:rPr>
        <w:t>. – Ч.1 : Теоретичні основи. - 195 c.</w:t>
      </w:r>
    </w:p>
    <w:p w:rsidR="00586CB6" w:rsidRDefault="00586CB6" w:rsidP="0057280F">
      <w:pPr>
        <w:pStyle w:val="ListParagraph"/>
        <w:numPr>
          <w:ilvl w:val="0"/>
          <w:numId w:val="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A20BE">
        <w:rPr>
          <w:rFonts w:ascii="Times New Roman" w:hAnsi="Times New Roman"/>
          <w:color w:val="231F20"/>
          <w:sz w:val="28"/>
          <w:szCs w:val="28"/>
        </w:rPr>
        <w:t>Микитюк О.М. Теорія і практика організації науково-дослідної роботи</w:t>
      </w:r>
      <w:r w:rsidRPr="00CA20BE">
        <w:rPr>
          <w:rFonts w:ascii="Times New Roman" w:hAnsi="Times New Roman"/>
          <w:color w:val="231F20"/>
          <w:sz w:val="28"/>
          <w:szCs w:val="28"/>
        </w:rPr>
        <w:br/>
        <w:t>у вищих навчальних закладах освіти України в ХІХ ст.: Автореф. дис.</w:t>
      </w:r>
      <w:r w:rsidRPr="00CA20BE">
        <w:rPr>
          <w:rFonts w:ascii="Times New Roman" w:hAnsi="Times New Roman"/>
          <w:color w:val="231F20"/>
          <w:sz w:val="28"/>
          <w:szCs w:val="28"/>
        </w:rPr>
        <w:br/>
        <w:t>доктора пед. наук / Інститут педагогіки АПН України, К., 2017. – 42 с.</w:t>
      </w:r>
    </w:p>
    <w:p w:rsidR="00586CB6" w:rsidRPr="00904E91" w:rsidRDefault="00586CB6" w:rsidP="0057280F">
      <w:pPr>
        <w:pStyle w:val="ListParagraph"/>
        <w:numPr>
          <w:ilvl w:val="0"/>
          <w:numId w:val="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A20BE">
        <w:rPr>
          <w:rFonts w:ascii="Times New Roman" w:hAnsi="Times New Roman"/>
          <w:sz w:val="28"/>
          <w:szCs w:val="28"/>
        </w:rPr>
        <w:t>Сисоєва С. О. Інтерактивні технології навчання дорослих: навчально-методичний посібник / Сисоєва С. О.; НАПН України, Ін-т педагогічної освіти і освіти дорослих. – К.: ВД «ЕКМО», 201</w:t>
      </w:r>
      <w:r>
        <w:rPr>
          <w:rFonts w:ascii="Times New Roman" w:hAnsi="Times New Roman"/>
          <w:sz w:val="28"/>
          <w:szCs w:val="28"/>
        </w:rPr>
        <w:t>8</w:t>
      </w:r>
      <w:r w:rsidRPr="00CA20BE">
        <w:rPr>
          <w:rFonts w:ascii="Times New Roman" w:hAnsi="Times New Roman"/>
          <w:sz w:val="28"/>
          <w:szCs w:val="28"/>
        </w:rPr>
        <w:t>. – 320 с</w:t>
      </w:r>
    </w:p>
    <w:p w:rsidR="00586CB6" w:rsidRDefault="00586CB6" w:rsidP="00904E91">
      <w:pPr>
        <w:pStyle w:val="ListParagraph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586CB6" w:rsidRPr="000354E7" w:rsidRDefault="00586CB6" w:rsidP="00904E91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0354E7">
        <w:rPr>
          <w:rFonts w:ascii="Times New Roman" w:hAnsi="Times New Roman"/>
          <w:b/>
          <w:sz w:val="28"/>
          <w:szCs w:val="28"/>
          <w:lang w:val="uk-UA"/>
        </w:rPr>
        <w:t>Науковий керівник:</w:t>
      </w:r>
    </w:p>
    <w:p w:rsidR="00586CB6" w:rsidRPr="000354E7" w:rsidRDefault="00586CB6" w:rsidP="00904E91">
      <w:pPr>
        <w:spacing w:after="0"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0354E7">
        <w:rPr>
          <w:rFonts w:ascii="Times New Roman" w:hAnsi="Times New Roman"/>
          <w:sz w:val="28"/>
          <w:szCs w:val="28"/>
          <w:lang w:val="uk-UA"/>
        </w:rPr>
        <w:t>кандидат педагогічних наук Щербак Людмила Валеріївна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586CB6" w:rsidRDefault="00586CB6">
      <w:pPr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br w:type="page"/>
      </w:r>
    </w:p>
    <w:p w:rsidR="00586CB6" w:rsidRPr="00904E91" w:rsidRDefault="00586CB6" w:rsidP="00904E91">
      <w:pPr>
        <w:spacing w:after="0" w:line="360" w:lineRule="auto"/>
        <w:jc w:val="right"/>
        <w:rPr>
          <w:rFonts w:ascii="Times New Roman" w:hAnsi="Times New Roman"/>
          <w:b/>
          <w:i/>
          <w:sz w:val="28"/>
          <w:szCs w:val="28"/>
        </w:rPr>
      </w:pPr>
    </w:p>
    <w:sectPr w:rsidR="00586CB6" w:rsidRPr="00904E91" w:rsidSect="00565816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D4D4F"/>
    <w:multiLevelType w:val="hybridMultilevel"/>
    <w:tmpl w:val="467A2CEA"/>
    <w:lvl w:ilvl="0" w:tplc="69A202F2">
      <w:start w:val="1"/>
      <w:numFmt w:val="decimal"/>
      <w:lvlText w:val="%1."/>
      <w:lvlJc w:val="left"/>
      <w:pPr>
        <w:ind w:left="990" w:hanging="63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020F7B"/>
    <w:multiLevelType w:val="hybridMultilevel"/>
    <w:tmpl w:val="4F20CE6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55FC5E44"/>
    <w:multiLevelType w:val="hybridMultilevel"/>
    <w:tmpl w:val="55FE7D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E143C6"/>
    <w:multiLevelType w:val="hybridMultilevel"/>
    <w:tmpl w:val="83BC25B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6CC3415C"/>
    <w:multiLevelType w:val="hybridMultilevel"/>
    <w:tmpl w:val="554A4B3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73B524FE"/>
    <w:multiLevelType w:val="hybridMultilevel"/>
    <w:tmpl w:val="B910502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5816"/>
    <w:rsid w:val="000354E7"/>
    <w:rsid w:val="00054415"/>
    <w:rsid w:val="0020036D"/>
    <w:rsid w:val="002A08DE"/>
    <w:rsid w:val="003233DA"/>
    <w:rsid w:val="003A4883"/>
    <w:rsid w:val="004D0C68"/>
    <w:rsid w:val="00565816"/>
    <w:rsid w:val="0057280F"/>
    <w:rsid w:val="005734A8"/>
    <w:rsid w:val="00586CB6"/>
    <w:rsid w:val="007B4DA5"/>
    <w:rsid w:val="007D6566"/>
    <w:rsid w:val="008B0539"/>
    <w:rsid w:val="00904E91"/>
    <w:rsid w:val="00914E27"/>
    <w:rsid w:val="00CA20BE"/>
    <w:rsid w:val="00D07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E27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D0C68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904E9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7622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622947">
          <w:marLeft w:val="0"/>
          <w:marRight w:val="0"/>
          <w:marTop w:val="12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19762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62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622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62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622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62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62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62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62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62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62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622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62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62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62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62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62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6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62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62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62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622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622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62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62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622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62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62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62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62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62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622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62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622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62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62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62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622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62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62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62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62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62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62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62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62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62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62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7622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62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622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62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62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62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118</TotalTime>
  <Pages>5</Pages>
  <Words>4713</Words>
  <Characters>2687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Admin</cp:lastModifiedBy>
  <cp:revision>6</cp:revision>
  <dcterms:created xsi:type="dcterms:W3CDTF">2023-04-18T14:23:00Z</dcterms:created>
  <dcterms:modified xsi:type="dcterms:W3CDTF">2023-09-25T19:07:00Z</dcterms:modified>
</cp:coreProperties>
</file>