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B57" w:rsidRPr="000E61D1" w:rsidRDefault="00830B57" w:rsidP="00D63B2B">
      <w:pPr>
        <w:spacing w:after="0" w:line="360" w:lineRule="auto"/>
        <w:jc w:val="right"/>
        <w:rPr>
          <w:rFonts w:ascii="Times New Roman" w:hAnsi="Times New Roman"/>
          <w:b/>
          <w:sz w:val="28"/>
          <w:szCs w:val="28"/>
          <w:lang w:val="uk-UA"/>
        </w:rPr>
      </w:pP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0E61D1">
        <w:rPr>
          <w:rFonts w:ascii="Times New Roman" w:hAnsi="Times New Roman"/>
          <w:b/>
          <w:sz w:val="28"/>
          <w:szCs w:val="28"/>
          <w:lang w:val="uk-UA"/>
        </w:rPr>
        <w:t xml:space="preserve">Тамара Драч </w:t>
      </w:r>
    </w:p>
    <w:p w:rsidR="00830B57" w:rsidRPr="000E61D1" w:rsidRDefault="00830B57" w:rsidP="00D63B2B">
      <w:pPr>
        <w:spacing w:after="0" w:line="360" w:lineRule="auto"/>
        <w:jc w:val="right"/>
        <w:rPr>
          <w:rFonts w:ascii="Times New Roman" w:hAnsi="Times New Roman"/>
          <w:b/>
          <w:sz w:val="28"/>
          <w:szCs w:val="28"/>
          <w:lang w:val="uk-UA"/>
        </w:rPr>
      </w:pPr>
      <w:r w:rsidRPr="000E61D1">
        <w:rPr>
          <w:rFonts w:ascii="Times New Roman" w:hAnsi="Times New Roman"/>
          <w:b/>
          <w:sz w:val="28"/>
          <w:szCs w:val="28"/>
          <w:lang w:val="uk-UA"/>
        </w:rPr>
        <w:t>(Львів, Україна)</w:t>
      </w:r>
    </w:p>
    <w:p w:rsidR="00830B57" w:rsidRPr="00D63B2B" w:rsidRDefault="00830B57" w:rsidP="00D63B2B">
      <w:pPr>
        <w:spacing w:after="0" w:line="360" w:lineRule="auto"/>
        <w:jc w:val="right"/>
        <w:rPr>
          <w:rFonts w:ascii="Times New Roman" w:hAnsi="Times New Roman"/>
          <w:sz w:val="28"/>
          <w:szCs w:val="28"/>
          <w:lang w:val="uk-UA"/>
        </w:rPr>
      </w:pPr>
      <w:r w:rsidRPr="00D63B2B">
        <w:rPr>
          <w:rFonts w:ascii="Times New Roman" w:hAnsi="Times New Roman"/>
          <w:sz w:val="28"/>
          <w:szCs w:val="28"/>
          <w:lang w:val="uk-UA"/>
        </w:rPr>
        <w:tab/>
      </w:r>
      <w:r w:rsidRPr="00D63B2B">
        <w:rPr>
          <w:rFonts w:ascii="Times New Roman" w:hAnsi="Times New Roman"/>
          <w:sz w:val="28"/>
          <w:szCs w:val="28"/>
          <w:lang w:val="uk-UA"/>
        </w:rPr>
        <w:tab/>
      </w:r>
      <w:r w:rsidRPr="00D63B2B">
        <w:rPr>
          <w:rFonts w:ascii="Times New Roman" w:hAnsi="Times New Roman"/>
          <w:sz w:val="28"/>
          <w:szCs w:val="28"/>
          <w:lang w:val="uk-UA"/>
        </w:rPr>
        <w:tab/>
      </w:r>
      <w:r w:rsidRPr="00D63B2B">
        <w:rPr>
          <w:rFonts w:ascii="Times New Roman" w:hAnsi="Times New Roman"/>
          <w:sz w:val="28"/>
          <w:szCs w:val="28"/>
          <w:lang w:val="uk-UA"/>
        </w:rPr>
        <w:tab/>
      </w:r>
      <w:r w:rsidRPr="00D63B2B">
        <w:rPr>
          <w:rFonts w:ascii="Times New Roman" w:hAnsi="Times New Roman"/>
          <w:sz w:val="28"/>
          <w:szCs w:val="28"/>
          <w:lang w:val="uk-UA"/>
        </w:rPr>
        <w:tab/>
      </w:r>
    </w:p>
    <w:p w:rsidR="00830B57" w:rsidRDefault="00830B57" w:rsidP="00D63B2B">
      <w:pPr>
        <w:spacing w:after="0" w:line="360" w:lineRule="auto"/>
        <w:jc w:val="center"/>
        <w:rPr>
          <w:rFonts w:ascii="Times New Roman" w:hAnsi="Times New Roman"/>
          <w:b/>
          <w:sz w:val="28"/>
          <w:szCs w:val="28"/>
          <w:lang w:val="uk-UA"/>
        </w:rPr>
      </w:pPr>
      <w:r w:rsidRPr="00384A2C">
        <w:rPr>
          <w:rFonts w:ascii="Times New Roman" w:hAnsi="Times New Roman"/>
          <w:b/>
          <w:sz w:val="28"/>
          <w:szCs w:val="28"/>
          <w:lang w:val="uk-UA"/>
        </w:rPr>
        <w:t>С</w:t>
      </w:r>
      <w:r>
        <w:rPr>
          <w:rFonts w:ascii="Times New Roman" w:hAnsi="Times New Roman"/>
          <w:b/>
          <w:sz w:val="28"/>
          <w:szCs w:val="28"/>
          <w:lang w:val="uk-UA"/>
        </w:rPr>
        <w:t>УГЛОБОВА ГІМНАСТИКА ЯК ЗАСІБ УДОСКОНАЛЕННЯ ФІЗИЧНОЇ АКТИВНОСТІ ЛЮДЕЙ, КОТРІ ВЕДУТЬ МАЛОРУХОВИЙ СПОСІБ ЖИТТЯ</w:t>
      </w:r>
    </w:p>
    <w:p w:rsidR="00830B57" w:rsidRDefault="00830B57" w:rsidP="00D63B2B">
      <w:pPr>
        <w:spacing w:after="0" w:line="360" w:lineRule="auto"/>
        <w:jc w:val="center"/>
        <w:rPr>
          <w:rFonts w:ascii="Times New Roman" w:hAnsi="Times New Roman"/>
          <w:b/>
          <w:sz w:val="28"/>
          <w:szCs w:val="28"/>
          <w:lang w:val="uk-UA"/>
        </w:rPr>
      </w:pPr>
    </w:p>
    <w:p w:rsidR="00830B57" w:rsidRDefault="00830B57" w:rsidP="00D63B2B">
      <w:pPr>
        <w:spacing w:after="0" w:line="360" w:lineRule="auto"/>
        <w:ind w:firstLine="708"/>
        <w:jc w:val="both"/>
        <w:rPr>
          <w:rFonts w:ascii="Times New Roman" w:hAnsi="Times New Roman"/>
          <w:sz w:val="28"/>
          <w:szCs w:val="28"/>
          <w:lang w:val="uk-UA"/>
        </w:rPr>
      </w:pPr>
      <w:r>
        <w:rPr>
          <w:rFonts w:ascii="Times New Roman" w:hAnsi="Times New Roman"/>
          <w:b/>
          <w:sz w:val="28"/>
          <w:szCs w:val="28"/>
          <w:lang w:val="uk-UA"/>
        </w:rPr>
        <w:t xml:space="preserve">Анотація. </w:t>
      </w:r>
      <w:r w:rsidRPr="00E3009B">
        <w:rPr>
          <w:rFonts w:ascii="Times New Roman" w:hAnsi="Times New Roman"/>
          <w:sz w:val="28"/>
          <w:szCs w:val="28"/>
          <w:lang w:val="uk-UA"/>
        </w:rPr>
        <w:t xml:space="preserve">Суглобова гімнастика </w:t>
      </w:r>
      <w:r>
        <w:rPr>
          <w:rFonts w:ascii="Times New Roman" w:hAnsi="Times New Roman"/>
          <w:sz w:val="28"/>
          <w:szCs w:val="28"/>
          <w:lang w:val="uk-UA"/>
        </w:rPr>
        <w:t>–</w:t>
      </w:r>
      <w:r w:rsidRPr="00E3009B">
        <w:rPr>
          <w:rFonts w:ascii="Times New Roman" w:hAnsi="Times New Roman"/>
          <w:sz w:val="28"/>
          <w:szCs w:val="28"/>
          <w:lang w:val="uk-UA"/>
        </w:rPr>
        <w:t xml:space="preserve"> </w:t>
      </w:r>
      <w:r>
        <w:rPr>
          <w:rFonts w:ascii="Times New Roman" w:hAnsi="Times New Roman"/>
          <w:sz w:val="28"/>
          <w:szCs w:val="28"/>
          <w:lang w:val="uk-UA"/>
        </w:rPr>
        <w:t>популярний спосіб удосконалення фізичної активності людей, котрі ведуть малорухомий спосіб життя. Реалії сучасного світу та професійної діяльності людей, котрі багато часу зараз мають проводити за комп</w:t>
      </w:r>
      <w:r w:rsidRPr="00992C82">
        <w:rPr>
          <w:rFonts w:ascii="Times New Roman" w:hAnsi="Times New Roman"/>
          <w:sz w:val="28"/>
          <w:szCs w:val="28"/>
          <w:lang w:val="uk-UA"/>
        </w:rPr>
        <w:t>’</w:t>
      </w:r>
      <w:r>
        <w:rPr>
          <w:rFonts w:ascii="Times New Roman" w:hAnsi="Times New Roman"/>
          <w:sz w:val="28"/>
          <w:szCs w:val="28"/>
          <w:lang w:val="uk-UA"/>
        </w:rPr>
        <w:t>ютером, передбачає необхідність багато сидіти та відповідно несе за собою певні наслідки для здоров</w:t>
      </w:r>
      <w:r w:rsidRPr="00992C82">
        <w:rPr>
          <w:rFonts w:ascii="Times New Roman" w:hAnsi="Times New Roman"/>
          <w:sz w:val="28"/>
          <w:szCs w:val="28"/>
          <w:lang w:val="uk-UA"/>
        </w:rPr>
        <w:t xml:space="preserve">’я людини. </w:t>
      </w:r>
      <w:r>
        <w:rPr>
          <w:rFonts w:ascii="Times New Roman" w:hAnsi="Times New Roman"/>
          <w:sz w:val="28"/>
          <w:szCs w:val="28"/>
          <w:lang w:val="uk-UA"/>
        </w:rPr>
        <w:t>В силу професійної діяльності наразі багато людей мають проблеми з хребтом та іншими суглобами, які  в процесі малоактивного способу життя не отримують потрібного навантаження і як наслідок людина має проблеми зі здоров</w:t>
      </w:r>
      <w:r w:rsidRPr="00992C82">
        <w:rPr>
          <w:rFonts w:ascii="Times New Roman" w:hAnsi="Times New Roman"/>
          <w:sz w:val="28"/>
          <w:szCs w:val="28"/>
          <w:lang w:val="uk-UA"/>
        </w:rPr>
        <w:t>’</w:t>
      </w:r>
      <w:r>
        <w:rPr>
          <w:rFonts w:ascii="Times New Roman" w:hAnsi="Times New Roman"/>
          <w:sz w:val="28"/>
          <w:szCs w:val="28"/>
          <w:lang w:val="uk-UA"/>
        </w:rPr>
        <w:t>ям, а також хвороби внутрішніх органів, які по</w:t>
      </w:r>
      <w:r w:rsidRPr="00992C82">
        <w:rPr>
          <w:rFonts w:ascii="Times New Roman" w:hAnsi="Times New Roman"/>
          <w:sz w:val="28"/>
          <w:szCs w:val="28"/>
          <w:lang w:val="uk-UA"/>
        </w:rPr>
        <w:t>в’</w:t>
      </w:r>
      <w:r>
        <w:rPr>
          <w:rFonts w:ascii="Times New Roman" w:hAnsi="Times New Roman"/>
          <w:sz w:val="28"/>
          <w:szCs w:val="28"/>
          <w:lang w:val="uk-UA"/>
        </w:rPr>
        <w:t>язані з відповідними защемленнями в суглобах. Задля вирішення цих питань були розробленні ряд методик та оздоровчих систем, які сприяють поліпшення стану суглобів та хребта, а також роботи внутрішніх органів, які через це найбільше зазнають пошкоджень. Метою нашого дослідження постало питання дослідити питання можливості удосконалення фізичної активності людей, котрі ведуть малорухомий спосіб життя засобами суглобової гімнастики. В ході нашого дослідження ми розглянули літературні та відео джерела, які стосуються цього питання, дослідили методики раніше створенні для удосконалення фізичної активності людей засобами суглобової гімнастики. Вивчили методику української дослідниці в галузі хореографічного мистецтва Шабаршини Г.І. щодо можливості застосування суглобової гімнастики в процесі роботи в офісі та створили програму, яку можна застосовувати для оздоровлення та удосконалення фізичної активності людей, під час довготривалої роботи за комп</w:t>
      </w:r>
      <w:r w:rsidRPr="00522888">
        <w:rPr>
          <w:rFonts w:ascii="Times New Roman" w:hAnsi="Times New Roman"/>
          <w:sz w:val="28"/>
          <w:szCs w:val="28"/>
          <w:lang w:val="uk-UA"/>
        </w:rPr>
        <w:t>’</w:t>
      </w:r>
      <w:r>
        <w:rPr>
          <w:rFonts w:ascii="Times New Roman" w:hAnsi="Times New Roman"/>
          <w:sz w:val="28"/>
          <w:szCs w:val="28"/>
          <w:lang w:val="uk-UA"/>
        </w:rPr>
        <w:t>ютером.</w:t>
      </w:r>
    </w:p>
    <w:p w:rsidR="00830B57" w:rsidRDefault="00830B57" w:rsidP="00D63B2B">
      <w:pPr>
        <w:spacing w:line="360" w:lineRule="auto"/>
        <w:ind w:firstLine="709"/>
        <w:jc w:val="both"/>
        <w:rPr>
          <w:rFonts w:ascii="Times New Roman" w:hAnsi="Times New Roman"/>
          <w:sz w:val="28"/>
          <w:szCs w:val="28"/>
          <w:lang w:val="uk-UA"/>
        </w:rPr>
      </w:pPr>
      <w:r w:rsidRPr="000E137B">
        <w:rPr>
          <w:rFonts w:ascii="Times New Roman" w:hAnsi="Times New Roman"/>
          <w:b/>
          <w:sz w:val="28"/>
          <w:szCs w:val="28"/>
          <w:lang w:val="uk-UA"/>
        </w:rPr>
        <w:t>Постановка проблеми.</w:t>
      </w:r>
      <w:r>
        <w:rPr>
          <w:rFonts w:ascii="Times New Roman" w:hAnsi="Times New Roman"/>
          <w:sz w:val="28"/>
          <w:szCs w:val="28"/>
          <w:lang w:val="uk-UA"/>
        </w:rPr>
        <w:t xml:space="preserve"> </w:t>
      </w:r>
      <w:r w:rsidRPr="00E03E65">
        <w:rPr>
          <w:rFonts w:ascii="Times New Roman" w:hAnsi="Times New Roman"/>
          <w:sz w:val="28"/>
          <w:szCs w:val="28"/>
          <w:lang w:val="uk-UA"/>
        </w:rPr>
        <w:t>Наразі актуальним є питання залучення людей, котрі ведуть малоактивний спосіб життя до рухової активності. Зважаючи на те, що людя</w:t>
      </w:r>
      <w:r>
        <w:rPr>
          <w:rFonts w:ascii="Times New Roman" w:hAnsi="Times New Roman"/>
          <w:sz w:val="28"/>
          <w:szCs w:val="28"/>
          <w:lang w:val="uk-UA"/>
        </w:rPr>
        <w:t>м</w:t>
      </w:r>
      <w:r w:rsidRPr="00E03E65">
        <w:rPr>
          <w:rFonts w:ascii="Times New Roman" w:hAnsi="Times New Roman"/>
          <w:sz w:val="28"/>
          <w:szCs w:val="28"/>
          <w:lang w:val="uk-UA"/>
        </w:rPr>
        <w:t xml:space="preserve"> вкрай важко ро</w:t>
      </w:r>
      <w:r>
        <w:rPr>
          <w:rFonts w:ascii="Times New Roman" w:hAnsi="Times New Roman"/>
          <w:sz w:val="28"/>
          <w:szCs w:val="28"/>
          <w:lang w:val="uk-UA"/>
        </w:rPr>
        <w:t>з</w:t>
      </w:r>
      <w:r w:rsidRPr="00E03E65">
        <w:rPr>
          <w:rFonts w:ascii="Times New Roman" w:hAnsi="Times New Roman"/>
          <w:sz w:val="28"/>
          <w:szCs w:val="28"/>
          <w:lang w:val="uk-UA"/>
        </w:rPr>
        <w:t xml:space="preserve">почати займатися та привести себе до стабільної фізичної активності, ми пропонуємо офісну гімнастику, яка підійде тим, хто в силу своєї роботи не має змогу надовго відлучитися у фітнес-центр чи активно позайматися вдома. Зараз популярними стали такі професії як </w:t>
      </w:r>
      <w:r w:rsidRPr="00E03E65">
        <w:rPr>
          <w:rFonts w:ascii="Times New Roman" w:hAnsi="Times New Roman"/>
          <w:sz w:val="28"/>
          <w:szCs w:val="28"/>
          <w:lang w:val="en-US"/>
        </w:rPr>
        <w:t>IT</w:t>
      </w:r>
      <w:r w:rsidRPr="00E03E65">
        <w:rPr>
          <w:rFonts w:ascii="Times New Roman" w:hAnsi="Times New Roman"/>
          <w:sz w:val="28"/>
          <w:szCs w:val="28"/>
        </w:rPr>
        <w:t xml:space="preserve">, </w:t>
      </w:r>
      <w:r w:rsidRPr="00E03E65">
        <w:rPr>
          <w:rFonts w:ascii="Times New Roman" w:hAnsi="Times New Roman"/>
          <w:sz w:val="28"/>
          <w:szCs w:val="28"/>
          <w:lang w:val="uk-UA"/>
        </w:rPr>
        <w:t>де люди майже весь час прикуті до ком</w:t>
      </w:r>
      <w:r>
        <w:rPr>
          <w:rFonts w:ascii="Times New Roman" w:hAnsi="Times New Roman"/>
          <w:sz w:val="28"/>
          <w:szCs w:val="28"/>
        </w:rPr>
        <w:t>’ютера та майже не рухаються. На</w:t>
      </w:r>
      <w:r w:rsidRPr="00E03E65">
        <w:rPr>
          <w:rFonts w:ascii="Times New Roman" w:hAnsi="Times New Roman"/>
          <w:sz w:val="28"/>
          <w:szCs w:val="28"/>
        </w:rPr>
        <w:t xml:space="preserve"> жаль, такий спос</w:t>
      </w:r>
      <w:r w:rsidRPr="00E03E65">
        <w:rPr>
          <w:rFonts w:ascii="Times New Roman" w:hAnsi="Times New Roman"/>
          <w:sz w:val="28"/>
          <w:szCs w:val="28"/>
          <w:lang w:val="uk-UA"/>
        </w:rPr>
        <w:t>і</w:t>
      </w:r>
      <w:r w:rsidRPr="00E03E65">
        <w:rPr>
          <w:rFonts w:ascii="Times New Roman" w:hAnsi="Times New Roman"/>
          <w:sz w:val="28"/>
          <w:szCs w:val="28"/>
        </w:rPr>
        <w:t xml:space="preserve">б життя </w:t>
      </w:r>
      <w:r w:rsidRPr="00E03E65">
        <w:rPr>
          <w:rFonts w:ascii="Times New Roman" w:hAnsi="Times New Roman"/>
          <w:sz w:val="28"/>
          <w:szCs w:val="28"/>
          <w:lang w:val="uk-UA"/>
        </w:rPr>
        <w:t>дається в знаки і згодом людина втрачає рухливість суглобів та нормальне функціонування хребту та життєво важливих органів. Тому раціонально запропонувати таким людям суглобову гімнастику, яку можна виконати прямо на робочому місці. Така гімнастика має включати нескладні рухи, які можна виконувати сидячі на стільці або на невеликій площадці, для того, щоб не відволікати оточуючих від роботи.</w:t>
      </w:r>
    </w:p>
    <w:p w:rsidR="00830B57" w:rsidRPr="00D72FB2" w:rsidRDefault="00830B57" w:rsidP="00D63B2B">
      <w:pPr>
        <w:spacing w:line="360" w:lineRule="auto"/>
        <w:ind w:firstLine="709"/>
        <w:jc w:val="both"/>
        <w:rPr>
          <w:rFonts w:ascii="Times New Roman" w:hAnsi="Times New Roman"/>
          <w:sz w:val="28"/>
          <w:szCs w:val="28"/>
          <w:lang w:val="uk-UA"/>
        </w:rPr>
      </w:pPr>
      <w:r w:rsidRPr="00DC10E9">
        <w:rPr>
          <w:rFonts w:ascii="Times New Roman" w:hAnsi="Times New Roman"/>
          <w:b/>
          <w:sz w:val="28"/>
          <w:szCs w:val="28"/>
          <w:lang w:val="uk-UA"/>
        </w:rPr>
        <w:t>Аналіз останніх досліджень і публікацій</w:t>
      </w:r>
      <w:r>
        <w:rPr>
          <w:rFonts w:ascii="Times New Roman" w:hAnsi="Times New Roman"/>
          <w:b/>
          <w:sz w:val="28"/>
          <w:szCs w:val="28"/>
          <w:lang w:val="uk-UA"/>
        </w:rPr>
        <w:t xml:space="preserve">. </w:t>
      </w:r>
      <w:r>
        <w:rPr>
          <w:rFonts w:ascii="Times New Roman" w:hAnsi="Times New Roman"/>
          <w:sz w:val="28"/>
          <w:szCs w:val="28"/>
          <w:lang w:val="uk-UA"/>
        </w:rPr>
        <w:t>Питанням вивченням методик суглобової гімнастики для дорослих займалися такі науковці як Тулайдан В.Г., Шелєхова Т.В. (2023). Вони описали в своїй методичній роботі суглобову гімнастику за методикою Амосова, Джозефа Пілатеса, Томаса Ханна, систему зміцнення хребта за методикою Маккензі та Поля Брега, систему оздоровлення Ніші та Валентина Дікуля, тибетську гімнастику «П</w:t>
      </w:r>
      <w:r w:rsidRPr="00D72FB2">
        <w:rPr>
          <w:rFonts w:ascii="Times New Roman" w:hAnsi="Times New Roman"/>
          <w:sz w:val="28"/>
          <w:szCs w:val="28"/>
          <w:lang w:val="uk-UA"/>
        </w:rPr>
        <w:t>’</w:t>
      </w:r>
      <w:r>
        <w:rPr>
          <w:rFonts w:ascii="Times New Roman" w:hAnsi="Times New Roman"/>
          <w:sz w:val="28"/>
          <w:szCs w:val="28"/>
          <w:lang w:val="uk-UA"/>
        </w:rPr>
        <w:t>ять тибетських перлин», систему Ольги Янчук, Моши Фельденкрайза, китайську суглобову гімнастику, систему оздоровлення Сергія Бубновського та Мирзакаріма Норбекова. Ми ж пропонуємо розглянути суглобову гімнастику, яку розробила українська дослідниця та хореограф Шабаршина Галина Іванівна. Її методика є більш адаптованою для роботи в офісі за робочим місцем і не потребує спеціальних умов для виконання вправ.</w:t>
      </w:r>
    </w:p>
    <w:p w:rsidR="00830B57" w:rsidRDefault="00830B57" w:rsidP="00D63B2B">
      <w:pPr>
        <w:spacing w:line="360" w:lineRule="auto"/>
        <w:ind w:firstLine="709"/>
        <w:jc w:val="both"/>
        <w:rPr>
          <w:rFonts w:ascii="Times New Roman" w:hAnsi="Times New Roman"/>
          <w:sz w:val="28"/>
          <w:szCs w:val="28"/>
          <w:lang w:val="uk-UA"/>
        </w:rPr>
      </w:pPr>
      <w:r>
        <w:rPr>
          <w:rFonts w:ascii="Times New Roman" w:hAnsi="Times New Roman"/>
          <w:b/>
          <w:sz w:val="28"/>
          <w:szCs w:val="28"/>
          <w:lang w:val="uk-UA"/>
        </w:rPr>
        <w:t xml:space="preserve">Метою статті </w:t>
      </w:r>
      <w:r w:rsidRPr="00C867CE">
        <w:rPr>
          <w:rFonts w:ascii="Times New Roman" w:hAnsi="Times New Roman"/>
          <w:sz w:val="28"/>
          <w:szCs w:val="28"/>
          <w:lang w:val="uk-UA"/>
        </w:rPr>
        <w:t>є дослідити питання можливості удосконалення фізичної активності людей, котрі ведуть малорухомий спосіб життя за допомогою суглобової гімнастики.</w:t>
      </w:r>
    </w:p>
    <w:p w:rsidR="00830B57" w:rsidRDefault="00830B57" w:rsidP="00D63B2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Заради цього були поставлені </w:t>
      </w:r>
      <w:r w:rsidRPr="00546674">
        <w:rPr>
          <w:rFonts w:ascii="Times New Roman" w:hAnsi="Times New Roman"/>
          <w:b/>
          <w:sz w:val="28"/>
          <w:szCs w:val="28"/>
          <w:lang w:val="uk-UA"/>
        </w:rPr>
        <w:t>завдання</w:t>
      </w:r>
      <w:r>
        <w:rPr>
          <w:rFonts w:ascii="Times New Roman" w:hAnsi="Times New Roman"/>
          <w:sz w:val="28"/>
          <w:szCs w:val="28"/>
          <w:lang w:val="uk-UA"/>
        </w:rPr>
        <w:t xml:space="preserve">: </w:t>
      </w:r>
    </w:p>
    <w:p w:rsidR="00830B57" w:rsidRDefault="00830B57" w:rsidP="00D63B2B">
      <w:pPr>
        <w:numPr>
          <w:ilvl w:val="0"/>
          <w:numId w:val="1"/>
        </w:numPr>
        <w:spacing w:line="360" w:lineRule="auto"/>
        <w:jc w:val="both"/>
        <w:rPr>
          <w:rFonts w:ascii="Times New Roman" w:hAnsi="Times New Roman"/>
          <w:sz w:val="28"/>
          <w:szCs w:val="28"/>
          <w:lang w:val="uk-UA"/>
        </w:rPr>
      </w:pPr>
      <w:r>
        <w:rPr>
          <w:rFonts w:ascii="Times New Roman" w:hAnsi="Times New Roman"/>
          <w:sz w:val="28"/>
          <w:szCs w:val="28"/>
          <w:lang w:val="uk-UA"/>
        </w:rPr>
        <w:t>проаналізувати літературні джерела, які стосуються питання застосування суглобової гімнастики як засобу удосконалення фізичної активності людей, котрі ведуть малорухомий спосіб життя;</w:t>
      </w:r>
    </w:p>
    <w:p w:rsidR="00830B57" w:rsidRDefault="00830B57" w:rsidP="00D63B2B">
      <w:pPr>
        <w:numPr>
          <w:ilvl w:val="0"/>
          <w:numId w:val="1"/>
        </w:numPr>
        <w:spacing w:line="360" w:lineRule="auto"/>
        <w:jc w:val="both"/>
        <w:rPr>
          <w:rFonts w:ascii="Times New Roman" w:hAnsi="Times New Roman"/>
          <w:sz w:val="28"/>
          <w:szCs w:val="28"/>
          <w:lang w:val="uk-UA"/>
        </w:rPr>
      </w:pPr>
      <w:r>
        <w:rPr>
          <w:rFonts w:ascii="Times New Roman" w:hAnsi="Times New Roman"/>
          <w:sz w:val="28"/>
          <w:szCs w:val="28"/>
          <w:lang w:val="uk-UA"/>
        </w:rPr>
        <w:t>вивчити методику виконання вправ суглобової гімнастики українського хореографа Шабаршини Г.І.;</w:t>
      </w:r>
    </w:p>
    <w:p w:rsidR="00830B57" w:rsidRPr="00C867CE" w:rsidRDefault="00830B57" w:rsidP="00D63B2B">
      <w:pPr>
        <w:numPr>
          <w:ilvl w:val="0"/>
          <w:numId w:val="1"/>
        </w:numPr>
        <w:spacing w:line="360" w:lineRule="auto"/>
        <w:jc w:val="both"/>
        <w:rPr>
          <w:rFonts w:ascii="Times New Roman" w:hAnsi="Times New Roman"/>
          <w:sz w:val="28"/>
          <w:szCs w:val="28"/>
          <w:lang w:val="uk-UA"/>
        </w:rPr>
      </w:pPr>
      <w:r>
        <w:rPr>
          <w:rFonts w:ascii="Times New Roman" w:hAnsi="Times New Roman"/>
          <w:sz w:val="28"/>
          <w:szCs w:val="28"/>
          <w:lang w:val="uk-UA"/>
        </w:rPr>
        <w:t>розробити програму курсу з суглобової гімнастики, яку можна виконувати в офісі людям, котрі працюють сидячи за комп</w:t>
      </w:r>
      <w:r w:rsidRPr="00C867CE">
        <w:rPr>
          <w:rFonts w:ascii="Times New Roman" w:hAnsi="Times New Roman"/>
          <w:sz w:val="28"/>
          <w:szCs w:val="28"/>
        </w:rPr>
        <w:t>’</w:t>
      </w:r>
      <w:r>
        <w:rPr>
          <w:rFonts w:ascii="Times New Roman" w:hAnsi="Times New Roman"/>
          <w:sz w:val="28"/>
          <w:szCs w:val="28"/>
        </w:rPr>
        <w:t>ютером.</w:t>
      </w:r>
    </w:p>
    <w:p w:rsidR="00830B57" w:rsidRPr="00C867CE" w:rsidRDefault="00830B57" w:rsidP="00D63B2B">
      <w:pPr>
        <w:spacing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Виклад основного матеріалу дослідження. </w:t>
      </w:r>
      <w:r w:rsidRPr="00C867CE">
        <w:rPr>
          <w:rFonts w:ascii="Times New Roman" w:hAnsi="Times New Roman"/>
          <w:sz w:val="28"/>
          <w:szCs w:val="28"/>
          <w:lang w:val="uk-UA"/>
        </w:rPr>
        <w:t>Суглобову</w:t>
      </w:r>
      <w:r>
        <w:rPr>
          <w:rFonts w:ascii="Times New Roman" w:hAnsi="Times New Roman"/>
          <w:sz w:val="28"/>
          <w:szCs w:val="28"/>
          <w:lang w:val="uk-UA"/>
        </w:rPr>
        <w:t xml:space="preserve"> гімнастику, яку ми пропонуємо, </w:t>
      </w:r>
      <w:r w:rsidRPr="00E03E65">
        <w:rPr>
          <w:rFonts w:ascii="Times New Roman" w:hAnsi="Times New Roman"/>
          <w:sz w:val="28"/>
          <w:szCs w:val="28"/>
          <w:lang w:val="uk-UA"/>
        </w:rPr>
        <w:t>розробила досвідчений та відомий у Херсоні викладач хореографії та пластики Галина Іванівна Шабаршина,</w:t>
      </w:r>
      <w:r>
        <w:rPr>
          <w:rFonts w:ascii="Times New Roman" w:hAnsi="Times New Roman"/>
          <w:sz w:val="28"/>
          <w:szCs w:val="28"/>
          <w:lang w:val="uk-UA"/>
        </w:rPr>
        <w:t xml:space="preserve"> </w:t>
      </w:r>
      <w:r w:rsidRPr="00E03E65">
        <w:rPr>
          <w:rFonts w:ascii="Times New Roman" w:hAnsi="Times New Roman"/>
          <w:sz w:val="28"/>
          <w:szCs w:val="28"/>
          <w:lang w:val="uk-UA"/>
        </w:rPr>
        <w:t>художній керівник театральної студії бале</w:t>
      </w:r>
      <w:r>
        <w:rPr>
          <w:rFonts w:ascii="Times New Roman" w:hAnsi="Times New Roman"/>
          <w:sz w:val="28"/>
          <w:szCs w:val="28"/>
          <w:lang w:val="uk-UA"/>
        </w:rPr>
        <w:t xml:space="preserve">ту «Марія». Вона навчалася </w:t>
      </w:r>
      <w:r w:rsidRPr="00E03E65">
        <w:rPr>
          <w:rFonts w:ascii="Times New Roman" w:hAnsi="Times New Roman"/>
          <w:sz w:val="28"/>
          <w:szCs w:val="28"/>
          <w:lang w:val="uk-UA"/>
        </w:rPr>
        <w:t xml:space="preserve"> спочатку</w:t>
      </w:r>
      <w:r>
        <w:rPr>
          <w:rFonts w:ascii="Times New Roman" w:hAnsi="Times New Roman"/>
          <w:sz w:val="28"/>
          <w:szCs w:val="28"/>
          <w:lang w:val="uk-UA"/>
        </w:rPr>
        <w:t xml:space="preserve"> в Ташкентському державному хореографічному училищі, Київському державному хореографічному училищі та Київському училищі</w:t>
      </w:r>
      <w:r w:rsidRPr="00E03E65">
        <w:rPr>
          <w:rFonts w:ascii="Times New Roman" w:hAnsi="Times New Roman"/>
          <w:sz w:val="28"/>
          <w:szCs w:val="28"/>
          <w:lang w:val="uk-UA"/>
        </w:rPr>
        <w:t xml:space="preserve"> естрадно-циркового мистецтва (спеціальність – артист естради).  Галина Іванівна Шабаршина – лауреат Республіканського конкурсу артистів естради (диплом </w:t>
      </w:r>
      <w:r w:rsidRPr="00E03E65">
        <w:rPr>
          <w:rFonts w:ascii="Times New Roman" w:hAnsi="Times New Roman"/>
          <w:sz w:val="28"/>
          <w:szCs w:val="28"/>
          <w:lang w:val="en-US"/>
        </w:rPr>
        <w:t>II</w:t>
      </w:r>
      <w:r w:rsidRPr="00E03E65">
        <w:rPr>
          <w:rFonts w:ascii="Times New Roman" w:hAnsi="Times New Roman"/>
          <w:sz w:val="28"/>
          <w:szCs w:val="28"/>
          <w:lang w:val="uk-UA"/>
        </w:rPr>
        <w:t xml:space="preserve"> ступеня) м. Чернівці у 1982 р., а також лауреат </w:t>
      </w:r>
      <w:r w:rsidRPr="00E03E65">
        <w:rPr>
          <w:rFonts w:ascii="Times New Roman" w:hAnsi="Times New Roman"/>
          <w:sz w:val="28"/>
          <w:szCs w:val="28"/>
          <w:lang w:val="en-US"/>
        </w:rPr>
        <w:t>VII</w:t>
      </w:r>
      <w:r w:rsidRPr="00E03E65">
        <w:rPr>
          <w:rFonts w:ascii="Times New Roman" w:hAnsi="Times New Roman"/>
          <w:sz w:val="28"/>
          <w:szCs w:val="28"/>
          <w:lang w:val="uk-UA"/>
        </w:rPr>
        <w:t xml:space="preserve"> Всесоюзного конкурсу артистів естради (</w:t>
      </w:r>
      <w:r w:rsidRPr="00E03E65">
        <w:rPr>
          <w:rFonts w:ascii="Times New Roman" w:hAnsi="Times New Roman"/>
          <w:sz w:val="28"/>
          <w:szCs w:val="28"/>
          <w:lang w:val="en-US"/>
        </w:rPr>
        <w:t>III</w:t>
      </w:r>
      <w:r w:rsidRPr="00E03E65">
        <w:rPr>
          <w:rFonts w:ascii="Times New Roman" w:hAnsi="Times New Roman"/>
          <w:sz w:val="28"/>
          <w:szCs w:val="28"/>
          <w:lang w:val="uk-UA"/>
        </w:rPr>
        <w:t xml:space="preserve"> премія) м. Москва у 1983 р.</w:t>
      </w:r>
      <w:r>
        <w:rPr>
          <w:rFonts w:ascii="Times New Roman" w:hAnsi="Times New Roman"/>
          <w:b/>
          <w:sz w:val="28"/>
          <w:szCs w:val="28"/>
          <w:lang w:val="uk-UA"/>
        </w:rPr>
        <w:t xml:space="preserve"> </w:t>
      </w:r>
      <w:r w:rsidRPr="00E03E65">
        <w:rPr>
          <w:rFonts w:ascii="Times New Roman" w:hAnsi="Times New Roman"/>
          <w:sz w:val="28"/>
          <w:szCs w:val="28"/>
          <w:lang w:val="uk-UA"/>
        </w:rPr>
        <w:t>З 1988 р. заснувала студію бал</w:t>
      </w:r>
      <w:r>
        <w:rPr>
          <w:rFonts w:ascii="Times New Roman" w:hAnsi="Times New Roman"/>
          <w:sz w:val="28"/>
          <w:szCs w:val="28"/>
          <w:lang w:val="uk-UA"/>
        </w:rPr>
        <w:t>ету «</w:t>
      </w:r>
      <w:r w:rsidRPr="00E03E65">
        <w:rPr>
          <w:rFonts w:ascii="Times New Roman" w:hAnsi="Times New Roman"/>
          <w:sz w:val="28"/>
          <w:szCs w:val="28"/>
          <w:lang w:val="uk-UA"/>
        </w:rPr>
        <w:t>Марія»</w:t>
      </w:r>
      <w:r>
        <w:rPr>
          <w:rFonts w:ascii="Times New Roman" w:hAnsi="Times New Roman"/>
          <w:sz w:val="28"/>
          <w:szCs w:val="28"/>
          <w:lang w:val="uk-UA"/>
        </w:rPr>
        <w:t xml:space="preserve"> в місті Херсон</w:t>
      </w:r>
      <w:r w:rsidRPr="00E03E65">
        <w:rPr>
          <w:rFonts w:ascii="Times New Roman" w:hAnsi="Times New Roman"/>
          <w:sz w:val="28"/>
          <w:szCs w:val="28"/>
          <w:lang w:val="uk-UA"/>
        </w:rPr>
        <w:t>.  Її вихованці відомі у світі  артисти балету та естради:  артист балету Сергій Полунін, відомий артист цирку Борис Борисенко, артистка Національної опери</w:t>
      </w:r>
      <w:r>
        <w:rPr>
          <w:rFonts w:ascii="Times New Roman" w:hAnsi="Times New Roman"/>
          <w:sz w:val="28"/>
          <w:szCs w:val="28"/>
          <w:lang w:val="uk-UA"/>
        </w:rPr>
        <w:t xml:space="preserve"> України Світлана Мікляєва  та ін.</w:t>
      </w:r>
      <w:r w:rsidRPr="00546674">
        <w:rPr>
          <w:rFonts w:ascii="Times New Roman" w:hAnsi="Times New Roman"/>
          <w:sz w:val="28"/>
          <w:szCs w:val="28"/>
          <w:lang w:val="uk-UA"/>
        </w:rPr>
        <w:t>[7]</w:t>
      </w:r>
      <w:r w:rsidRPr="00E03E65">
        <w:rPr>
          <w:rFonts w:ascii="Times New Roman" w:hAnsi="Times New Roman"/>
          <w:sz w:val="28"/>
          <w:szCs w:val="28"/>
          <w:lang w:val="uk-UA"/>
        </w:rPr>
        <w:t>.</w:t>
      </w:r>
    </w:p>
    <w:p w:rsidR="00830B57" w:rsidRPr="0085169A" w:rsidRDefault="00830B57" w:rsidP="00D63B2B">
      <w:pPr>
        <w:pStyle w:val="Caption"/>
        <w:spacing w:line="360" w:lineRule="auto"/>
        <w:jc w:val="both"/>
        <w:rPr>
          <w:rFonts w:ascii="Times New Roman" w:hAnsi="Times New Roman"/>
          <w:b w:val="0"/>
          <w:sz w:val="28"/>
          <w:szCs w:val="28"/>
          <w:lang w:val="uk-UA"/>
        </w:rPr>
      </w:pPr>
      <w:r w:rsidRPr="0085169A">
        <w:rPr>
          <w:rFonts w:ascii="Times New Roman" w:hAnsi="Times New Roman"/>
          <w:b w:val="0"/>
          <w:sz w:val="28"/>
          <w:szCs w:val="28"/>
          <w:lang w:val="uk-UA"/>
        </w:rPr>
        <w:t xml:space="preserve">         На базі балетних методик та технік Галина Іванівна Ша</w:t>
      </w:r>
      <w:r>
        <w:rPr>
          <w:rFonts w:ascii="Times New Roman" w:hAnsi="Times New Roman"/>
          <w:b w:val="0"/>
          <w:sz w:val="28"/>
          <w:szCs w:val="28"/>
          <w:lang w:val="uk-UA"/>
        </w:rPr>
        <w:t>баршина розробила</w:t>
      </w:r>
      <w:r w:rsidRPr="0085169A">
        <w:rPr>
          <w:rFonts w:ascii="Times New Roman" w:hAnsi="Times New Roman"/>
          <w:b w:val="0"/>
          <w:sz w:val="28"/>
          <w:szCs w:val="28"/>
          <w:lang w:val="uk-UA"/>
        </w:rPr>
        <w:t xml:space="preserve"> реабілітаційні та підготовчі тренінги для тих, хто прагне займатися хореографією чи хоче здобути здорове та фізично сильне тіло та розвинути свої пластичні та творчі здібності.</w:t>
      </w:r>
    </w:p>
    <w:p w:rsidR="00830B57" w:rsidRPr="00E03E65" w:rsidRDefault="00830B57" w:rsidP="00D63B2B">
      <w:pPr>
        <w:spacing w:line="360" w:lineRule="auto"/>
        <w:ind w:firstLine="709"/>
        <w:jc w:val="both"/>
        <w:rPr>
          <w:rFonts w:ascii="Times New Roman" w:hAnsi="Times New Roman"/>
          <w:sz w:val="28"/>
          <w:szCs w:val="28"/>
          <w:lang w:val="uk-UA"/>
        </w:rPr>
      </w:pPr>
      <w:r w:rsidRPr="00E03E65">
        <w:rPr>
          <w:rFonts w:ascii="Times New Roman" w:hAnsi="Times New Roman"/>
          <w:sz w:val="28"/>
          <w:szCs w:val="28"/>
          <w:lang w:val="uk-UA"/>
        </w:rPr>
        <w:t>Суглобова гімнастика</w:t>
      </w:r>
      <w:r>
        <w:rPr>
          <w:rFonts w:ascii="Times New Roman" w:hAnsi="Times New Roman"/>
          <w:sz w:val="28"/>
          <w:szCs w:val="28"/>
          <w:lang w:val="uk-UA"/>
        </w:rPr>
        <w:t xml:space="preserve"> Шабаршини Г.І.</w:t>
      </w:r>
      <w:r w:rsidRPr="00E03E65">
        <w:rPr>
          <w:rFonts w:ascii="Times New Roman" w:hAnsi="Times New Roman"/>
          <w:sz w:val="28"/>
          <w:szCs w:val="28"/>
          <w:lang w:val="uk-UA"/>
        </w:rPr>
        <w:t xml:space="preserve"> для дорослих ґрунтується на використанні нескладних рухів, котрі дозволять тримати тіло в тонусі, навіть, коли людина працює багато за ком</w:t>
      </w:r>
      <w:r w:rsidRPr="00E03E65">
        <w:rPr>
          <w:rFonts w:ascii="Times New Roman" w:hAnsi="Times New Roman"/>
          <w:sz w:val="28"/>
          <w:szCs w:val="28"/>
        </w:rPr>
        <w:t>’ю</w:t>
      </w:r>
      <w:r w:rsidRPr="00E03E65">
        <w:rPr>
          <w:rFonts w:ascii="Times New Roman" w:hAnsi="Times New Roman"/>
          <w:sz w:val="28"/>
          <w:szCs w:val="28"/>
          <w:lang w:val="uk-UA"/>
        </w:rPr>
        <w:t>тером чи веде малоактивний спосіб життя.</w:t>
      </w:r>
    </w:p>
    <w:p w:rsidR="00830B57" w:rsidRDefault="00830B57" w:rsidP="00D63B2B">
      <w:pPr>
        <w:spacing w:line="360" w:lineRule="auto"/>
        <w:ind w:firstLine="709"/>
        <w:jc w:val="both"/>
        <w:rPr>
          <w:rFonts w:ascii="Times New Roman" w:hAnsi="Times New Roman"/>
          <w:sz w:val="28"/>
          <w:szCs w:val="28"/>
          <w:lang w:val="uk-UA"/>
        </w:rPr>
      </w:pPr>
      <w:r w:rsidRPr="00E03E65">
        <w:rPr>
          <w:rFonts w:ascii="Times New Roman" w:hAnsi="Times New Roman"/>
          <w:sz w:val="28"/>
          <w:szCs w:val="28"/>
          <w:lang w:val="uk-UA"/>
        </w:rPr>
        <w:t>Для виконання цих вправ Вам стане у нагоді невеликий стілець, на якому Ви зможете зручно розта</w:t>
      </w:r>
      <w:r>
        <w:rPr>
          <w:rFonts w:ascii="Times New Roman" w:hAnsi="Times New Roman"/>
          <w:sz w:val="28"/>
          <w:szCs w:val="28"/>
          <w:lang w:val="uk-UA"/>
        </w:rPr>
        <w:t>ш</w:t>
      </w:r>
      <w:r w:rsidRPr="00E03E65">
        <w:rPr>
          <w:rFonts w:ascii="Times New Roman" w:hAnsi="Times New Roman"/>
          <w:sz w:val="28"/>
          <w:szCs w:val="28"/>
          <w:lang w:val="uk-UA"/>
        </w:rPr>
        <w:t>уватися.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9"/>
        <w:gridCol w:w="2363"/>
        <w:gridCol w:w="3828"/>
        <w:gridCol w:w="2751"/>
      </w:tblGrid>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w:t>
            </w:r>
          </w:p>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п/п</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Вихідне положення</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Методика виконання вправи</w:t>
            </w:r>
          </w:p>
        </w:tc>
        <w:tc>
          <w:tcPr>
            <w:tcW w:w="2751" w:type="dxa"/>
          </w:tcPr>
          <w:p w:rsidR="00830B57" w:rsidRPr="00DC10E9" w:rsidRDefault="00830B57" w:rsidP="004B3056">
            <w:pPr>
              <w:spacing w:after="0" w:line="360" w:lineRule="auto"/>
              <w:jc w:val="both"/>
              <w:rPr>
                <w:rFonts w:ascii="Times New Roman" w:hAnsi="Times New Roman"/>
                <w:sz w:val="28"/>
                <w:szCs w:val="28"/>
                <w:lang w:val="uk-UA"/>
              </w:rPr>
            </w:pPr>
            <w:r>
              <w:rPr>
                <w:rFonts w:ascii="Times New Roman" w:hAnsi="Times New Roman"/>
                <w:sz w:val="28"/>
                <w:szCs w:val="28"/>
                <w:lang w:val="uk-UA"/>
              </w:rPr>
              <w:t>Фото</w:t>
            </w: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1.</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Сідаємо на стілець, руками впираємося у підборіддя, спина рівна</w:t>
            </w:r>
          </w:p>
        </w:tc>
        <w:tc>
          <w:tcPr>
            <w:tcW w:w="3828" w:type="dxa"/>
          </w:tcPr>
          <w:p w:rsidR="00830B57"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 xml:space="preserve"> Поступово прокручуємо голову спочатку в одну, а потім в іншу сторону</w:t>
            </w:r>
            <w:r>
              <w:rPr>
                <w:rFonts w:ascii="Times New Roman" w:hAnsi="Times New Roman"/>
                <w:sz w:val="28"/>
                <w:szCs w:val="28"/>
                <w:lang w:val="uk-UA"/>
              </w:rPr>
              <w:t xml:space="preserve"> (Фото 1)</w:t>
            </w:r>
            <w:r w:rsidRPr="00DC10E9">
              <w:rPr>
                <w:rFonts w:ascii="Times New Roman" w:hAnsi="Times New Roman"/>
                <w:sz w:val="28"/>
                <w:szCs w:val="28"/>
                <w:lang w:val="uk-UA"/>
              </w:rPr>
              <w:t>.</w:t>
            </w:r>
          </w:p>
          <w:p w:rsidR="00830B57" w:rsidRPr="00DC10E9" w:rsidRDefault="00830B57" w:rsidP="004B3056">
            <w:pPr>
              <w:spacing w:after="0" w:line="360" w:lineRule="auto"/>
              <w:jc w:val="both"/>
              <w:rPr>
                <w:rFonts w:ascii="Times New Roman" w:hAnsi="Times New Roman"/>
                <w:sz w:val="28"/>
                <w:szCs w:val="28"/>
                <w:lang w:val="uk-UA"/>
              </w:rPr>
            </w:pPr>
          </w:p>
        </w:tc>
        <w:tc>
          <w:tcPr>
            <w:tcW w:w="2751" w:type="dxa"/>
          </w:tcPr>
          <w:p w:rsidR="00830B57" w:rsidRDefault="00830B57" w:rsidP="004B3056">
            <w:pPr>
              <w:keepNext/>
              <w:spacing w:after="0" w:line="360" w:lineRule="auto"/>
              <w:jc w:val="both"/>
            </w:pPr>
            <w:r w:rsidRPr="00286370">
              <w:rPr>
                <w:rFonts w:ascii="Times New Roman" w:hAnsi="Times New Roman"/>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Суглобова гімнастика 1" style="width:110.25pt;height:146.25pt;visibility:visible">
                  <v:imagedata r:id="rId5" o:title=""/>
                </v:shape>
              </w:pict>
            </w:r>
          </w:p>
          <w:p w:rsidR="00830B57" w:rsidRPr="00DC10E9" w:rsidRDefault="00830B57" w:rsidP="004B3056">
            <w:pPr>
              <w:pStyle w:val="Caption"/>
              <w:jc w:val="both"/>
              <w:rPr>
                <w:rFonts w:ascii="Times New Roman" w:hAnsi="Times New Roman"/>
                <w:sz w:val="28"/>
                <w:szCs w:val="28"/>
                <w:lang w:val="uk-UA"/>
              </w:rPr>
            </w:pPr>
            <w:r>
              <w:rPr>
                <w:lang w:val="uk-UA"/>
              </w:rPr>
              <w:t>Фото1</w:t>
            </w: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2.</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Сідаємо на стілець, руки спущені вздовж тіла, голову тримаємо рівно</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 xml:space="preserve"> Починаємо рух голови по траєкторії «вісімки»  носом </w:t>
            </w:r>
            <w:r w:rsidRPr="00DC10E9">
              <w:rPr>
                <w:rFonts w:ascii="Times New Roman" w:hAnsi="Times New Roman"/>
                <w:sz w:val="28"/>
                <w:szCs w:val="28"/>
              </w:rPr>
              <w:t>«малю</w:t>
            </w:r>
            <w:r w:rsidRPr="00DC10E9">
              <w:rPr>
                <w:rFonts w:ascii="Times New Roman" w:hAnsi="Times New Roman"/>
                <w:sz w:val="28"/>
                <w:szCs w:val="28"/>
                <w:lang w:val="uk-UA"/>
              </w:rPr>
              <w:t>ємо» вісімку або знак нескінченності, спочатку в горизонтальній, а потім у фронтальній площині.</w:t>
            </w:r>
          </w:p>
          <w:p w:rsidR="00830B57" w:rsidRPr="00DC10E9" w:rsidRDefault="00830B57" w:rsidP="004B3056">
            <w:pPr>
              <w:spacing w:after="0" w:line="360" w:lineRule="auto"/>
              <w:jc w:val="both"/>
              <w:rPr>
                <w:rFonts w:ascii="Times New Roman" w:hAnsi="Times New Roman"/>
                <w:sz w:val="28"/>
                <w:szCs w:val="28"/>
                <w:lang w:val="uk-UA"/>
              </w:rPr>
            </w:pPr>
          </w:p>
        </w:tc>
        <w:tc>
          <w:tcPr>
            <w:tcW w:w="2751" w:type="dxa"/>
          </w:tcPr>
          <w:p w:rsidR="00830B57" w:rsidRPr="00DC10E9" w:rsidRDefault="00830B57" w:rsidP="004B3056">
            <w:pPr>
              <w:spacing w:after="0" w:line="360" w:lineRule="auto"/>
              <w:jc w:val="both"/>
              <w:rPr>
                <w:rFonts w:ascii="Times New Roman" w:hAnsi="Times New Roman"/>
                <w:sz w:val="28"/>
                <w:szCs w:val="28"/>
                <w:lang w:val="uk-UA"/>
              </w:rPr>
            </w:pP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3.</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Положення сидячи на стільці, впираємося передпліччями в ноги, руки щепленні в замок перед собою</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Дістаємо руками до плеча, спочатку до одного, потім до іншого, так повторюємо кілька разів (вісім – десять)</w:t>
            </w:r>
            <w:r>
              <w:rPr>
                <w:rFonts w:ascii="Times New Roman" w:hAnsi="Times New Roman"/>
                <w:sz w:val="28"/>
                <w:szCs w:val="28"/>
                <w:lang w:val="uk-UA"/>
              </w:rPr>
              <w:t xml:space="preserve"> (Фото 2)</w:t>
            </w:r>
            <w:r w:rsidRPr="00DC10E9">
              <w:rPr>
                <w:rFonts w:ascii="Times New Roman" w:hAnsi="Times New Roman"/>
                <w:sz w:val="28"/>
                <w:szCs w:val="28"/>
                <w:lang w:val="uk-UA"/>
              </w:rPr>
              <w:t>.</w:t>
            </w:r>
          </w:p>
          <w:p w:rsidR="00830B57" w:rsidRPr="00DC10E9" w:rsidRDefault="00830B57" w:rsidP="004B3056">
            <w:pPr>
              <w:spacing w:after="0" w:line="360" w:lineRule="auto"/>
              <w:jc w:val="both"/>
              <w:rPr>
                <w:rFonts w:ascii="Times New Roman" w:hAnsi="Times New Roman"/>
                <w:sz w:val="28"/>
                <w:szCs w:val="28"/>
                <w:lang w:val="uk-UA"/>
              </w:rPr>
            </w:pPr>
          </w:p>
        </w:tc>
        <w:tc>
          <w:tcPr>
            <w:tcW w:w="2751" w:type="dxa"/>
          </w:tcPr>
          <w:p w:rsidR="00830B57" w:rsidRDefault="00830B57" w:rsidP="004B3056">
            <w:pPr>
              <w:keepNext/>
              <w:spacing w:after="0" w:line="360" w:lineRule="auto"/>
              <w:jc w:val="both"/>
            </w:pPr>
            <w:r w:rsidRPr="00286370">
              <w:rPr>
                <w:rFonts w:ascii="Times New Roman" w:hAnsi="Times New Roman"/>
                <w:noProof/>
                <w:sz w:val="28"/>
                <w:szCs w:val="28"/>
                <w:lang w:val="en-US"/>
              </w:rPr>
              <w:pict>
                <v:shape id="Рисунок 2" o:spid="_x0000_i1026" type="#_x0000_t75" alt="СГ2" style="width:105.75pt;height:141pt;visibility:visible">
                  <v:imagedata r:id="rId6" o:title=""/>
                </v:shape>
              </w:pict>
            </w:r>
          </w:p>
          <w:p w:rsidR="00830B57" w:rsidRPr="00DC10E9" w:rsidRDefault="00830B57" w:rsidP="004B3056">
            <w:pPr>
              <w:pStyle w:val="Caption"/>
              <w:jc w:val="both"/>
              <w:rPr>
                <w:rFonts w:ascii="Times New Roman" w:hAnsi="Times New Roman"/>
                <w:sz w:val="28"/>
                <w:szCs w:val="28"/>
                <w:lang w:val="uk-UA"/>
              </w:rPr>
            </w:pPr>
            <w:r>
              <w:rPr>
                <w:lang w:val="uk-UA"/>
              </w:rPr>
              <w:t>Фото 2</w:t>
            </w: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4.</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Положення сидячи на стільці</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Заводимо рівну руку за протилежне коліно, та робимо скручування, розтягуємо м</w:t>
            </w:r>
            <w:r w:rsidRPr="00DC10E9">
              <w:rPr>
                <w:rFonts w:ascii="Times New Roman" w:hAnsi="Times New Roman"/>
                <w:sz w:val="28"/>
                <w:szCs w:val="28"/>
              </w:rPr>
              <w:t>’язи протилежного плеча. Так само робимо з друго</w:t>
            </w:r>
            <w:r w:rsidRPr="00DC10E9">
              <w:rPr>
                <w:rFonts w:ascii="Times New Roman" w:hAnsi="Times New Roman"/>
                <w:sz w:val="28"/>
                <w:szCs w:val="28"/>
                <w:lang w:val="uk-UA"/>
              </w:rPr>
              <w:t>ї руки</w:t>
            </w:r>
            <w:r>
              <w:rPr>
                <w:rFonts w:ascii="Times New Roman" w:hAnsi="Times New Roman"/>
                <w:sz w:val="28"/>
                <w:szCs w:val="28"/>
                <w:lang w:val="uk-UA"/>
              </w:rPr>
              <w:t xml:space="preserve"> (Фото 3)</w:t>
            </w:r>
            <w:r w:rsidRPr="00DC10E9">
              <w:rPr>
                <w:rFonts w:ascii="Times New Roman" w:hAnsi="Times New Roman"/>
                <w:sz w:val="28"/>
                <w:szCs w:val="28"/>
                <w:lang w:val="uk-UA"/>
              </w:rPr>
              <w:t>.</w:t>
            </w:r>
          </w:p>
          <w:p w:rsidR="00830B57" w:rsidRPr="00DC10E9" w:rsidRDefault="00830B57" w:rsidP="004B3056">
            <w:pPr>
              <w:spacing w:after="0" w:line="360" w:lineRule="auto"/>
              <w:jc w:val="both"/>
              <w:rPr>
                <w:rFonts w:ascii="Times New Roman" w:hAnsi="Times New Roman"/>
                <w:sz w:val="28"/>
                <w:szCs w:val="28"/>
                <w:lang w:val="uk-UA"/>
              </w:rPr>
            </w:pPr>
          </w:p>
        </w:tc>
        <w:tc>
          <w:tcPr>
            <w:tcW w:w="2751" w:type="dxa"/>
          </w:tcPr>
          <w:p w:rsidR="00830B57" w:rsidRDefault="00830B57" w:rsidP="004B3056">
            <w:pPr>
              <w:keepNext/>
              <w:spacing w:after="0" w:line="360" w:lineRule="auto"/>
              <w:jc w:val="both"/>
            </w:pPr>
            <w:r w:rsidRPr="00286370">
              <w:rPr>
                <w:rFonts w:ascii="Times New Roman" w:hAnsi="Times New Roman"/>
                <w:noProof/>
                <w:sz w:val="28"/>
                <w:szCs w:val="28"/>
                <w:lang w:val="en-US"/>
              </w:rPr>
              <w:pict>
                <v:shape id="Рисунок 3" o:spid="_x0000_i1027" type="#_x0000_t75" alt="СГ8" style="width:108pt;height:145.5pt;visibility:visible">
                  <v:imagedata r:id="rId7" o:title=""/>
                </v:shape>
              </w:pict>
            </w:r>
          </w:p>
          <w:p w:rsidR="00830B57" w:rsidRPr="00DC10E9" w:rsidRDefault="00830B57" w:rsidP="004B3056">
            <w:pPr>
              <w:pStyle w:val="Caption"/>
              <w:jc w:val="both"/>
              <w:rPr>
                <w:rFonts w:ascii="Times New Roman" w:hAnsi="Times New Roman"/>
                <w:sz w:val="28"/>
                <w:szCs w:val="28"/>
                <w:lang w:val="uk-UA"/>
              </w:rPr>
            </w:pPr>
            <w:r>
              <w:rPr>
                <w:lang w:val="uk-UA"/>
              </w:rPr>
              <w:t>Фото 3</w:t>
            </w: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5.</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Положення сидячи не стільці, руки щеплені за спиною в «замок», долоні розвернуті назовні</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Нахиляємося вперед, робимо скручування з плечами, спочатку в одну, потім в іншу сторону</w:t>
            </w:r>
            <w:r>
              <w:rPr>
                <w:rFonts w:ascii="Times New Roman" w:hAnsi="Times New Roman"/>
                <w:sz w:val="28"/>
                <w:szCs w:val="28"/>
                <w:lang w:val="uk-UA"/>
              </w:rPr>
              <w:t xml:space="preserve"> (Фото 4)</w:t>
            </w:r>
            <w:r w:rsidRPr="00DC10E9">
              <w:rPr>
                <w:rFonts w:ascii="Times New Roman" w:hAnsi="Times New Roman"/>
                <w:sz w:val="28"/>
                <w:szCs w:val="28"/>
                <w:lang w:val="uk-UA"/>
              </w:rPr>
              <w:t>.</w:t>
            </w:r>
          </w:p>
          <w:p w:rsidR="00830B57" w:rsidRPr="00DC10E9" w:rsidRDefault="00830B57" w:rsidP="004B3056">
            <w:pPr>
              <w:spacing w:after="0" w:line="360" w:lineRule="auto"/>
              <w:jc w:val="both"/>
              <w:rPr>
                <w:rFonts w:ascii="Times New Roman" w:hAnsi="Times New Roman"/>
                <w:sz w:val="28"/>
                <w:szCs w:val="28"/>
                <w:lang w:val="uk-UA"/>
              </w:rPr>
            </w:pPr>
          </w:p>
        </w:tc>
        <w:tc>
          <w:tcPr>
            <w:tcW w:w="2751" w:type="dxa"/>
          </w:tcPr>
          <w:p w:rsidR="00830B57" w:rsidRDefault="00830B57" w:rsidP="004B3056">
            <w:pPr>
              <w:keepNext/>
              <w:spacing w:after="0" w:line="360" w:lineRule="auto"/>
              <w:jc w:val="both"/>
            </w:pPr>
            <w:r w:rsidRPr="00286370">
              <w:rPr>
                <w:rFonts w:ascii="Times New Roman" w:hAnsi="Times New Roman"/>
                <w:noProof/>
                <w:sz w:val="28"/>
                <w:szCs w:val="28"/>
                <w:lang w:val="en-US"/>
              </w:rPr>
              <w:pict>
                <v:shape id="Рисунок 4" o:spid="_x0000_i1028" type="#_x0000_t75" alt="СГ7" style="width:114pt;height:152.25pt;visibility:visible">
                  <v:imagedata r:id="rId8" o:title=""/>
                </v:shape>
              </w:pict>
            </w:r>
          </w:p>
          <w:p w:rsidR="00830B57" w:rsidRPr="00DC10E9" w:rsidRDefault="00830B57" w:rsidP="004B3056">
            <w:pPr>
              <w:pStyle w:val="Caption"/>
              <w:jc w:val="both"/>
              <w:rPr>
                <w:rFonts w:ascii="Times New Roman" w:hAnsi="Times New Roman"/>
                <w:sz w:val="28"/>
                <w:szCs w:val="28"/>
                <w:lang w:val="uk-UA"/>
              </w:rPr>
            </w:pPr>
            <w:r>
              <w:rPr>
                <w:lang w:val="uk-UA"/>
              </w:rPr>
              <w:t>Фото 4</w:t>
            </w: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6.</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 xml:space="preserve">Положення сидячи не стільці, руки щеплені за спиною в «замок», долоні розвернуті всередину. </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Нахиляємося вперед і робимо незначне покачування руками вперед</w:t>
            </w:r>
            <w:r>
              <w:rPr>
                <w:rFonts w:ascii="Times New Roman" w:hAnsi="Times New Roman"/>
                <w:sz w:val="28"/>
                <w:szCs w:val="28"/>
                <w:lang w:val="uk-UA"/>
              </w:rPr>
              <w:t xml:space="preserve"> (Фото 5)</w:t>
            </w:r>
            <w:r w:rsidRPr="00DC10E9">
              <w:rPr>
                <w:rFonts w:ascii="Times New Roman" w:hAnsi="Times New Roman"/>
                <w:sz w:val="28"/>
                <w:szCs w:val="28"/>
                <w:lang w:val="uk-UA"/>
              </w:rPr>
              <w:t>.</w:t>
            </w:r>
          </w:p>
          <w:p w:rsidR="00830B57" w:rsidRPr="00DC10E9" w:rsidRDefault="00830B57" w:rsidP="004B3056">
            <w:pPr>
              <w:spacing w:after="0" w:line="360" w:lineRule="auto"/>
              <w:jc w:val="both"/>
              <w:rPr>
                <w:rFonts w:ascii="Times New Roman" w:hAnsi="Times New Roman"/>
                <w:sz w:val="28"/>
                <w:szCs w:val="28"/>
                <w:lang w:val="uk-UA"/>
              </w:rPr>
            </w:pPr>
          </w:p>
        </w:tc>
        <w:tc>
          <w:tcPr>
            <w:tcW w:w="2751" w:type="dxa"/>
          </w:tcPr>
          <w:p w:rsidR="00830B57" w:rsidRDefault="00830B57" w:rsidP="004B3056">
            <w:pPr>
              <w:keepNext/>
              <w:spacing w:after="0" w:line="360" w:lineRule="auto"/>
              <w:jc w:val="both"/>
            </w:pPr>
            <w:r w:rsidRPr="00286370">
              <w:rPr>
                <w:rFonts w:ascii="Times New Roman" w:hAnsi="Times New Roman"/>
                <w:noProof/>
                <w:sz w:val="28"/>
                <w:szCs w:val="28"/>
                <w:lang w:val="en-US"/>
              </w:rPr>
              <w:pict>
                <v:shape id="Рисунок 5" o:spid="_x0000_i1029" type="#_x0000_t75" alt="СГ11" style="width:116.25pt;height:155.25pt;visibility:visible">
                  <v:imagedata r:id="rId9" o:title=""/>
                </v:shape>
              </w:pict>
            </w:r>
          </w:p>
          <w:p w:rsidR="00830B57" w:rsidRPr="00DC10E9" w:rsidRDefault="00830B57" w:rsidP="004B3056">
            <w:pPr>
              <w:pStyle w:val="Caption"/>
              <w:jc w:val="both"/>
              <w:rPr>
                <w:rFonts w:ascii="Times New Roman" w:hAnsi="Times New Roman"/>
                <w:sz w:val="28"/>
                <w:szCs w:val="28"/>
                <w:lang w:val="uk-UA"/>
              </w:rPr>
            </w:pPr>
            <w:r>
              <w:rPr>
                <w:lang w:val="uk-UA"/>
              </w:rPr>
              <w:t>Фото 5</w:t>
            </w: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7.</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Сідаємо рівно,одну ногу кладемо на стегно.</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Починаємо повільно обертати стопу, допомагаючи при цьому рукою, розминаємо суглоби стопи</w:t>
            </w:r>
            <w:r>
              <w:rPr>
                <w:rFonts w:ascii="Times New Roman" w:hAnsi="Times New Roman"/>
                <w:sz w:val="28"/>
                <w:szCs w:val="28"/>
                <w:lang w:val="uk-UA"/>
              </w:rPr>
              <w:t xml:space="preserve"> (Фото 6)</w:t>
            </w:r>
            <w:r w:rsidRPr="00DC10E9">
              <w:rPr>
                <w:rFonts w:ascii="Times New Roman" w:hAnsi="Times New Roman"/>
                <w:sz w:val="28"/>
                <w:szCs w:val="28"/>
                <w:lang w:val="uk-UA"/>
              </w:rPr>
              <w:t>.</w:t>
            </w:r>
          </w:p>
        </w:tc>
        <w:tc>
          <w:tcPr>
            <w:tcW w:w="2751" w:type="dxa"/>
          </w:tcPr>
          <w:p w:rsidR="00830B57" w:rsidRDefault="00830B57" w:rsidP="004B3056">
            <w:pPr>
              <w:keepNext/>
              <w:spacing w:after="0" w:line="360" w:lineRule="auto"/>
              <w:jc w:val="both"/>
            </w:pPr>
            <w:r w:rsidRPr="00286370">
              <w:rPr>
                <w:rFonts w:ascii="Times New Roman" w:hAnsi="Times New Roman"/>
                <w:noProof/>
                <w:sz w:val="28"/>
                <w:szCs w:val="28"/>
                <w:lang w:val="en-US"/>
              </w:rPr>
              <w:pict>
                <v:shape id="Рисунок 6" o:spid="_x0000_i1030" type="#_x0000_t75" alt="СГ13" style="width:113.25pt;height:152.25pt;visibility:visible">
                  <v:imagedata r:id="rId10" o:title=""/>
                </v:shape>
              </w:pict>
            </w:r>
          </w:p>
          <w:p w:rsidR="00830B57" w:rsidRPr="00DC10E9" w:rsidRDefault="00830B57" w:rsidP="004B3056">
            <w:pPr>
              <w:pStyle w:val="Caption"/>
              <w:jc w:val="both"/>
              <w:rPr>
                <w:rFonts w:ascii="Times New Roman" w:hAnsi="Times New Roman"/>
                <w:sz w:val="28"/>
                <w:szCs w:val="28"/>
                <w:lang w:val="uk-UA"/>
              </w:rPr>
            </w:pPr>
            <w:r>
              <w:rPr>
                <w:lang w:val="uk-UA"/>
              </w:rPr>
              <w:t>Фото 6</w:t>
            </w: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8</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Сідаємо рівно, одну ногу беремо під коліном рукою та іншою - на рівні ахілла, кладемо ногу під лікті.</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Починаємо виконувати покачування вперед – назад разом з ногою, намагаючись зміститися якомога більше з вісі</w:t>
            </w:r>
            <w:r>
              <w:rPr>
                <w:rFonts w:ascii="Times New Roman" w:hAnsi="Times New Roman"/>
                <w:sz w:val="28"/>
                <w:szCs w:val="28"/>
                <w:lang w:val="uk-UA"/>
              </w:rPr>
              <w:t xml:space="preserve"> (Фото 7)</w:t>
            </w:r>
            <w:r w:rsidRPr="00DC10E9">
              <w:rPr>
                <w:rFonts w:ascii="Times New Roman" w:hAnsi="Times New Roman"/>
                <w:sz w:val="28"/>
                <w:szCs w:val="28"/>
                <w:lang w:val="uk-UA"/>
              </w:rPr>
              <w:t>.</w:t>
            </w:r>
          </w:p>
          <w:p w:rsidR="00830B57" w:rsidRPr="00DC10E9" w:rsidRDefault="00830B57" w:rsidP="004B3056">
            <w:pPr>
              <w:spacing w:after="0" w:line="360" w:lineRule="auto"/>
              <w:jc w:val="both"/>
              <w:rPr>
                <w:rFonts w:ascii="Times New Roman" w:hAnsi="Times New Roman"/>
                <w:sz w:val="28"/>
                <w:szCs w:val="28"/>
                <w:lang w:val="uk-UA"/>
              </w:rPr>
            </w:pPr>
          </w:p>
        </w:tc>
        <w:tc>
          <w:tcPr>
            <w:tcW w:w="2751" w:type="dxa"/>
          </w:tcPr>
          <w:p w:rsidR="00830B57" w:rsidRDefault="00830B57" w:rsidP="004B3056">
            <w:pPr>
              <w:keepNext/>
              <w:spacing w:after="0" w:line="360" w:lineRule="auto"/>
              <w:jc w:val="both"/>
            </w:pPr>
            <w:r w:rsidRPr="00286370">
              <w:rPr>
                <w:rFonts w:ascii="Times New Roman" w:hAnsi="Times New Roman"/>
                <w:noProof/>
                <w:sz w:val="28"/>
                <w:szCs w:val="28"/>
                <w:lang w:val="en-US"/>
              </w:rPr>
              <w:pict>
                <v:shape id="Рисунок 7" o:spid="_x0000_i1031" type="#_x0000_t75" alt="СГ15" style="width:123pt;height:168pt;visibility:visible">
                  <v:imagedata r:id="rId11" o:title=""/>
                </v:shape>
              </w:pict>
            </w:r>
          </w:p>
          <w:p w:rsidR="00830B57" w:rsidRPr="00DC10E9" w:rsidRDefault="00830B57" w:rsidP="004B3056">
            <w:pPr>
              <w:pStyle w:val="Caption"/>
              <w:jc w:val="both"/>
              <w:rPr>
                <w:rFonts w:ascii="Times New Roman" w:hAnsi="Times New Roman"/>
                <w:sz w:val="28"/>
                <w:szCs w:val="28"/>
                <w:lang w:val="uk-UA"/>
              </w:rPr>
            </w:pPr>
            <w:r>
              <w:rPr>
                <w:lang w:val="uk-UA"/>
              </w:rPr>
              <w:t>Фото 7</w:t>
            </w: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9.</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Сідаємо рівно, одну ногу піднімаємо зігнуту в коліні, одна рука знаходиться під коліном, інша – на під</w:t>
            </w:r>
            <w:r w:rsidRPr="00DC10E9">
              <w:rPr>
                <w:rFonts w:ascii="Times New Roman" w:hAnsi="Times New Roman"/>
                <w:sz w:val="28"/>
                <w:szCs w:val="28"/>
              </w:rPr>
              <w:t>’йом</w:t>
            </w:r>
            <w:r w:rsidRPr="00DC10E9">
              <w:rPr>
                <w:rFonts w:ascii="Times New Roman" w:hAnsi="Times New Roman"/>
                <w:sz w:val="28"/>
                <w:szCs w:val="28"/>
                <w:lang w:val="uk-UA"/>
              </w:rPr>
              <w:t>і.</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Тягнемо ногу на себе, тим самим розминаємо колінний суглоб</w:t>
            </w:r>
            <w:r>
              <w:rPr>
                <w:rFonts w:ascii="Times New Roman" w:hAnsi="Times New Roman"/>
                <w:sz w:val="28"/>
                <w:szCs w:val="28"/>
                <w:lang w:val="uk-UA"/>
              </w:rPr>
              <w:t xml:space="preserve"> (Фото 8)</w:t>
            </w:r>
            <w:r w:rsidRPr="00DC10E9">
              <w:rPr>
                <w:rFonts w:ascii="Times New Roman" w:hAnsi="Times New Roman"/>
                <w:sz w:val="28"/>
                <w:szCs w:val="28"/>
                <w:lang w:val="uk-UA"/>
              </w:rPr>
              <w:t>.</w:t>
            </w:r>
          </w:p>
        </w:tc>
        <w:tc>
          <w:tcPr>
            <w:tcW w:w="2751" w:type="dxa"/>
          </w:tcPr>
          <w:p w:rsidR="00830B57" w:rsidRDefault="00830B57" w:rsidP="004B3056">
            <w:pPr>
              <w:keepNext/>
              <w:spacing w:after="0" w:line="360" w:lineRule="auto"/>
              <w:jc w:val="both"/>
            </w:pPr>
            <w:r w:rsidRPr="00286370">
              <w:rPr>
                <w:rFonts w:ascii="Times New Roman" w:hAnsi="Times New Roman"/>
                <w:noProof/>
                <w:sz w:val="28"/>
                <w:szCs w:val="28"/>
                <w:lang w:val="en-US"/>
              </w:rPr>
              <w:pict>
                <v:shape id="Рисунок 8" o:spid="_x0000_i1032" type="#_x0000_t75" alt="СГ19" style="width:122.25pt;height:164.25pt;visibility:visible">
                  <v:imagedata r:id="rId12" o:title=""/>
                </v:shape>
              </w:pict>
            </w:r>
          </w:p>
          <w:p w:rsidR="00830B57" w:rsidRPr="00DC10E9" w:rsidRDefault="00830B57" w:rsidP="004B3056">
            <w:pPr>
              <w:pStyle w:val="Caption"/>
              <w:jc w:val="both"/>
              <w:rPr>
                <w:rFonts w:ascii="Times New Roman" w:hAnsi="Times New Roman"/>
                <w:sz w:val="28"/>
                <w:szCs w:val="28"/>
                <w:lang w:val="uk-UA"/>
              </w:rPr>
            </w:pPr>
            <w:r>
              <w:rPr>
                <w:lang w:val="uk-UA"/>
              </w:rPr>
              <w:t>Фото 8</w:t>
            </w:r>
          </w:p>
        </w:tc>
      </w:tr>
      <w:tr w:rsidR="00830B57" w:rsidRPr="00DC10E9" w:rsidTr="004B3056">
        <w:tc>
          <w:tcPr>
            <w:tcW w:w="629"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10.</w:t>
            </w:r>
          </w:p>
        </w:tc>
        <w:tc>
          <w:tcPr>
            <w:tcW w:w="2363"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Сідаємо рівно, одну ногу піднімаємо зігнуту в коліні, двома руками обхоплюємо себе під коліном,</w:t>
            </w:r>
          </w:p>
        </w:tc>
        <w:tc>
          <w:tcPr>
            <w:tcW w:w="3828" w:type="dxa"/>
          </w:tcPr>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Починаємо «малювати» вісімку ногою у повітрі. Добре розминаємо колінний суглоб</w:t>
            </w:r>
            <w:r>
              <w:rPr>
                <w:rFonts w:ascii="Times New Roman" w:hAnsi="Times New Roman"/>
                <w:sz w:val="28"/>
                <w:szCs w:val="28"/>
                <w:lang w:val="uk-UA"/>
              </w:rPr>
              <w:t xml:space="preserve"> (Фото 9)</w:t>
            </w:r>
            <w:r w:rsidRPr="00DC10E9">
              <w:rPr>
                <w:rFonts w:ascii="Times New Roman" w:hAnsi="Times New Roman"/>
                <w:sz w:val="28"/>
                <w:szCs w:val="28"/>
                <w:lang w:val="uk-UA"/>
              </w:rPr>
              <w:t>.</w:t>
            </w:r>
          </w:p>
          <w:p w:rsidR="00830B57" w:rsidRPr="00DC10E9" w:rsidRDefault="00830B57" w:rsidP="004B3056">
            <w:pPr>
              <w:spacing w:after="0" w:line="360" w:lineRule="auto"/>
              <w:jc w:val="both"/>
              <w:rPr>
                <w:rFonts w:ascii="Times New Roman" w:hAnsi="Times New Roman"/>
                <w:sz w:val="28"/>
                <w:szCs w:val="28"/>
                <w:lang w:val="uk-UA"/>
              </w:rPr>
            </w:pPr>
            <w:r w:rsidRPr="00DC10E9">
              <w:rPr>
                <w:rFonts w:ascii="Times New Roman" w:hAnsi="Times New Roman"/>
                <w:sz w:val="28"/>
                <w:szCs w:val="28"/>
                <w:lang w:val="uk-UA"/>
              </w:rPr>
              <w:t>Вправи з 7 по 10 виконуємо з іншої ноги.</w:t>
            </w:r>
          </w:p>
        </w:tc>
        <w:tc>
          <w:tcPr>
            <w:tcW w:w="2751" w:type="dxa"/>
          </w:tcPr>
          <w:p w:rsidR="00830B57" w:rsidRDefault="00830B57" w:rsidP="004B3056">
            <w:pPr>
              <w:keepNext/>
              <w:spacing w:after="0" w:line="360" w:lineRule="auto"/>
              <w:jc w:val="both"/>
            </w:pPr>
            <w:r w:rsidRPr="00286370">
              <w:rPr>
                <w:rFonts w:ascii="Times New Roman" w:hAnsi="Times New Roman"/>
                <w:noProof/>
                <w:sz w:val="28"/>
                <w:szCs w:val="28"/>
                <w:lang w:val="en-US"/>
              </w:rPr>
              <w:pict>
                <v:shape id="Рисунок 9" o:spid="_x0000_i1033" type="#_x0000_t75" alt="СГ14" style="width:121.5pt;height:164.25pt;visibility:visible">
                  <v:imagedata r:id="rId13" o:title=""/>
                </v:shape>
              </w:pict>
            </w:r>
          </w:p>
          <w:p w:rsidR="00830B57" w:rsidRPr="00DC10E9" w:rsidRDefault="00830B57" w:rsidP="004B3056">
            <w:pPr>
              <w:pStyle w:val="Caption"/>
              <w:jc w:val="both"/>
              <w:rPr>
                <w:rFonts w:ascii="Times New Roman" w:hAnsi="Times New Roman"/>
                <w:sz w:val="28"/>
                <w:szCs w:val="28"/>
                <w:lang w:val="uk-UA"/>
              </w:rPr>
            </w:pPr>
            <w:r>
              <w:rPr>
                <w:lang w:val="uk-UA"/>
              </w:rPr>
              <w:t>Фото 9</w:t>
            </w:r>
          </w:p>
        </w:tc>
      </w:tr>
    </w:tbl>
    <w:p w:rsidR="00830B57" w:rsidRDefault="00830B57" w:rsidP="00D63B2B">
      <w:pPr>
        <w:spacing w:line="360" w:lineRule="auto"/>
        <w:jc w:val="both"/>
        <w:rPr>
          <w:rFonts w:ascii="Times New Roman" w:hAnsi="Times New Roman"/>
          <w:sz w:val="28"/>
          <w:szCs w:val="28"/>
          <w:lang w:val="uk-UA"/>
        </w:rPr>
      </w:pPr>
    </w:p>
    <w:p w:rsidR="00830B57" w:rsidRPr="00E03E65" w:rsidRDefault="00830B57" w:rsidP="00D63B2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Pr="00E03E65">
        <w:rPr>
          <w:rFonts w:ascii="Times New Roman" w:hAnsi="Times New Roman"/>
          <w:sz w:val="28"/>
          <w:szCs w:val="28"/>
          <w:lang w:val="uk-UA"/>
        </w:rPr>
        <w:t>Офісна гімнастика</w:t>
      </w:r>
      <w:r>
        <w:rPr>
          <w:rFonts w:ascii="Times New Roman" w:hAnsi="Times New Roman"/>
          <w:sz w:val="28"/>
          <w:szCs w:val="28"/>
          <w:lang w:val="uk-UA"/>
        </w:rPr>
        <w:t>»</w:t>
      </w:r>
      <w:r w:rsidRPr="00E03E65">
        <w:rPr>
          <w:rFonts w:ascii="Times New Roman" w:hAnsi="Times New Roman"/>
          <w:sz w:val="28"/>
          <w:szCs w:val="28"/>
          <w:lang w:val="uk-UA"/>
        </w:rPr>
        <w:t xml:space="preserve"> сприяє поліпшенню кровообігу в суглобах та сприяє поліпшенню самопочуття, а також допомагає легше </w:t>
      </w:r>
      <w:r>
        <w:rPr>
          <w:rFonts w:ascii="Times New Roman" w:hAnsi="Times New Roman"/>
          <w:sz w:val="28"/>
          <w:szCs w:val="28"/>
          <w:lang w:val="uk-UA"/>
        </w:rPr>
        <w:t xml:space="preserve">підтримувати хорошу фізичну форму </w:t>
      </w:r>
      <w:r w:rsidRPr="00E03E65">
        <w:rPr>
          <w:rFonts w:ascii="Times New Roman" w:hAnsi="Times New Roman"/>
          <w:sz w:val="28"/>
          <w:szCs w:val="28"/>
          <w:lang w:val="uk-UA"/>
        </w:rPr>
        <w:t xml:space="preserve">під час довготривалої роботи в офісі за комп’ютером. </w:t>
      </w:r>
    </w:p>
    <w:p w:rsidR="00830B57" w:rsidRDefault="00830B57" w:rsidP="00D63B2B">
      <w:pPr>
        <w:spacing w:line="360" w:lineRule="auto"/>
        <w:ind w:firstLine="709"/>
        <w:jc w:val="both"/>
        <w:rPr>
          <w:rFonts w:ascii="Times New Roman" w:hAnsi="Times New Roman"/>
          <w:sz w:val="28"/>
          <w:szCs w:val="28"/>
          <w:lang w:val="uk-UA"/>
        </w:rPr>
      </w:pPr>
      <w:r w:rsidRPr="00E03E65">
        <w:rPr>
          <w:rFonts w:ascii="Times New Roman" w:hAnsi="Times New Roman"/>
          <w:sz w:val="28"/>
          <w:szCs w:val="28"/>
          <w:lang w:val="uk-UA"/>
        </w:rPr>
        <w:t>Автор методики намагалася максимально спростити вправи для того, щоб вони стали більш доступними та адаптованими для людей, котрі мало рухаються</w:t>
      </w:r>
      <w:r>
        <w:rPr>
          <w:rFonts w:ascii="Times New Roman" w:hAnsi="Times New Roman"/>
          <w:sz w:val="28"/>
          <w:szCs w:val="28"/>
          <w:lang w:val="uk-UA"/>
        </w:rPr>
        <w:t xml:space="preserve"> на роботі</w:t>
      </w:r>
      <w:r w:rsidRPr="00E03E65">
        <w:rPr>
          <w:rFonts w:ascii="Times New Roman" w:hAnsi="Times New Roman"/>
          <w:sz w:val="28"/>
          <w:szCs w:val="28"/>
          <w:lang w:val="uk-UA"/>
        </w:rPr>
        <w:t>.</w:t>
      </w:r>
    </w:p>
    <w:p w:rsidR="00830B57" w:rsidRPr="0066418E" w:rsidRDefault="00830B57" w:rsidP="00D63B2B">
      <w:pPr>
        <w:spacing w:line="360" w:lineRule="auto"/>
        <w:ind w:firstLine="709"/>
        <w:jc w:val="both"/>
        <w:rPr>
          <w:rFonts w:ascii="Times New Roman" w:hAnsi="Times New Roman"/>
          <w:sz w:val="28"/>
          <w:szCs w:val="28"/>
          <w:lang w:val="uk-UA"/>
        </w:rPr>
      </w:pPr>
      <w:r w:rsidRPr="00DC10E9">
        <w:rPr>
          <w:rFonts w:ascii="Times New Roman" w:hAnsi="Times New Roman"/>
          <w:b/>
          <w:sz w:val="28"/>
          <w:szCs w:val="28"/>
          <w:lang w:val="uk-UA"/>
        </w:rPr>
        <w:t>Висновки з проведеного дослідження.</w:t>
      </w:r>
      <w:r>
        <w:rPr>
          <w:rFonts w:ascii="Times New Roman" w:hAnsi="Times New Roman"/>
          <w:b/>
          <w:sz w:val="28"/>
          <w:szCs w:val="28"/>
          <w:lang w:val="uk-UA"/>
        </w:rPr>
        <w:t xml:space="preserve"> </w:t>
      </w:r>
      <w:r w:rsidRPr="0066418E">
        <w:rPr>
          <w:rFonts w:ascii="Times New Roman" w:hAnsi="Times New Roman"/>
          <w:sz w:val="28"/>
          <w:szCs w:val="28"/>
          <w:lang w:val="uk-UA"/>
        </w:rPr>
        <w:t>Завдяки проведеному дослідженню</w:t>
      </w:r>
      <w:r>
        <w:rPr>
          <w:rFonts w:ascii="Times New Roman" w:hAnsi="Times New Roman"/>
          <w:sz w:val="28"/>
          <w:szCs w:val="28"/>
          <w:lang w:val="uk-UA"/>
        </w:rPr>
        <w:t xml:space="preserve"> ми дослідили наявні методи суглобової гімнастики для дорослих, котрі ведуть малорухомий спосіб життя, вивчили метод удосконалення фізичної активності людей за допомогою суглобової гімнастики Шабаршини Г.І., випробували цей метод для роботи з людьми в Школі повітряної акробатики «Шоколад» для перевірки його ефективності. Розробили програму, яка дозволить виконувати нескладні вправи суглобової гімнастики тим, хто працює в офісі за ком</w:t>
      </w:r>
      <w:r>
        <w:rPr>
          <w:rFonts w:ascii="Times New Roman" w:hAnsi="Times New Roman"/>
          <w:sz w:val="28"/>
          <w:szCs w:val="28"/>
        </w:rPr>
        <w:t>п</w:t>
      </w:r>
      <w:r w:rsidRPr="0066418E">
        <w:rPr>
          <w:rFonts w:ascii="Times New Roman" w:hAnsi="Times New Roman"/>
          <w:sz w:val="28"/>
          <w:szCs w:val="28"/>
        </w:rPr>
        <w:t>’</w:t>
      </w:r>
      <w:r>
        <w:rPr>
          <w:rFonts w:ascii="Times New Roman" w:hAnsi="Times New Roman"/>
          <w:sz w:val="28"/>
          <w:szCs w:val="28"/>
        </w:rPr>
        <w:t>ю</w:t>
      </w:r>
      <w:r>
        <w:rPr>
          <w:rFonts w:ascii="Times New Roman" w:hAnsi="Times New Roman"/>
          <w:sz w:val="28"/>
          <w:szCs w:val="28"/>
          <w:lang w:val="uk-UA"/>
        </w:rPr>
        <w:t>тером.</w:t>
      </w:r>
    </w:p>
    <w:p w:rsidR="00830B57" w:rsidRDefault="00830B57" w:rsidP="00D63B2B">
      <w:pPr>
        <w:spacing w:line="360" w:lineRule="auto"/>
        <w:jc w:val="both"/>
        <w:rPr>
          <w:rFonts w:ascii="Times New Roman" w:hAnsi="Times New Roman"/>
          <w:sz w:val="28"/>
          <w:szCs w:val="28"/>
          <w:lang w:val="uk-UA"/>
        </w:rPr>
      </w:pPr>
      <w:r>
        <w:rPr>
          <w:rFonts w:ascii="Times New Roman" w:hAnsi="Times New Roman"/>
          <w:b/>
          <w:sz w:val="28"/>
          <w:szCs w:val="28"/>
          <w:lang w:val="uk-UA"/>
        </w:rPr>
        <w:t>Список використаних джерел:</w:t>
      </w:r>
      <w:r w:rsidRPr="00436452">
        <w:rPr>
          <w:rFonts w:ascii="Times New Roman" w:hAnsi="Times New Roman"/>
          <w:sz w:val="28"/>
          <w:szCs w:val="28"/>
          <w:lang w:val="uk-UA"/>
        </w:rPr>
        <w:t xml:space="preserve"> </w:t>
      </w:r>
    </w:p>
    <w:p w:rsidR="00830B57" w:rsidRDefault="00830B57" w:rsidP="00D63B2B">
      <w:pPr>
        <w:spacing w:line="360" w:lineRule="auto"/>
        <w:jc w:val="both"/>
        <w:rPr>
          <w:rFonts w:ascii="Times New Roman" w:hAnsi="Times New Roman"/>
          <w:sz w:val="28"/>
          <w:szCs w:val="28"/>
        </w:rPr>
      </w:pPr>
      <w:r>
        <w:rPr>
          <w:rFonts w:ascii="Times New Roman" w:hAnsi="Times New Roman"/>
          <w:sz w:val="28"/>
          <w:szCs w:val="28"/>
        </w:rPr>
        <w:t>1.</w:t>
      </w:r>
      <w:r w:rsidRPr="0066418E">
        <w:rPr>
          <w:rFonts w:ascii="Times New Roman" w:hAnsi="Times New Roman"/>
          <w:sz w:val="28"/>
          <w:szCs w:val="28"/>
        </w:rPr>
        <w:t>Амосов М. Роз</w:t>
      </w:r>
      <w:r>
        <w:rPr>
          <w:rFonts w:ascii="Times New Roman" w:hAnsi="Times New Roman"/>
          <w:sz w:val="28"/>
          <w:szCs w:val="28"/>
        </w:rPr>
        <w:t>думи про здоров`я: пер. з рос. К.: Здоров`я, 1990.</w:t>
      </w:r>
      <w:r w:rsidRPr="0066418E">
        <w:rPr>
          <w:rFonts w:ascii="Times New Roman" w:hAnsi="Times New Roman"/>
          <w:sz w:val="28"/>
          <w:szCs w:val="28"/>
        </w:rPr>
        <w:t xml:space="preserve">168 с. </w:t>
      </w:r>
    </w:p>
    <w:p w:rsidR="00830B57" w:rsidRDefault="00830B57" w:rsidP="00D63B2B">
      <w:pPr>
        <w:spacing w:line="360" w:lineRule="auto"/>
        <w:jc w:val="both"/>
        <w:rPr>
          <w:rFonts w:ascii="Times New Roman" w:hAnsi="Times New Roman"/>
          <w:sz w:val="28"/>
          <w:szCs w:val="28"/>
        </w:rPr>
      </w:pPr>
      <w:r>
        <w:rPr>
          <w:rFonts w:ascii="Times New Roman" w:hAnsi="Times New Roman"/>
          <w:sz w:val="28"/>
          <w:szCs w:val="28"/>
        </w:rPr>
        <w:t>2.</w:t>
      </w:r>
      <w:r w:rsidRPr="00FC36D4">
        <w:rPr>
          <w:rFonts w:ascii="Times New Roman" w:hAnsi="Times New Roman"/>
          <w:sz w:val="28"/>
          <w:szCs w:val="28"/>
        </w:rPr>
        <w:t xml:space="preserve">Воловик Наталія Основи оздоровчого </w:t>
      </w:r>
      <w:r>
        <w:rPr>
          <w:rFonts w:ascii="Times New Roman" w:hAnsi="Times New Roman"/>
          <w:sz w:val="28"/>
          <w:szCs w:val="28"/>
        </w:rPr>
        <w:t xml:space="preserve">фітнесу: Навчальний посібник. </w:t>
      </w:r>
      <w:r w:rsidRPr="00FC36D4">
        <w:rPr>
          <w:rFonts w:ascii="Times New Roman" w:hAnsi="Times New Roman"/>
          <w:sz w:val="28"/>
          <w:szCs w:val="28"/>
        </w:rPr>
        <w:t xml:space="preserve">К.: Видавництво НПУ </w:t>
      </w:r>
      <w:r>
        <w:rPr>
          <w:rFonts w:ascii="Times New Roman" w:hAnsi="Times New Roman"/>
          <w:sz w:val="28"/>
          <w:szCs w:val="28"/>
        </w:rPr>
        <w:t>імені М. П. Драгоманова, 2010.</w:t>
      </w:r>
      <w:r w:rsidRPr="00FC36D4">
        <w:rPr>
          <w:rFonts w:ascii="Times New Roman" w:hAnsi="Times New Roman"/>
          <w:sz w:val="28"/>
          <w:szCs w:val="28"/>
        </w:rPr>
        <w:t xml:space="preserve"> 240 с.</w:t>
      </w:r>
    </w:p>
    <w:p w:rsidR="00830B57" w:rsidRPr="00436452" w:rsidRDefault="00830B57" w:rsidP="00D63B2B">
      <w:pPr>
        <w:spacing w:line="360" w:lineRule="auto"/>
        <w:jc w:val="both"/>
        <w:rPr>
          <w:rFonts w:ascii="Times New Roman" w:hAnsi="Times New Roman"/>
          <w:sz w:val="28"/>
          <w:szCs w:val="28"/>
        </w:rPr>
      </w:pPr>
      <w:r>
        <w:rPr>
          <w:rFonts w:ascii="Times New Roman" w:hAnsi="Times New Roman"/>
          <w:sz w:val="28"/>
          <w:szCs w:val="28"/>
        </w:rPr>
        <w:t xml:space="preserve">3. </w:t>
      </w:r>
      <w:r w:rsidRPr="00436452">
        <w:rPr>
          <w:rFonts w:ascii="Times New Roman" w:hAnsi="Times New Roman"/>
          <w:sz w:val="28"/>
          <w:szCs w:val="28"/>
        </w:rPr>
        <w:t>Дутчак М. Перспективи формування та реалізації національної стратегії з оздоровчої рухової акт</w:t>
      </w:r>
      <w:r>
        <w:rPr>
          <w:rFonts w:ascii="Times New Roman" w:hAnsi="Times New Roman"/>
          <w:sz w:val="28"/>
          <w:szCs w:val="28"/>
        </w:rPr>
        <w:t>ивності</w:t>
      </w:r>
      <w:r w:rsidRPr="00436452">
        <w:rPr>
          <w:rFonts w:ascii="Times New Roman" w:hAnsi="Times New Roman"/>
          <w:sz w:val="28"/>
          <w:szCs w:val="28"/>
        </w:rPr>
        <w:t xml:space="preserve"> </w:t>
      </w:r>
      <w:r>
        <w:rPr>
          <w:rFonts w:ascii="Times New Roman" w:hAnsi="Times New Roman"/>
          <w:sz w:val="28"/>
          <w:szCs w:val="28"/>
        </w:rPr>
        <w:t>в</w:t>
      </w:r>
      <w:r w:rsidRPr="00436452">
        <w:rPr>
          <w:rFonts w:ascii="Times New Roman" w:hAnsi="Times New Roman"/>
          <w:sz w:val="28"/>
          <w:szCs w:val="28"/>
        </w:rPr>
        <w:t xml:space="preserve"> </w:t>
      </w:r>
      <w:r>
        <w:rPr>
          <w:rFonts w:ascii="Times New Roman" w:hAnsi="Times New Roman"/>
          <w:sz w:val="28"/>
          <w:szCs w:val="28"/>
        </w:rPr>
        <w:t>Україні</w:t>
      </w:r>
      <w:r w:rsidRPr="00436452">
        <w:rPr>
          <w:rFonts w:ascii="Times New Roman" w:hAnsi="Times New Roman"/>
          <w:sz w:val="28"/>
          <w:szCs w:val="28"/>
        </w:rPr>
        <w:t>. Проблеми активізації рекреаційно-оздоровчої діяльності населення: Мат. ІХ Всеукр. наук.-</w:t>
      </w:r>
      <w:r>
        <w:rPr>
          <w:rFonts w:ascii="Times New Roman" w:hAnsi="Times New Roman"/>
          <w:sz w:val="28"/>
          <w:szCs w:val="28"/>
        </w:rPr>
        <w:t>практ. конф. з міжнар. участю. Л</w:t>
      </w:r>
      <w:r w:rsidRPr="00436452">
        <w:rPr>
          <w:rFonts w:ascii="Times New Roman" w:hAnsi="Times New Roman"/>
          <w:sz w:val="28"/>
          <w:szCs w:val="28"/>
        </w:rPr>
        <w:t xml:space="preserve">.: </w:t>
      </w:r>
      <w:r>
        <w:rPr>
          <w:rFonts w:ascii="Times New Roman" w:hAnsi="Times New Roman"/>
          <w:sz w:val="28"/>
          <w:szCs w:val="28"/>
        </w:rPr>
        <w:t>ЛДУФК</w:t>
      </w:r>
      <w:r w:rsidRPr="00436452">
        <w:rPr>
          <w:rFonts w:ascii="Times New Roman" w:hAnsi="Times New Roman"/>
          <w:sz w:val="28"/>
          <w:szCs w:val="28"/>
        </w:rPr>
        <w:t>, 2014. С. 9-16.</w:t>
      </w:r>
    </w:p>
    <w:p w:rsidR="00830B57" w:rsidRPr="0066418E" w:rsidRDefault="00830B57" w:rsidP="00D63B2B">
      <w:pPr>
        <w:spacing w:line="360" w:lineRule="auto"/>
        <w:jc w:val="both"/>
        <w:rPr>
          <w:rFonts w:ascii="Times New Roman" w:hAnsi="Times New Roman"/>
          <w:sz w:val="28"/>
          <w:szCs w:val="28"/>
          <w:lang w:val="uk-UA"/>
        </w:rPr>
      </w:pPr>
      <w:r>
        <w:rPr>
          <w:rFonts w:ascii="Times New Roman" w:hAnsi="Times New Roman"/>
          <w:sz w:val="28"/>
          <w:szCs w:val="28"/>
        </w:rPr>
        <w:t xml:space="preserve">4. </w:t>
      </w:r>
      <w:r w:rsidRPr="0066418E">
        <w:rPr>
          <w:rFonts w:ascii="Times New Roman" w:hAnsi="Times New Roman"/>
          <w:sz w:val="28"/>
          <w:szCs w:val="28"/>
        </w:rPr>
        <w:t xml:space="preserve">Огнистий А.В. Сучасні фізкультурно-оздоровчі системи. Тернопіль: СМТ «ТАЙП», 2009. 76с. </w:t>
      </w:r>
    </w:p>
    <w:p w:rsidR="00830B57" w:rsidRPr="0066418E" w:rsidRDefault="00830B57" w:rsidP="00D63B2B">
      <w:pPr>
        <w:spacing w:line="360" w:lineRule="auto"/>
        <w:jc w:val="both"/>
        <w:rPr>
          <w:rFonts w:ascii="Times New Roman" w:hAnsi="Times New Roman"/>
          <w:sz w:val="28"/>
          <w:szCs w:val="28"/>
          <w:lang w:val="uk-UA"/>
        </w:rPr>
      </w:pPr>
      <w:r>
        <w:rPr>
          <w:rFonts w:ascii="Times New Roman" w:hAnsi="Times New Roman"/>
          <w:sz w:val="28"/>
          <w:szCs w:val="28"/>
        </w:rPr>
        <w:t>5.</w:t>
      </w:r>
      <w:r w:rsidRPr="0066418E">
        <w:rPr>
          <w:rFonts w:ascii="Times New Roman" w:hAnsi="Times New Roman"/>
          <w:sz w:val="28"/>
          <w:szCs w:val="28"/>
        </w:rPr>
        <w:t xml:space="preserve">Суглобова гімнастика: вправи для початківців. </w:t>
      </w:r>
      <w:r w:rsidRPr="00D63B2B">
        <w:rPr>
          <w:rFonts w:ascii="Times New Roman" w:hAnsi="Times New Roman"/>
          <w:sz w:val="28"/>
          <w:szCs w:val="28"/>
          <w:lang w:val="en-US"/>
        </w:rPr>
        <w:t>URL :http://liliia.com.ua/suglobova-gimnastika-vpravi-dlya-pochatkivtsiv/</w:t>
      </w:r>
    </w:p>
    <w:p w:rsidR="00830B57" w:rsidRPr="00436452" w:rsidRDefault="00830B57" w:rsidP="00D63B2B">
      <w:pPr>
        <w:spacing w:line="360" w:lineRule="auto"/>
        <w:jc w:val="both"/>
        <w:rPr>
          <w:rFonts w:ascii="Times New Roman" w:hAnsi="Times New Roman"/>
          <w:sz w:val="28"/>
          <w:szCs w:val="28"/>
          <w:lang w:val="uk-UA"/>
        </w:rPr>
      </w:pPr>
      <w:r>
        <w:rPr>
          <w:rFonts w:ascii="Times New Roman" w:hAnsi="Times New Roman"/>
          <w:sz w:val="28"/>
          <w:szCs w:val="28"/>
          <w:lang w:val="uk-UA"/>
        </w:rPr>
        <w:t>6.</w:t>
      </w:r>
      <w:r w:rsidRPr="00895413">
        <w:rPr>
          <w:rFonts w:ascii="Times New Roman" w:hAnsi="Times New Roman"/>
          <w:sz w:val="28"/>
          <w:szCs w:val="28"/>
        </w:rPr>
        <w:t>Тулайдан В.Г., Шелєхова Т.В. Суглобова гімнастика (методичні рекомендації для студентів</w:t>
      </w:r>
      <w:r>
        <w:rPr>
          <w:rFonts w:ascii="Times New Roman" w:hAnsi="Times New Roman"/>
          <w:sz w:val="28"/>
          <w:szCs w:val="28"/>
        </w:rPr>
        <w:t>). Львів, «Фест-Прінт». 2023.</w:t>
      </w:r>
      <w:r w:rsidRPr="00895413">
        <w:rPr>
          <w:rFonts w:ascii="Times New Roman" w:hAnsi="Times New Roman"/>
          <w:sz w:val="28"/>
          <w:szCs w:val="28"/>
        </w:rPr>
        <w:t xml:space="preserve"> 49с.</w:t>
      </w:r>
    </w:p>
    <w:p w:rsidR="00830B57" w:rsidRPr="000E61D1" w:rsidRDefault="00830B57" w:rsidP="00D63B2B">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7. Шабаршина Галина Іванівна. Вся культура та мистецтво Таврії на одному порталі.  </w:t>
      </w:r>
      <w:r>
        <w:rPr>
          <w:rFonts w:ascii="Times New Roman" w:hAnsi="Times New Roman"/>
          <w:sz w:val="28"/>
          <w:szCs w:val="28"/>
          <w:lang w:val="en-US"/>
        </w:rPr>
        <w:t>URL</w:t>
      </w:r>
      <w:r w:rsidRPr="000E61D1">
        <w:rPr>
          <w:rFonts w:ascii="Times New Roman" w:hAnsi="Times New Roman"/>
          <w:sz w:val="28"/>
          <w:szCs w:val="28"/>
          <w:lang w:val="uk-UA"/>
        </w:rPr>
        <w:t xml:space="preserve">: </w:t>
      </w:r>
      <w:hyperlink r:id="rId14" w:history="1">
        <w:r w:rsidRPr="003413A8">
          <w:rPr>
            <w:rStyle w:val="Hyperlink"/>
            <w:rFonts w:ascii="Times New Roman" w:hAnsi="Times New Roman"/>
            <w:sz w:val="28"/>
            <w:szCs w:val="28"/>
            <w:lang w:val="en-US"/>
          </w:rPr>
          <w:t>https</w:t>
        </w:r>
        <w:r w:rsidRPr="000E61D1">
          <w:rPr>
            <w:rStyle w:val="Hyperlink"/>
            <w:rFonts w:ascii="Times New Roman" w:hAnsi="Times New Roman"/>
            <w:sz w:val="28"/>
            <w:szCs w:val="28"/>
            <w:lang w:val="uk-UA"/>
          </w:rPr>
          <w:t>://</w:t>
        </w:r>
        <w:r w:rsidRPr="003413A8">
          <w:rPr>
            <w:rStyle w:val="Hyperlink"/>
            <w:rFonts w:ascii="Times New Roman" w:hAnsi="Times New Roman"/>
            <w:sz w:val="28"/>
            <w:szCs w:val="28"/>
            <w:lang w:val="en-US"/>
          </w:rPr>
          <w:t>artkavun</w:t>
        </w:r>
        <w:r w:rsidRPr="000E61D1">
          <w:rPr>
            <w:rStyle w:val="Hyperlink"/>
            <w:rFonts w:ascii="Times New Roman" w:hAnsi="Times New Roman"/>
            <w:sz w:val="28"/>
            <w:szCs w:val="28"/>
            <w:lang w:val="uk-UA"/>
          </w:rPr>
          <w:t>.</w:t>
        </w:r>
        <w:r w:rsidRPr="003413A8">
          <w:rPr>
            <w:rStyle w:val="Hyperlink"/>
            <w:rFonts w:ascii="Times New Roman" w:hAnsi="Times New Roman"/>
            <w:sz w:val="28"/>
            <w:szCs w:val="28"/>
            <w:lang w:val="en-US"/>
          </w:rPr>
          <w:t>kherson</w:t>
        </w:r>
        <w:r w:rsidRPr="000E61D1">
          <w:rPr>
            <w:rStyle w:val="Hyperlink"/>
            <w:rFonts w:ascii="Times New Roman" w:hAnsi="Times New Roman"/>
            <w:sz w:val="28"/>
            <w:szCs w:val="28"/>
            <w:lang w:val="uk-UA"/>
          </w:rPr>
          <w:t>.</w:t>
        </w:r>
        <w:r w:rsidRPr="003413A8">
          <w:rPr>
            <w:rStyle w:val="Hyperlink"/>
            <w:rFonts w:ascii="Times New Roman" w:hAnsi="Times New Roman"/>
            <w:sz w:val="28"/>
            <w:szCs w:val="28"/>
            <w:lang w:val="en-US"/>
          </w:rPr>
          <w:t>ua</w:t>
        </w:r>
        <w:r w:rsidRPr="000E61D1">
          <w:rPr>
            <w:rStyle w:val="Hyperlink"/>
            <w:rFonts w:ascii="Times New Roman" w:hAnsi="Times New Roman"/>
            <w:sz w:val="28"/>
            <w:szCs w:val="28"/>
            <w:lang w:val="uk-UA"/>
          </w:rPr>
          <w:t>/</w:t>
        </w:r>
        <w:r w:rsidRPr="003413A8">
          <w:rPr>
            <w:rStyle w:val="Hyperlink"/>
            <w:rFonts w:ascii="Times New Roman" w:hAnsi="Times New Roman"/>
            <w:sz w:val="28"/>
            <w:szCs w:val="28"/>
            <w:lang w:val="en-US"/>
          </w:rPr>
          <w:t>shabarshina</w:t>
        </w:r>
        <w:r w:rsidRPr="000E61D1">
          <w:rPr>
            <w:rStyle w:val="Hyperlink"/>
            <w:rFonts w:ascii="Times New Roman" w:hAnsi="Times New Roman"/>
            <w:sz w:val="28"/>
            <w:szCs w:val="28"/>
            <w:lang w:val="uk-UA"/>
          </w:rPr>
          <w:t>_</w:t>
        </w:r>
        <w:r w:rsidRPr="003413A8">
          <w:rPr>
            <w:rStyle w:val="Hyperlink"/>
            <w:rFonts w:ascii="Times New Roman" w:hAnsi="Times New Roman"/>
            <w:sz w:val="28"/>
            <w:szCs w:val="28"/>
            <w:lang w:val="en-US"/>
          </w:rPr>
          <w:t>galina</w:t>
        </w:r>
        <w:r w:rsidRPr="000E61D1">
          <w:rPr>
            <w:rStyle w:val="Hyperlink"/>
            <w:rFonts w:ascii="Times New Roman" w:hAnsi="Times New Roman"/>
            <w:sz w:val="28"/>
            <w:szCs w:val="28"/>
            <w:lang w:val="uk-UA"/>
          </w:rPr>
          <w:t>_</w:t>
        </w:r>
        <w:r w:rsidRPr="003413A8">
          <w:rPr>
            <w:rStyle w:val="Hyperlink"/>
            <w:rFonts w:ascii="Times New Roman" w:hAnsi="Times New Roman"/>
            <w:sz w:val="28"/>
            <w:szCs w:val="28"/>
            <w:lang w:val="en-US"/>
          </w:rPr>
          <w:t>ivanovna</w:t>
        </w:r>
        <w:r w:rsidRPr="000E61D1">
          <w:rPr>
            <w:rStyle w:val="Hyperlink"/>
            <w:rFonts w:ascii="Times New Roman" w:hAnsi="Times New Roman"/>
            <w:sz w:val="28"/>
            <w:szCs w:val="28"/>
            <w:lang w:val="uk-UA"/>
          </w:rPr>
          <w:t>.</w:t>
        </w:r>
        <w:r w:rsidRPr="003413A8">
          <w:rPr>
            <w:rStyle w:val="Hyperlink"/>
            <w:rFonts w:ascii="Times New Roman" w:hAnsi="Times New Roman"/>
            <w:sz w:val="28"/>
            <w:szCs w:val="28"/>
            <w:lang w:val="en-US"/>
          </w:rPr>
          <w:t>htm</w:t>
        </w:r>
      </w:hyperlink>
    </w:p>
    <w:p w:rsidR="00830B57" w:rsidRDefault="00830B57" w:rsidP="000E61D1">
      <w:pPr>
        <w:spacing w:line="360" w:lineRule="auto"/>
        <w:jc w:val="right"/>
        <w:rPr>
          <w:rFonts w:ascii="Times New Roman" w:hAnsi="Times New Roman"/>
          <w:sz w:val="28"/>
          <w:szCs w:val="28"/>
          <w:lang w:val="uk-UA"/>
        </w:rPr>
      </w:pPr>
      <w:r w:rsidRPr="00D63B2B">
        <w:rPr>
          <w:rFonts w:ascii="Times New Roman" w:hAnsi="Times New Roman"/>
          <w:b/>
          <w:sz w:val="28"/>
          <w:szCs w:val="28"/>
          <w:lang w:val="uk-UA"/>
        </w:rPr>
        <w:t>Науковий керівник:</w:t>
      </w:r>
      <w:r>
        <w:rPr>
          <w:rFonts w:ascii="Times New Roman" w:hAnsi="Times New Roman"/>
          <w:sz w:val="28"/>
          <w:szCs w:val="28"/>
          <w:lang w:val="uk-UA"/>
        </w:rPr>
        <w:t xml:space="preserve"> </w:t>
      </w:r>
    </w:p>
    <w:p w:rsidR="00830B57" w:rsidRDefault="00830B57" w:rsidP="000E61D1">
      <w:pPr>
        <w:spacing w:line="360" w:lineRule="auto"/>
        <w:jc w:val="right"/>
        <w:rPr>
          <w:rFonts w:ascii="Times New Roman" w:hAnsi="Times New Roman"/>
          <w:sz w:val="28"/>
          <w:szCs w:val="28"/>
          <w:lang w:val="uk-UA"/>
        </w:rPr>
      </w:pPr>
      <w:r>
        <w:rPr>
          <w:rFonts w:ascii="Times New Roman" w:hAnsi="Times New Roman"/>
          <w:sz w:val="28"/>
          <w:szCs w:val="28"/>
          <w:lang w:val="uk-UA"/>
        </w:rPr>
        <w:t>кандидат наук з фізичного виховання і спорту, доцент</w:t>
      </w:r>
    </w:p>
    <w:p w:rsidR="00830B57" w:rsidRDefault="00830B57" w:rsidP="000E61D1">
      <w:pPr>
        <w:spacing w:line="360" w:lineRule="auto"/>
        <w:jc w:val="right"/>
        <w:rPr>
          <w:rFonts w:ascii="Times New Roman" w:hAnsi="Times New Roman"/>
          <w:sz w:val="28"/>
          <w:szCs w:val="28"/>
          <w:lang w:val="uk-UA"/>
        </w:rPr>
      </w:pPr>
      <w:r>
        <w:rPr>
          <w:rFonts w:ascii="Times New Roman" w:hAnsi="Times New Roman"/>
          <w:sz w:val="28"/>
          <w:szCs w:val="28"/>
          <w:lang w:val="uk-UA"/>
        </w:rPr>
        <w:t xml:space="preserve"> Сороколіт Наталія Стефанівна.</w:t>
      </w:r>
    </w:p>
    <w:p w:rsidR="00830B57" w:rsidRDefault="00830B57" w:rsidP="00D63B2B">
      <w:pPr>
        <w:spacing w:line="360" w:lineRule="auto"/>
        <w:jc w:val="both"/>
        <w:rPr>
          <w:rFonts w:ascii="Times New Roman" w:hAnsi="Times New Roman"/>
          <w:sz w:val="28"/>
          <w:szCs w:val="28"/>
          <w:lang w:val="uk-UA"/>
        </w:rPr>
      </w:pPr>
    </w:p>
    <w:p w:rsidR="00830B57" w:rsidRPr="00D63B2B" w:rsidRDefault="00830B57">
      <w:pPr>
        <w:rPr>
          <w:lang w:val="uk-UA"/>
        </w:rPr>
      </w:pPr>
    </w:p>
    <w:sectPr w:rsidR="00830B57" w:rsidRPr="00D63B2B" w:rsidSect="000732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32E1F"/>
    <w:multiLevelType w:val="hybridMultilevel"/>
    <w:tmpl w:val="A3B0282C"/>
    <w:lvl w:ilvl="0" w:tplc="0810C9A6">
      <w:start w:val="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3B2B"/>
    <w:rsid w:val="00000CEC"/>
    <w:rsid w:val="00001351"/>
    <w:rsid w:val="000050B0"/>
    <w:rsid w:val="000073E8"/>
    <w:rsid w:val="00007CAD"/>
    <w:rsid w:val="00010DD6"/>
    <w:rsid w:val="000156C8"/>
    <w:rsid w:val="00016009"/>
    <w:rsid w:val="00017FBE"/>
    <w:rsid w:val="000202AD"/>
    <w:rsid w:val="000206D5"/>
    <w:rsid w:val="00021762"/>
    <w:rsid w:val="000220F9"/>
    <w:rsid w:val="0002741C"/>
    <w:rsid w:val="00032B21"/>
    <w:rsid w:val="000345DD"/>
    <w:rsid w:val="00034935"/>
    <w:rsid w:val="00035573"/>
    <w:rsid w:val="000358E1"/>
    <w:rsid w:val="000379AD"/>
    <w:rsid w:val="0004376F"/>
    <w:rsid w:val="00044B24"/>
    <w:rsid w:val="00045458"/>
    <w:rsid w:val="00046FD6"/>
    <w:rsid w:val="00047B59"/>
    <w:rsid w:val="000500A4"/>
    <w:rsid w:val="000512EA"/>
    <w:rsid w:val="0005242B"/>
    <w:rsid w:val="000548D0"/>
    <w:rsid w:val="00056F7C"/>
    <w:rsid w:val="00057B6D"/>
    <w:rsid w:val="000616CB"/>
    <w:rsid w:val="000624C8"/>
    <w:rsid w:val="0006797C"/>
    <w:rsid w:val="00070A80"/>
    <w:rsid w:val="00070D64"/>
    <w:rsid w:val="000720DA"/>
    <w:rsid w:val="00073231"/>
    <w:rsid w:val="0007408E"/>
    <w:rsid w:val="000756D7"/>
    <w:rsid w:val="0007761F"/>
    <w:rsid w:val="000819AB"/>
    <w:rsid w:val="00084D90"/>
    <w:rsid w:val="000860E3"/>
    <w:rsid w:val="000862C5"/>
    <w:rsid w:val="00086739"/>
    <w:rsid w:val="00087CC8"/>
    <w:rsid w:val="0009145D"/>
    <w:rsid w:val="000919C0"/>
    <w:rsid w:val="00094B97"/>
    <w:rsid w:val="000A0A3E"/>
    <w:rsid w:val="000A1743"/>
    <w:rsid w:val="000A5C3F"/>
    <w:rsid w:val="000A6DE4"/>
    <w:rsid w:val="000A7487"/>
    <w:rsid w:val="000A74D5"/>
    <w:rsid w:val="000B205C"/>
    <w:rsid w:val="000B26E2"/>
    <w:rsid w:val="000B3965"/>
    <w:rsid w:val="000B489A"/>
    <w:rsid w:val="000B7D7E"/>
    <w:rsid w:val="000C07B3"/>
    <w:rsid w:val="000C0D96"/>
    <w:rsid w:val="000C2996"/>
    <w:rsid w:val="000C3F30"/>
    <w:rsid w:val="000C400F"/>
    <w:rsid w:val="000C4D83"/>
    <w:rsid w:val="000C515F"/>
    <w:rsid w:val="000C51CF"/>
    <w:rsid w:val="000C6EDC"/>
    <w:rsid w:val="000C7A7A"/>
    <w:rsid w:val="000D102C"/>
    <w:rsid w:val="000D7A09"/>
    <w:rsid w:val="000E0A19"/>
    <w:rsid w:val="000E137B"/>
    <w:rsid w:val="000E22D9"/>
    <w:rsid w:val="000E4E03"/>
    <w:rsid w:val="000E61D1"/>
    <w:rsid w:val="000F0747"/>
    <w:rsid w:val="000F1B5B"/>
    <w:rsid w:val="000F2090"/>
    <w:rsid w:val="000F3687"/>
    <w:rsid w:val="000F4BFF"/>
    <w:rsid w:val="000F5C05"/>
    <w:rsid w:val="000F6AD2"/>
    <w:rsid w:val="00102894"/>
    <w:rsid w:val="00103942"/>
    <w:rsid w:val="001039AF"/>
    <w:rsid w:val="00103CAF"/>
    <w:rsid w:val="00107284"/>
    <w:rsid w:val="001073C1"/>
    <w:rsid w:val="00107C6D"/>
    <w:rsid w:val="001100E9"/>
    <w:rsid w:val="001106A1"/>
    <w:rsid w:val="001124FB"/>
    <w:rsid w:val="00112B6F"/>
    <w:rsid w:val="001130B1"/>
    <w:rsid w:val="00117F1A"/>
    <w:rsid w:val="001201D7"/>
    <w:rsid w:val="00120DFA"/>
    <w:rsid w:val="00121A36"/>
    <w:rsid w:val="00122B7A"/>
    <w:rsid w:val="00122E7A"/>
    <w:rsid w:val="00124506"/>
    <w:rsid w:val="0012746D"/>
    <w:rsid w:val="00133E0E"/>
    <w:rsid w:val="001341A0"/>
    <w:rsid w:val="0013470B"/>
    <w:rsid w:val="001403D5"/>
    <w:rsid w:val="001403FF"/>
    <w:rsid w:val="00141AE5"/>
    <w:rsid w:val="00143063"/>
    <w:rsid w:val="001448E1"/>
    <w:rsid w:val="00145F99"/>
    <w:rsid w:val="00146919"/>
    <w:rsid w:val="00146C89"/>
    <w:rsid w:val="001516D4"/>
    <w:rsid w:val="00151DFF"/>
    <w:rsid w:val="0015419B"/>
    <w:rsid w:val="00154FB9"/>
    <w:rsid w:val="00156130"/>
    <w:rsid w:val="00156E8F"/>
    <w:rsid w:val="001619F2"/>
    <w:rsid w:val="00162261"/>
    <w:rsid w:val="001630B8"/>
    <w:rsid w:val="0016353B"/>
    <w:rsid w:val="00166872"/>
    <w:rsid w:val="001675B2"/>
    <w:rsid w:val="00167ACA"/>
    <w:rsid w:val="00167DD8"/>
    <w:rsid w:val="00170D7D"/>
    <w:rsid w:val="001719D1"/>
    <w:rsid w:val="00171ADE"/>
    <w:rsid w:val="00171BC1"/>
    <w:rsid w:val="00171C22"/>
    <w:rsid w:val="001727DA"/>
    <w:rsid w:val="00177A78"/>
    <w:rsid w:val="001813F3"/>
    <w:rsid w:val="00183F08"/>
    <w:rsid w:val="00184171"/>
    <w:rsid w:val="00186814"/>
    <w:rsid w:val="00187626"/>
    <w:rsid w:val="001916CC"/>
    <w:rsid w:val="001948A0"/>
    <w:rsid w:val="001965A4"/>
    <w:rsid w:val="001A7779"/>
    <w:rsid w:val="001B0EF7"/>
    <w:rsid w:val="001B34C6"/>
    <w:rsid w:val="001B34D0"/>
    <w:rsid w:val="001B3AB7"/>
    <w:rsid w:val="001B3E4D"/>
    <w:rsid w:val="001B75DD"/>
    <w:rsid w:val="001C073F"/>
    <w:rsid w:val="001C549E"/>
    <w:rsid w:val="001C641F"/>
    <w:rsid w:val="001D0994"/>
    <w:rsid w:val="001D15DB"/>
    <w:rsid w:val="001D16CE"/>
    <w:rsid w:val="001D1D0B"/>
    <w:rsid w:val="001D32AF"/>
    <w:rsid w:val="001E00BD"/>
    <w:rsid w:val="001E0107"/>
    <w:rsid w:val="001E0B8F"/>
    <w:rsid w:val="001E10BA"/>
    <w:rsid w:val="001E28F6"/>
    <w:rsid w:val="001E2D5C"/>
    <w:rsid w:val="001E39AB"/>
    <w:rsid w:val="001E3F8B"/>
    <w:rsid w:val="001E4C73"/>
    <w:rsid w:val="001E54AF"/>
    <w:rsid w:val="001E7B7B"/>
    <w:rsid w:val="001F026C"/>
    <w:rsid w:val="001F044D"/>
    <w:rsid w:val="001F0D31"/>
    <w:rsid w:val="001F1224"/>
    <w:rsid w:val="001F2B12"/>
    <w:rsid w:val="001F3D9A"/>
    <w:rsid w:val="001F5873"/>
    <w:rsid w:val="001F671E"/>
    <w:rsid w:val="0020287C"/>
    <w:rsid w:val="00203284"/>
    <w:rsid w:val="002038E5"/>
    <w:rsid w:val="00206BCD"/>
    <w:rsid w:val="00212785"/>
    <w:rsid w:val="002219AC"/>
    <w:rsid w:val="0022459D"/>
    <w:rsid w:val="002264D3"/>
    <w:rsid w:val="0022679C"/>
    <w:rsid w:val="00226F8B"/>
    <w:rsid w:val="00232AE1"/>
    <w:rsid w:val="00232D46"/>
    <w:rsid w:val="00236887"/>
    <w:rsid w:val="00237BA7"/>
    <w:rsid w:val="002401A9"/>
    <w:rsid w:val="00242A57"/>
    <w:rsid w:val="00244F64"/>
    <w:rsid w:val="002453DF"/>
    <w:rsid w:val="0024632F"/>
    <w:rsid w:val="002466FD"/>
    <w:rsid w:val="002478DA"/>
    <w:rsid w:val="00253001"/>
    <w:rsid w:val="00254C28"/>
    <w:rsid w:val="00255B21"/>
    <w:rsid w:val="002561EF"/>
    <w:rsid w:val="0025742D"/>
    <w:rsid w:val="002574B4"/>
    <w:rsid w:val="00257D66"/>
    <w:rsid w:val="00260944"/>
    <w:rsid w:val="0026117E"/>
    <w:rsid w:val="00261311"/>
    <w:rsid w:val="00261555"/>
    <w:rsid w:val="00261589"/>
    <w:rsid w:val="002615FB"/>
    <w:rsid w:val="002631B4"/>
    <w:rsid w:val="00266399"/>
    <w:rsid w:val="00266B35"/>
    <w:rsid w:val="0026708C"/>
    <w:rsid w:val="002672C4"/>
    <w:rsid w:val="00267C1D"/>
    <w:rsid w:val="002704B8"/>
    <w:rsid w:val="00270D44"/>
    <w:rsid w:val="00272FB7"/>
    <w:rsid w:val="00273F8B"/>
    <w:rsid w:val="00275967"/>
    <w:rsid w:val="00283340"/>
    <w:rsid w:val="0028622B"/>
    <w:rsid w:val="00286370"/>
    <w:rsid w:val="0028727B"/>
    <w:rsid w:val="00293BE2"/>
    <w:rsid w:val="0029597C"/>
    <w:rsid w:val="0029634B"/>
    <w:rsid w:val="002A1ADA"/>
    <w:rsid w:val="002A2214"/>
    <w:rsid w:val="002A6105"/>
    <w:rsid w:val="002A63F5"/>
    <w:rsid w:val="002B02AE"/>
    <w:rsid w:val="002B084A"/>
    <w:rsid w:val="002B2161"/>
    <w:rsid w:val="002B37C2"/>
    <w:rsid w:val="002B3823"/>
    <w:rsid w:val="002B5D2F"/>
    <w:rsid w:val="002B6F09"/>
    <w:rsid w:val="002B6FC0"/>
    <w:rsid w:val="002C0924"/>
    <w:rsid w:val="002C1098"/>
    <w:rsid w:val="002C4D23"/>
    <w:rsid w:val="002C5B2F"/>
    <w:rsid w:val="002C6302"/>
    <w:rsid w:val="002D150F"/>
    <w:rsid w:val="002D2100"/>
    <w:rsid w:val="002D2A81"/>
    <w:rsid w:val="002D420F"/>
    <w:rsid w:val="002D6FE1"/>
    <w:rsid w:val="002E03C7"/>
    <w:rsid w:val="002E6F5D"/>
    <w:rsid w:val="002F07AA"/>
    <w:rsid w:val="002F1874"/>
    <w:rsid w:val="002F64BC"/>
    <w:rsid w:val="002F6D10"/>
    <w:rsid w:val="0030459F"/>
    <w:rsid w:val="00305962"/>
    <w:rsid w:val="003061E6"/>
    <w:rsid w:val="0030760E"/>
    <w:rsid w:val="003102DF"/>
    <w:rsid w:val="003116E7"/>
    <w:rsid w:val="00313255"/>
    <w:rsid w:val="00315A8C"/>
    <w:rsid w:val="00316083"/>
    <w:rsid w:val="0032174C"/>
    <w:rsid w:val="0032240E"/>
    <w:rsid w:val="00323719"/>
    <w:rsid w:val="00324320"/>
    <w:rsid w:val="00324AD7"/>
    <w:rsid w:val="00326C96"/>
    <w:rsid w:val="00326EDB"/>
    <w:rsid w:val="003273E6"/>
    <w:rsid w:val="003305E2"/>
    <w:rsid w:val="00332D91"/>
    <w:rsid w:val="003336FD"/>
    <w:rsid w:val="00333B50"/>
    <w:rsid w:val="00333B89"/>
    <w:rsid w:val="003346A6"/>
    <w:rsid w:val="00334D14"/>
    <w:rsid w:val="0033527B"/>
    <w:rsid w:val="00336A7F"/>
    <w:rsid w:val="00337F86"/>
    <w:rsid w:val="00340446"/>
    <w:rsid w:val="003413A8"/>
    <w:rsid w:val="00346276"/>
    <w:rsid w:val="00347116"/>
    <w:rsid w:val="00350239"/>
    <w:rsid w:val="00351429"/>
    <w:rsid w:val="0035161D"/>
    <w:rsid w:val="00353ED7"/>
    <w:rsid w:val="00353F49"/>
    <w:rsid w:val="00354A92"/>
    <w:rsid w:val="00356D6C"/>
    <w:rsid w:val="0036047B"/>
    <w:rsid w:val="00361169"/>
    <w:rsid w:val="003632C0"/>
    <w:rsid w:val="003637D4"/>
    <w:rsid w:val="003647EC"/>
    <w:rsid w:val="003705AD"/>
    <w:rsid w:val="0037235B"/>
    <w:rsid w:val="0037252D"/>
    <w:rsid w:val="003752F0"/>
    <w:rsid w:val="00375579"/>
    <w:rsid w:val="00377B84"/>
    <w:rsid w:val="00377E92"/>
    <w:rsid w:val="0038116A"/>
    <w:rsid w:val="003836D2"/>
    <w:rsid w:val="00384A2C"/>
    <w:rsid w:val="003863E4"/>
    <w:rsid w:val="00386D63"/>
    <w:rsid w:val="00387DFF"/>
    <w:rsid w:val="00391A3A"/>
    <w:rsid w:val="003962C3"/>
    <w:rsid w:val="003A0F33"/>
    <w:rsid w:val="003A5D55"/>
    <w:rsid w:val="003B46AB"/>
    <w:rsid w:val="003B7576"/>
    <w:rsid w:val="003C029A"/>
    <w:rsid w:val="003C0BA0"/>
    <w:rsid w:val="003C5903"/>
    <w:rsid w:val="003D36DC"/>
    <w:rsid w:val="003D55DE"/>
    <w:rsid w:val="003D62FC"/>
    <w:rsid w:val="003E0382"/>
    <w:rsid w:val="003E0E67"/>
    <w:rsid w:val="003E173B"/>
    <w:rsid w:val="003E1815"/>
    <w:rsid w:val="003E6408"/>
    <w:rsid w:val="003E727D"/>
    <w:rsid w:val="003F2661"/>
    <w:rsid w:val="003F4BE2"/>
    <w:rsid w:val="00400E47"/>
    <w:rsid w:val="004012B3"/>
    <w:rsid w:val="00401A43"/>
    <w:rsid w:val="00401B11"/>
    <w:rsid w:val="00401F59"/>
    <w:rsid w:val="00404298"/>
    <w:rsid w:val="00405136"/>
    <w:rsid w:val="00406D17"/>
    <w:rsid w:val="00406ED4"/>
    <w:rsid w:val="00407341"/>
    <w:rsid w:val="00411D8A"/>
    <w:rsid w:val="00412A49"/>
    <w:rsid w:val="00414D01"/>
    <w:rsid w:val="0041525A"/>
    <w:rsid w:val="0041757F"/>
    <w:rsid w:val="00422CC7"/>
    <w:rsid w:val="00423E46"/>
    <w:rsid w:val="00426045"/>
    <w:rsid w:val="004322AC"/>
    <w:rsid w:val="00433AD8"/>
    <w:rsid w:val="00436203"/>
    <w:rsid w:val="00436452"/>
    <w:rsid w:val="004411F9"/>
    <w:rsid w:val="00441ABF"/>
    <w:rsid w:val="004440C2"/>
    <w:rsid w:val="004538C7"/>
    <w:rsid w:val="004576DE"/>
    <w:rsid w:val="00462AE0"/>
    <w:rsid w:val="00462AFC"/>
    <w:rsid w:val="00462B48"/>
    <w:rsid w:val="00462EB9"/>
    <w:rsid w:val="00463116"/>
    <w:rsid w:val="004657C9"/>
    <w:rsid w:val="00466E8D"/>
    <w:rsid w:val="00475DC4"/>
    <w:rsid w:val="00475DFE"/>
    <w:rsid w:val="00482417"/>
    <w:rsid w:val="004833E4"/>
    <w:rsid w:val="004837CE"/>
    <w:rsid w:val="00485E13"/>
    <w:rsid w:val="0048726B"/>
    <w:rsid w:val="00487841"/>
    <w:rsid w:val="00490C40"/>
    <w:rsid w:val="00492BBC"/>
    <w:rsid w:val="004A24AF"/>
    <w:rsid w:val="004A27F3"/>
    <w:rsid w:val="004A390E"/>
    <w:rsid w:val="004A589A"/>
    <w:rsid w:val="004A5C4D"/>
    <w:rsid w:val="004A6636"/>
    <w:rsid w:val="004B103D"/>
    <w:rsid w:val="004B12DD"/>
    <w:rsid w:val="004B1494"/>
    <w:rsid w:val="004B29BE"/>
    <w:rsid w:val="004B3056"/>
    <w:rsid w:val="004B382A"/>
    <w:rsid w:val="004B5A0D"/>
    <w:rsid w:val="004B6AEC"/>
    <w:rsid w:val="004B6E98"/>
    <w:rsid w:val="004B77E5"/>
    <w:rsid w:val="004C212C"/>
    <w:rsid w:val="004C3155"/>
    <w:rsid w:val="004C50D7"/>
    <w:rsid w:val="004C79B9"/>
    <w:rsid w:val="004C7C4E"/>
    <w:rsid w:val="004C7C99"/>
    <w:rsid w:val="004D0402"/>
    <w:rsid w:val="004D10E9"/>
    <w:rsid w:val="004D2AF9"/>
    <w:rsid w:val="004D44D8"/>
    <w:rsid w:val="004D54F2"/>
    <w:rsid w:val="004D79C5"/>
    <w:rsid w:val="004E259E"/>
    <w:rsid w:val="004E3059"/>
    <w:rsid w:val="004E4CEA"/>
    <w:rsid w:val="004E7378"/>
    <w:rsid w:val="004F0CDF"/>
    <w:rsid w:val="004F0EFE"/>
    <w:rsid w:val="004F15A1"/>
    <w:rsid w:val="004F21E6"/>
    <w:rsid w:val="004F2821"/>
    <w:rsid w:val="004F3392"/>
    <w:rsid w:val="004F50C8"/>
    <w:rsid w:val="004F5C12"/>
    <w:rsid w:val="0050030D"/>
    <w:rsid w:val="005011CE"/>
    <w:rsid w:val="00501447"/>
    <w:rsid w:val="00502E82"/>
    <w:rsid w:val="00505F46"/>
    <w:rsid w:val="00507119"/>
    <w:rsid w:val="005116A5"/>
    <w:rsid w:val="00512F04"/>
    <w:rsid w:val="00514DEB"/>
    <w:rsid w:val="005173C5"/>
    <w:rsid w:val="0051743F"/>
    <w:rsid w:val="00522888"/>
    <w:rsid w:val="00523044"/>
    <w:rsid w:val="005232F5"/>
    <w:rsid w:val="005260F7"/>
    <w:rsid w:val="00536CB7"/>
    <w:rsid w:val="00540002"/>
    <w:rsid w:val="00541109"/>
    <w:rsid w:val="005429F6"/>
    <w:rsid w:val="00543457"/>
    <w:rsid w:val="0054480F"/>
    <w:rsid w:val="005451BB"/>
    <w:rsid w:val="00545294"/>
    <w:rsid w:val="00546674"/>
    <w:rsid w:val="00546941"/>
    <w:rsid w:val="00547473"/>
    <w:rsid w:val="00547F98"/>
    <w:rsid w:val="00550CCE"/>
    <w:rsid w:val="00550DDF"/>
    <w:rsid w:val="00553B84"/>
    <w:rsid w:val="00553CAC"/>
    <w:rsid w:val="00554BFB"/>
    <w:rsid w:val="00562F3A"/>
    <w:rsid w:val="00563320"/>
    <w:rsid w:val="00565CB6"/>
    <w:rsid w:val="005666C1"/>
    <w:rsid w:val="0057017C"/>
    <w:rsid w:val="00573B35"/>
    <w:rsid w:val="00574264"/>
    <w:rsid w:val="005756AF"/>
    <w:rsid w:val="005768AA"/>
    <w:rsid w:val="00577F7E"/>
    <w:rsid w:val="00580028"/>
    <w:rsid w:val="0058079A"/>
    <w:rsid w:val="00580CA7"/>
    <w:rsid w:val="00580F9D"/>
    <w:rsid w:val="00581C72"/>
    <w:rsid w:val="00582812"/>
    <w:rsid w:val="00583F86"/>
    <w:rsid w:val="00585D45"/>
    <w:rsid w:val="00586F07"/>
    <w:rsid w:val="00587103"/>
    <w:rsid w:val="0058767F"/>
    <w:rsid w:val="00587FBA"/>
    <w:rsid w:val="00590098"/>
    <w:rsid w:val="005905D2"/>
    <w:rsid w:val="005920EF"/>
    <w:rsid w:val="00593843"/>
    <w:rsid w:val="00594958"/>
    <w:rsid w:val="00595D75"/>
    <w:rsid w:val="005A0D33"/>
    <w:rsid w:val="005A19C7"/>
    <w:rsid w:val="005A1BD5"/>
    <w:rsid w:val="005A4C4E"/>
    <w:rsid w:val="005A4DC0"/>
    <w:rsid w:val="005A4EF7"/>
    <w:rsid w:val="005B112F"/>
    <w:rsid w:val="005B1713"/>
    <w:rsid w:val="005B5D7C"/>
    <w:rsid w:val="005B63B3"/>
    <w:rsid w:val="005B67CB"/>
    <w:rsid w:val="005B7BBD"/>
    <w:rsid w:val="005C07A0"/>
    <w:rsid w:val="005C13FE"/>
    <w:rsid w:val="005C1967"/>
    <w:rsid w:val="005C250B"/>
    <w:rsid w:val="005C4FF2"/>
    <w:rsid w:val="005C7A9C"/>
    <w:rsid w:val="005D0270"/>
    <w:rsid w:val="005D285F"/>
    <w:rsid w:val="005D29DD"/>
    <w:rsid w:val="005D495A"/>
    <w:rsid w:val="005D517A"/>
    <w:rsid w:val="005D57F6"/>
    <w:rsid w:val="005D6017"/>
    <w:rsid w:val="005E00DE"/>
    <w:rsid w:val="005E222D"/>
    <w:rsid w:val="005E3EA9"/>
    <w:rsid w:val="005E3EE1"/>
    <w:rsid w:val="005E4173"/>
    <w:rsid w:val="005E4F32"/>
    <w:rsid w:val="005E5222"/>
    <w:rsid w:val="005E6313"/>
    <w:rsid w:val="005E75C6"/>
    <w:rsid w:val="005E7C6F"/>
    <w:rsid w:val="005F4923"/>
    <w:rsid w:val="005F74D5"/>
    <w:rsid w:val="005F76FD"/>
    <w:rsid w:val="005F7CC9"/>
    <w:rsid w:val="00600480"/>
    <w:rsid w:val="006007EA"/>
    <w:rsid w:val="006008CE"/>
    <w:rsid w:val="00604AA1"/>
    <w:rsid w:val="006051F6"/>
    <w:rsid w:val="00606566"/>
    <w:rsid w:val="00606EA5"/>
    <w:rsid w:val="0061091A"/>
    <w:rsid w:val="00610FDB"/>
    <w:rsid w:val="00611C0D"/>
    <w:rsid w:val="00611C48"/>
    <w:rsid w:val="00615160"/>
    <w:rsid w:val="00615C81"/>
    <w:rsid w:val="0061679F"/>
    <w:rsid w:val="0062194D"/>
    <w:rsid w:val="00623025"/>
    <w:rsid w:val="006257B6"/>
    <w:rsid w:val="00625A76"/>
    <w:rsid w:val="00626C3D"/>
    <w:rsid w:val="00633966"/>
    <w:rsid w:val="00635342"/>
    <w:rsid w:val="00637549"/>
    <w:rsid w:val="00640CD8"/>
    <w:rsid w:val="00640D7C"/>
    <w:rsid w:val="006436A2"/>
    <w:rsid w:val="006459F7"/>
    <w:rsid w:val="006473DC"/>
    <w:rsid w:val="006541AD"/>
    <w:rsid w:val="00655802"/>
    <w:rsid w:val="00661468"/>
    <w:rsid w:val="00661472"/>
    <w:rsid w:val="00661DC3"/>
    <w:rsid w:val="00662161"/>
    <w:rsid w:val="00662654"/>
    <w:rsid w:val="00662C9A"/>
    <w:rsid w:val="0066418E"/>
    <w:rsid w:val="0066651E"/>
    <w:rsid w:val="00667EDB"/>
    <w:rsid w:val="006717D2"/>
    <w:rsid w:val="00672502"/>
    <w:rsid w:val="00673B9E"/>
    <w:rsid w:val="00674297"/>
    <w:rsid w:val="0068044D"/>
    <w:rsid w:val="006827FA"/>
    <w:rsid w:val="0068311C"/>
    <w:rsid w:val="00685326"/>
    <w:rsid w:val="0068615D"/>
    <w:rsid w:val="006875E0"/>
    <w:rsid w:val="00687AFF"/>
    <w:rsid w:val="0069037F"/>
    <w:rsid w:val="00691D67"/>
    <w:rsid w:val="006942C4"/>
    <w:rsid w:val="0069458E"/>
    <w:rsid w:val="006A2EC4"/>
    <w:rsid w:val="006A3AA4"/>
    <w:rsid w:val="006A556F"/>
    <w:rsid w:val="006B3F51"/>
    <w:rsid w:val="006B4A48"/>
    <w:rsid w:val="006B6461"/>
    <w:rsid w:val="006B7810"/>
    <w:rsid w:val="006C203B"/>
    <w:rsid w:val="006C2E3B"/>
    <w:rsid w:val="006C547D"/>
    <w:rsid w:val="006E06FE"/>
    <w:rsid w:val="006E2169"/>
    <w:rsid w:val="006E47D5"/>
    <w:rsid w:val="006E52B0"/>
    <w:rsid w:val="006F1F73"/>
    <w:rsid w:val="006F26F0"/>
    <w:rsid w:val="006F2794"/>
    <w:rsid w:val="006F62B1"/>
    <w:rsid w:val="006F683C"/>
    <w:rsid w:val="006F71EA"/>
    <w:rsid w:val="00700A34"/>
    <w:rsid w:val="00701FCD"/>
    <w:rsid w:val="00703B8B"/>
    <w:rsid w:val="00704558"/>
    <w:rsid w:val="00706E1E"/>
    <w:rsid w:val="007075C5"/>
    <w:rsid w:val="0071044B"/>
    <w:rsid w:val="00712CCF"/>
    <w:rsid w:val="00713147"/>
    <w:rsid w:val="00713A70"/>
    <w:rsid w:val="00713DA4"/>
    <w:rsid w:val="00715AEA"/>
    <w:rsid w:val="00717679"/>
    <w:rsid w:val="00720A05"/>
    <w:rsid w:val="00720AFD"/>
    <w:rsid w:val="00721765"/>
    <w:rsid w:val="0072204F"/>
    <w:rsid w:val="00722D19"/>
    <w:rsid w:val="00722F4D"/>
    <w:rsid w:val="00727691"/>
    <w:rsid w:val="00732070"/>
    <w:rsid w:val="00732597"/>
    <w:rsid w:val="00732625"/>
    <w:rsid w:val="0073354B"/>
    <w:rsid w:val="00733583"/>
    <w:rsid w:val="007347B0"/>
    <w:rsid w:val="0073528D"/>
    <w:rsid w:val="00736947"/>
    <w:rsid w:val="00736AB0"/>
    <w:rsid w:val="00736DCB"/>
    <w:rsid w:val="00737A5E"/>
    <w:rsid w:val="007421EA"/>
    <w:rsid w:val="00742EA8"/>
    <w:rsid w:val="0074480C"/>
    <w:rsid w:val="00745844"/>
    <w:rsid w:val="00746B4F"/>
    <w:rsid w:val="00752484"/>
    <w:rsid w:val="00754A1F"/>
    <w:rsid w:val="00754AF4"/>
    <w:rsid w:val="007563DA"/>
    <w:rsid w:val="007606F2"/>
    <w:rsid w:val="00760A9F"/>
    <w:rsid w:val="00763C08"/>
    <w:rsid w:val="00764F9B"/>
    <w:rsid w:val="007663CA"/>
    <w:rsid w:val="00766556"/>
    <w:rsid w:val="0076694C"/>
    <w:rsid w:val="00766FF5"/>
    <w:rsid w:val="00767B73"/>
    <w:rsid w:val="007702A5"/>
    <w:rsid w:val="0077078E"/>
    <w:rsid w:val="00773968"/>
    <w:rsid w:val="00773BF2"/>
    <w:rsid w:val="007755E0"/>
    <w:rsid w:val="00775A20"/>
    <w:rsid w:val="0078019C"/>
    <w:rsid w:val="007813EE"/>
    <w:rsid w:val="00783597"/>
    <w:rsid w:val="0078380C"/>
    <w:rsid w:val="007864CC"/>
    <w:rsid w:val="00787184"/>
    <w:rsid w:val="00787500"/>
    <w:rsid w:val="00790676"/>
    <w:rsid w:val="007923C2"/>
    <w:rsid w:val="00793298"/>
    <w:rsid w:val="00795156"/>
    <w:rsid w:val="00796531"/>
    <w:rsid w:val="007977F5"/>
    <w:rsid w:val="007A019A"/>
    <w:rsid w:val="007A06D6"/>
    <w:rsid w:val="007A1CD1"/>
    <w:rsid w:val="007A74EA"/>
    <w:rsid w:val="007B1012"/>
    <w:rsid w:val="007B4C2A"/>
    <w:rsid w:val="007B5499"/>
    <w:rsid w:val="007B5728"/>
    <w:rsid w:val="007B7FF7"/>
    <w:rsid w:val="007C3C22"/>
    <w:rsid w:val="007C4DF9"/>
    <w:rsid w:val="007C6E3D"/>
    <w:rsid w:val="007C74C6"/>
    <w:rsid w:val="007C78C4"/>
    <w:rsid w:val="007D152B"/>
    <w:rsid w:val="007D154B"/>
    <w:rsid w:val="007D213C"/>
    <w:rsid w:val="007D2981"/>
    <w:rsid w:val="007D3D98"/>
    <w:rsid w:val="007D4175"/>
    <w:rsid w:val="007D6524"/>
    <w:rsid w:val="007E0085"/>
    <w:rsid w:val="007E0216"/>
    <w:rsid w:val="007E0B48"/>
    <w:rsid w:val="007E2556"/>
    <w:rsid w:val="007E6A0E"/>
    <w:rsid w:val="007E7E2A"/>
    <w:rsid w:val="007F1441"/>
    <w:rsid w:val="007F573D"/>
    <w:rsid w:val="007F731E"/>
    <w:rsid w:val="007F7F8F"/>
    <w:rsid w:val="00800CD8"/>
    <w:rsid w:val="00802529"/>
    <w:rsid w:val="00803120"/>
    <w:rsid w:val="008051CE"/>
    <w:rsid w:val="008066EA"/>
    <w:rsid w:val="008071AE"/>
    <w:rsid w:val="0081142B"/>
    <w:rsid w:val="008178F5"/>
    <w:rsid w:val="00824133"/>
    <w:rsid w:val="00824758"/>
    <w:rsid w:val="008264FD"/>
    <w:rsid w:val="00827352"/>
    <w:rsid w:val="00830B57"/>
    <w:rsid w:val="00831C92"/>
    <w:rsid w:val="008333C4"/>
    <w:rsid w:val="00834BB6"/>
    <w:rsid w:val="00834C9A"/>
    <w:rsid w:val="008411D5"/>
    <w:rsid w:val="00842566"/>
    <w:rsid w:val="00846C76"/>
    <w:rsid w:val="00850EB6"/>
    <w:rsid w:val="00851510"/>
    <w:rsid w:val="008515D7"/>
    <w:rsid w:val="0085169A"/>
    <w:rsid w:val="00852CB4"/>
    <w:rsid w:val="00854A41"/>
    <w:rsid w:val="0085575E"/>
    <w:rsid w:val="00856A0C"/>
    <w:rsid w:val="008615D2"/>
    <w:rsid w:val="008616AA"/>
    <w:rsid w:val="00862F99"/>
    <w:rsid w:val="0086500D"/>
    <w:rsid w:val="008660D9"/>
    <w:rsid w:val="00872477"/>
    <w:rsid w:val="00872998"/>
    <w:rsid w:val="00874937"/>
    <w:rsid w:val="00882C86"/>
    <w:rsid w:val="00883953"/>
    <w:rsid w:val="00883FD5"/>
    <w:rsid w:val="0088429F"/>
    <w:rsid w:val="00884A64"/>
    <w:rsid w:val="00885AEB"/>
    <w:rsid w:val="00886094"/>
    <w:rsid w:val="008905AA"/>
    <w:rsid w:val="0089167F"/>
    <w:rsid w:val="00892C4B"/>
    <w:rsid w:val="00892CCF"/>
    <w:rsid w:val="00895413"/>
    <w:rsid w:val="008969D3"/>
    <w:rsid w:val="00896A05"/>
    <w:rsid w:val="00896B22"/>
    <w:rsid w:val="008A1A78"/>
    <w:rsid w:val="008A2904"/>
    <w:rsid w:val="008A2C03"/>
    <w:rsid w:val="008A339D"/>
    <w:rsid w:val="008A42A7"/>
    <w:rsid w:val="008A4FA1"/>
    <w:rsid w:val="008A4FFE"/>
    <w:rsid w:val="008B097E"/>
    <w:rsid w:val="008B2AD7"/>
    <w:rsid w:val="008B345D"/>
    <w:rsid w:val="008B3FCB"/>
    <w:rsid w:val="008B4080"/>
    <w:rsid w:val="008C2204"/>
    <w:rsid w:val="008C6993"/>
    <w:rsid w:val="008C6BDF"/>
    <w:rsid w:val="008C6F18"/>
    <w:rsid w:val="008D1F08"/>
    <w:rsid w:val="008D26C6"/>
    <w:rsid w:val="008D3B9E"/>
    <w:rsid w:val="008D440C"/>
    <w:rsid w:val="008D60EF"/>
    <w:rsid w:val="008E0AE6"/>
    <w:rsid w:val="008E1875"/>
    <w:rsid w:val="008E1AD9"/>
    <w:rsid w:val="008E2921"/>
    <w:rsid w:val="008E2B33"/>
    <w:rsid w:val="008E37CA"/>
    <w:rsid w:val="008E4A74"/>
    <w:rsid w:val="008E4EF2"/>
    <w:rsid w:val="008E6570"/>
    <w:rsid w:val="008F0107"/>
    <w:rsid w:val="008F0BD2"/>
    <w:rsid w:val="008F1941"/>
    <w:rsid w:val="008F2C5D"/>
    <w:rsid w:val="008F5013"/>
    <w:rsid w:val="008F5E9C"/>
    <w:rsid w:val="008F6E85"/>
    <w:rsid w:val="0090379C"/>
    <w:rsid w:val="00912538"/>
    <w:rsid w:val="009136A5"/>
    <w:rsid w:val="00914D9F"/>
    <w:rsid w:val="00916AAA"/>
    <w:rsid w:val="00917532"/>
    <w:rsid w:val="00921127"/>
    <w:rsid w:val="00924E5F"/>
    <w:rsid w:val="00925CE1"/>
    <w:rsid w:val="00926A39"/>
    <w:rsid w:val="00926C87"/>
    <w:rsid w:val="00927484"/>
    <w:rsid w:val="0093045C"/>
    <w:rsid w:val="0093232D"/>
    <w:rsid w:val="009333E5"/>
    <w:rsid w:val="009335F2"/>
    <w:rsid w:val="0093532B"/>
    <w:rsid w:val="00935667"/>
    <w:rsid w:val="009401A3"/>
    <w:rsid w:val="00944610"/>
    <w:rsid w:val="00944C23"/>
    <w:rsid w:val="00947AFA"/>
    <w:rsid w:val="00947BC2"/>
    <w:rsid w:val="009531F0"/>
    <w:rsid w:val="00954495"/>
    <w:rsid w:val="0095714E"/>
    <w:rsid w:val="009601FD"/>
    <w:rsid w:val="0096215B"/>
    <w:rsid w:val="00963502"/>
    <w:rsid w:val="009679D2"/>
    <w:rsid w:val="009709E1"/>
    <w:rsid w:val="009714EF"/>
    <w:rsid w:val="0097164B"/>
    <w:rsid w:val="00975227"/>
    <w:rsid w:val="00983697"/>
    <w:rsid w:val="00984035"/>
    <w:rsid w:val="00986AFB"/>
    <w:rsid w:val="009910A6"/>
    <w:rsid w:val="00992634"/>
    <w:rsid w:val="00992C82"/>
    <w:rsid w:val="009970EF"/>
    <w:rsid w:val="0099750E"/>
    <w:rsid w:val="009A13D6"/>
    <w:rsid w:val="009A1445"/>
    <w:rsid w:val="009A282A"/>
    <w:rsid w:val="009A38AA"/>
    <w:rsid w:val="009A474A"/>
    <w:rsid w:val="009A4DE5"/>
    <w:rsid w:val="009A51FE"/>
    <w:rsid w:val="009A654C"/>
    <w:rsid w:val="009B42EC"/>
    <w:rsid w:val="009B4A34"/>
    <w:rsid w:val="009B4D6B"/>
    <w:rsid w:val="009B7F45"/>
    <w:rsid w:val="009C2703"/>
    <w:rsid w:val="009C27EB"/>
    <w:rsid w:val="009C594F"/>
    <w:rsid w:val="009C6BC1"/>
    <w:rsid w:val="009D11B5"/>
    <w:rsid w:val="009D15D6"/>
    <w:rsid w:val="009D1EB5"/>
    <w:rsid w:val="009D2482"/>
    <w:rsid w:val="009D290E"/>
    <w:rsid w:val="009D32BB"/>
    <w:rsid w:val="009D5BF9"/>
    <w:rsid w:val="009D5DEA"/>
    <w:rsid w:val="009E53A0"/>
    <w:rsid w:val="009E5551"/>
    <w:rsid w:val="009E6F60"/>
    <w:rsid w:val="009E6FA8"/>
    <w:rsid w:val="009F0B5E"/>
    <w:rsid w:val="009F0CFC"/>
    <w:rsid w:val="009F31C4"/>
    <w:rsid w:val="009F5E19"/>
    <w:rsid w:val="009F680D"/>
    <w:rsid w:val="009F6DC5"/>
    <w:rsid w:val="009F7233"/>
    <w:rsid w:val="009F728A"/>
    <w:rsid w:val="00A0193E"/>
    <w:rsid w:val="00A0198E"/>
    <w:rsid w:val="00A03EA3"/>
    <w:rsid w:val="00A03F86"/>
    <w:rsid w:val="00A05639"/>
    <w:rsid w:val="00A06F86"/>
    <w:rsid w:val="00A10A59"/>
    <w:rsid w:val="00A13F71"/>
    <w:rsid w:val="00A14CF2"/>
    <w:rsid w:val="00A24247"/>
    <w:rsid w:val="00A25002"/>
    <w:rsid w:val="00A26475"/>
    <w:rsid w:val="00A26EE4"/>
    <w:rsid w:val="00A318C7"/>
    <w:rsid w:val="00A327E6"/>
    <w:rsid w:val="00A34A73"/>
    <w:rsid w:val="00A36FC8"/>
    <w:rsid w:val="00A37AAF"/>
    <w:rsid w:val="00A45639"/>
    <w:rsid w:val="00A51E77"/>
    <w:rsid w:val="00A53EF4"/>
    <w:rsid w:val="00A55B46"/>
    <w:rsid w:val="00A567FF"/>
    <w:rsid w:val="00A602D1"/>
    <w:rsid w:val="00A621BE"/>
    <w:rsid w:val="00A624FA"/>
    <w:rsid w:val="00A638B3"/>
    <w:rsid w:val="00A64441"/>
    <w:rsid w:val="00A64B47"/>
    <w:rsid w:val="00A656C5"/>
    <w:rsid w:val="00A67682"/>
    <w:rsid w:val="00A67FA8"/>
    <w:rsid w:val="00A702D2"/>
    <w:rsid w:val="00A71109"/>
    <w:rsid w:val="00A721A7"/>
    <w:rsid w:val="00A734E0"/>
    <w:rsid w:val="00A746C3"/>
    <w:rsid w:val="00A75527"/>
    <w:rsid w:val="00A80D65"/>
    <w:rsid w:val="00A80F72"/>
    <w:rsid w:val="00A81A53"/>
    <w:rsid w:val="00A9434B"/>
    <w:rsid w:val="00A95004"/>
    <w:rsid w:val="00A95056"/>
    <w:rsid w:val="00A96613"/>
    <w:rsid w:val="00A97742"/>
    <w:rsid w:val="00AA0154"/>
    <w:rsid w:val="00AA07B5"/>
    <w:rsid w:val="00AA2D41"/>
    <w:rsid w:val="00AA5F94"/>
    <w:rsid w:val="00AA7DC6"/>
    <w:rsid w:val="00AB20C8"/>
    <w:rsid w:val="00AB2935"/>
    <w:rsid w:val="00AB3F79"/>
    <w:rsid w:val="00AB3FE0"/>
    <w:rsid w:val="00AB4AD8"/>
    <w:rsid w:val="00AC1778"/>
    <w:rsid w:val="00AC17F1"/>
    <w:rsid w:val="00AC753A"/>
    <w:rsid w:val="00AC792C"/>
    <w:rsid w:val="00AC7B1A"/>
    <w:rsid w:val="00AD1965"/>
    <w:rsid w:val="00AD59D3"/>
    <w:rsid w:val="00AD60EE"/>
    <w:rsid w:val="00AE0754"/>
    <w:rsid w:val="00AE1169"/>
    <w:rsid w:val="00AE1936"/>
    <w:rsid w:val="00AE1DFE"/>
    <w:rsid w:val="00AE2696"/>
    <w:rsid w:val="00AE2A1D"/>
    <w:rsid w:val="00AE4B98"/>
    <w:rsid w:val="00AE6BE3"/>
    <w:rsid w:val="00AE753D"/>
    <w:rsid w:val="00AF01F6"/>
    <w:rsid w:val="00AF0596"/>
    <w:rsid w:val="00AF1DF9"/>
    <w:rsid w:val="00AF51E2"/>
    <w:rsid w:val="00AF6B5D"/>
    <w:rsid w:val="00B02E8D"/>
    <w:rsid w:val="00B05650"/>
    <w:rsid w:val="00B06E39"/>
    <w:rsid w:val="00B10B95"/>
    <w:rsid w:val="00B11B1D"/>
    <w:rsid w:val="00B17C82"/>
    <w:rsid w:val="00B21523"/>
    <w:rsid w:val="00B23458"/>
    <w:rsid w:val="00B249C2"/>
    <w:rsid w:val="00B25317"/>
    <w:rsid w:val="00B25B33"/>
    <w:rsid w:val="00B30675"/>
    <w:rsid w:val="00B3278B"/>
    <w:rsid w:val="00B32E43"/>
    <w:rsid w:val="00B33323"/>
    <w:rsid w:val="00B34976"/>
    <w:rsid w:val="00B35781"/>
    <w:rsid w:val="00B35C17"/>
    <w:rsid w:val="00B407CB"/>
    <w:rsid w:val="00B40B70"/>
    <w:rsid w:val="00B43C7B"/>
    <w:rsid w:val="00B43EAC"/>
    <w:rsid w:val="00B52F41"/>
    <w:rsid w:val="00B548C8"/>
    <w:rsid w:val="00B54FDB"/>
    <w:rsid w:val="00B60724"/>
    <w:rsid w:val="00B62280"/>
    <w:rsid w:val="00B62A24"/>
    <w:rsid w:val="00B65B81"/>
    <w:rsid w:val="00B65F37"/>
    <w:rsid w:val="00B679EF"/>
    <w:rsid w:val="00B67F9B"/>
    <w:rsid w:val="00B704DE"/>
    <w:rsid w:val="00B709E7"/>
    <w:rsid w:val="00B737FC"/>
    <w:rsid w:val="00B772E4"/>
    <w:rsid w:val="00B85C26"/>
    <w:rsid w:val="00B86153"/>
    <w:rsid w:val="00B86D26"/>
    <w:rsid w:val="00B87CF7"/>
    <w:rsid w:val="00B9150A"/>
    <w:rsid w:val="00B919BE"/>
    <w:rsid w:val="00B925E2"/>
    <w:rsid w:val="00B95415"/>
    <w:rsid w:val="00B96714"/>
    <w:rsid w:val="00B97493"/>
    <w:rsid w:val="00BA18A1"/>
    <w:rsid w:val="00BA1B92"/>
    <w:rsid w:val="00BA768D"/>
    <w:rsid w:val="00BB152F"/>
    <w:rsid w:val="00BB1EAA"/>
    <w:rsid w:val="00BB2984"/>
    <w:rsid w:val="00BB36FD"/>
    <w:rsid w:val="00BB3DA1"/>
    <w:rsid w:val="00BB3F5F"/>
    <w:rsid w:val="00BB422D"/>
    <w:rsid w:val="00BC199C"/>
    <w:rsid w:val="00BC3062"/>
    <w:rsid w:val="00BC6D1D"/>
    <w:rsid w:val="00BD03B7"/>
    <w:rsid w:val="00BD0619"/>
    <w:rsid w:val="00BD085C"/>
    <w:rsid w:val="00BD29EF"/>
    <w:rsid w:val="00BD46BC"/>
    <w:rsid w:val="00BE0529"/>
    <w:rsid w:val="00BE1C99"/>
    <w:rsid w:val="00BE3D03"/>
    <w:rsid w:val="00BE439E"/>
    <w:rsid w:val="00BE4DAE"/>
    <w:rsid w:val="00BE6FD6"/>
    <w:rsid w:val="00BE750E"/>
    <w:rsid w:val="00BE789B"/>
    <w:rsid w:val="00BE7AFF"/>
    <w:rsid w:val="00BF0254"/>
    <w:rsid w:val="00BF0427"/>
    <w:rsid w:val="00BF0C7F"/>
    <w:rsid w:val="00BF1D2F"/>
    <w:rsid w:val="00BF4EF1"/>
    <w:rsid w:val="00BF5811"/>
    <w:rsid w:val="00C01257"/>
    <w:rsid w:val="00C02CF8"/>
    <w:rsid w:val="00C05CCE"/>
    <w:rsid w:val="00C0620E"/>
    <w:rsid w:val="00C06635"/>
    <w:rsid w:val="00C06AE6"/>
    <w:rsid w:val="00C06D66"/>
    <w:rsid w:val="00C1048E"/>
    <w:rsid w:val="00C13023"/>
    <w:rsid w:val="00C16A0B"/>
    <w:rsid w:val="00C17F0C"/>
    <w:rsid w:val="00C210CB"/>
    <w:rsid w:val="00C21805"/>
    <w:rsid w:val="00C2188F"/>
    <w:rsid w:val="00C21A53"/>
    <w:rsid w:val="00C22269"/>
    <w:rsid w:val="00C23101"/>
    <w:rsid w:val="00C25D6B"/>
    <w:rsid w:val="00C30E98"/>
    <w:rsid w:val="00C31156"/>
    <w:rsid w:val="00C368D2"/>
    <w:rsid w:val="00C37225"/>
    <w:rsid w:val="00C37A12"/>
    <w:rsid w:val="00C41811"/>
    <w:rsid w:val="00C43DE3"/>
    <w:rsid w:val="00C4450F"/>
    <w:rsid w:val="00C44516"/>
    <w:rsid w:val="00C44B32"/>
    <w:rsid w:val="00C46696"/>
    <w:rsid w:val="00C500DD"/>
    <w:rsid w:val="00C52B7B"/>
    <w:rsid w:val="00C534D0"/>
    <w:rsid w:val="00C556F7"/>
    <w:rsid w:val="00C563FC"/>
    <w:rsid w:val="00C56866"/>
    <w:rsid w:val="00C57D10"/>
    <w:rsid w:val="00C60741"/>
    <w:rsid w:val="00C63332"/>
    <w:rsid w:val="00C63C5D"/>
    <w:rsid w:val="00C67A84"/>
    <w:rsid w:val="00C70C12"/>
    <w:rsid w:val="00C70EC8"/>
    <w:rsid w:val="00C728B9"/>
    <w:rsid w:val="00C747C5"/>
    <w:rsid w:val="00C75235"/>
    <w:rsid w:val="00C75DBF"/>
    <w:rsid w:val="00C77C7E"/>
    <w:rsid w:val="00C8015E"/>
    <w:rsid w:val="00C824C9"/>
    <w:rsid w:val="00C82B96"/>
    <w:rsid w:val="00C85968"/>
    <w:rsid w:val="00C85EE4"/>
    <w:rsid w:val="00C866F3"/>
    <w:rsid w:val="00C867CE"/>
    <w:rsid w:val="00C8694A"/>
    <w:rsid w:val="00C904F7"/>
    <w:rsid w:val="00C92CF6"/>
    <w:rsid w:val="00C932B1"/>
    <w:rsid w:val="00C93E43"/>
    <w:rsid w:val="00C96383"/>
    <w:rsid w:val="00C96D31"/>
    <w:rsid w:val="00C977D2"/>
    <w:rsid w:val="00CA0A42"/>
    <w:rsid w:val="00CA0C5F"/>
    <w:rsid w:val="00CA3494"/>
    <w:rsid w:val="00CA6F86"/>
    <w:rsid w:val="00CC0340"/>
    <w:rsid w:val="00CC08BB"/>
    <w:rsid w:val="00CC213F"/>
    <w:rsid w:val="00CC4914"/>
    <w:rsid w:val="00CC5F01"/>
    <w:rsid w:val="00CC75B6"/>
    <w:rsid w:val="00CC7E33"/>
    <w:rsid w:val="00CC7E6D"/>
    <w:rsid w:val="00CD03C0"/>
    <w:rsid w:val="00CD0D11"/>
    <w:rsid w:val="00CD248C"/>
    <w:rsid w:val="00CD2891"/>
    <w:rsid w:val="00CD2B9A"/>
    <w:rsid w:val="00CD3C16"/>
    <w:rsid w:val="00CD74B4"/>
    <w:rsid w:val="00CE0117"/>
    <w:rsid w:val="00CE13DB"/>
    <w:rsid w:val="00CE2BA3"/>
    <w:rsid w:val="00CE433C"/>
    <w:rsid w:val="00CE517C"/>
    <w:rsid w:val="00CF04A7"/>
    <w:rsid w:val="00CF0CE0"/>
    <w:rsid w:val="00CF4B7C"/>
    <w:rsid w:val="00D00429"/>
    <w:rsid w:val="00D00716"/>
    <w:rsid w:val="00D00824"/>
    <w:rsid w:val="00D00F13"/>
    <w:rsid w:val="00D0136C"/>
    <w:rsid w:val="00D03722"/>
    <w:rsid w:val="00D12BDD"/>
    <w:rsid w:val="00D14BD9"/>
    <w:rsid w:val="00D153F3"/>
    <w:rsid w:val="00D160C3"/>
    <w:rsid w:val="00D16B2B"/>
    <w:rsid w:val="00D1749B"/>
    <w:rsid w:val="00D17FC5"/>
    <w:rsid w:val="00D20E7E"/>
    <w:rsid w:val="00D21E28"/>
    <w:rsid w:val="00D22925"/>
    <w:rsid w:val="00D24AFB"/>
    <w:rsid w:val="00D253B4"/>
    <w:rsid w:val="00D31F52"/>
    <w:rsid w:val="00D33C88"/>
    <w:rsid w:val="00D33F56"/>
    <w:rsid w:val="00D3599D"/>
    <w:rsid w:val="00D36BD6"/>
    <w:rsid w:val="00D36C0A"/>
    <w:rsid w:val="00D36FFE"/>
    <w:rsid w:val="00D375FD"/>
    <w:rsid w:val="00D411C0"/>
    <w:rsid w:val="00D4150C"/>
    <w:rsid w:val="00D42F60"/>
    <w:rsid w:val="00D4457E"/>
    <w:rsid w:val="00D453C3"/>
    <w:rsid w:val="00D461DC"/>
    <w:rsid w:val="00D50472"/>
    <w:rsid w:val="00D5059F"/>
    <w:rsid w:val="00D50E4A"/>
    <w:rsid w:val="00D52BE6"/>
    <w:rsid w:val="00D53104"/>
    <w:rsid w:val="00D56162"/>
    <w:rsid w:val="00D56E15"/>
    <w:rsid w:val="00D571C7"/>
    <w:rsid w:val="00D579D5"/>
    <w:rsid w:val="00D61CCC"/>
    <w:rsid w:val="00D634F5"/>
    <w:rsid w:val="00D6392C"/>
    <w:rsid w:val="00D63B2B"/>
    <w:rsid w:val="00D66686"/>
    <w:rsid w:val="00D7051D"/>
    <w:rsid w:val="00D71BE7"/>
    <w:rsid w:val="00D72FB2"/>
    <w:rsid w:val="00D75697"/>
    <w:rsid w:val="00D83F19"/>
    <w:rsid w:val="00D8621F"/>
    <w:rsid w:val="00D86453"/>
    <w:rsid w:val="00D8764D"/>
    <w:rsid w:val="00D87AFE"/>
    <w:rsid w:val="00D912D6"/>
    <w:rsid w:val="00D92DA8"/>
    <w:rsid w:val="00D93816"/>
    <w:rsid w:val="00D94D65"/>
    <w:rsid w:val="00D95771"/>
    <w:rsid w:val="00D96BFE"/>
    <w:rsid w:val="00DA0EF4"/>
    <w:rsid w:val="00DA1EA2"/>
    <w:rsid w:val="00DA4F6D"/>
    <w:rsid w:val="00DA6607"/>
    <w:rsid w:val="00DA6912"/>
    <w:rsid w:val="00DB0A3D"/>
    <w:rsid w:val="00DB38C9"/>
    <w:rsid w:val="00DB3962"/>
    <w:rsid w:val="00DB47BF"/>
    <w:rsid w:val="00DB56DD"/>
    <w:rsid w:val="00DB64F3"/>
    <w:rsid w:val="00DB65B1"/>
    <w:rsid w:val="00DC026B"/>
    <w:rsid w:val="00DC02CC"/>
    <w:rsid w:val="00DC0FF4"/>
    <w:rsid w:val="00DC10E9"/>
    <w:rsid w:val="00DC603B"/>
    <w:rsid w:val="00DC6B35"/>
    <w:rsid w:val="00DC792B"/>
    <w:rsid w:val="00DD2626"/>
    <w:rsid w:val="00DD2880"/>
    <w:rsid w:val="00DD43C4"/>
    <w:rsid w:val="00DD6CA0"/>
    <w:rsid w:val="00DE1B10"/>
    <w:rsid w:val="00DE306A"/>
    <w:rsid w:val="00DE41F5"/>
    <w:rsid w:val="00DE5359"/>
    <w:rsid w:val="00DF162E"/>
    <w:rsid w:val="00DF5DBB"/>
    <w:rsid w:val="00DF7159"/>
    <w:rsid w:val="00E03E65"/>
    <w:rsid w:val="00E04042"/>
    <w:rsid w:val="00E04ED7"/>
    <w:rsid w:val="00E052F2"/>
    <w:rsid w:val="00E0562B"/>
    <w:rsid w:val="00E060CD"/>
    <w:rsid w:val="00E066F9"/>
    <w:rsid w:val="00E104B2"/>
    <w:rsid w:val="00E1095C"/>
    <w:rsid w:val="00E14058"/>
    <w:rsid w:val="00E15E27"/>
    <w:rsid w:val="00E16DCF"/>
    <w:rsid w:val="00E16EAF"/>
    <w:rsid w:val="00E1701E"/>
    <w:rsid w:val="00E24052"/>
    <w:rsid w:val="00E24CEA"/>
    <w:rsid w:val="00E2543E"/>
    <w:rsid w:val="00E27353"/>
    <w:rsid w:val="00E276E7"/>
    <w:rsid w:val="00E3009B"/>
    <w:rsid w:val="00E3017C"/>
    <w:rsid w:val="00E30D81"/>
    <w:rsid w:val="00E31FAE"/>
    <w:rsid w:val="00E34B73"/>
    <w:rsid w:val="00E35442"/>
    <w:rsid w:val="00E37814"/>
    <w:rsid w:val="00E41522"/>
    <w:rsid w:val="00E42A10"/>
    <w:rsid w:val="00E43DA6"/>
    <w:rsid w:val="00E459FA"/>
    <w:rsid w:val="00E45D33"/>
    <w:rsid w:val="00E460F9"/>
    <w:rsid w:val="00E46A72"/>
    <w:rsid w:val="00E5239D"/>
    <w:rsid w:val="00E56208"/>
    <w:rsid w:val="00E56429"/>
    <w:rsid w:val="00E60E88"/>
    <w:rsid w:val="00E631BE"/>
    <w:rsid w:val="00E633FF"/>
    <w:rsid w:val="00E64675"/>
    <w:rsid w:val="00E6482B"/>
    <w:rsid w:val="00E655F4"/>
    <w:rsid w:val="00E6621F"/>
    <w:rsid w:val="00E726AC"/>
    <w:rsid w:val="00E73E33"/>
    <w:rsid w:val="00E7464E"/>
    <w:rsid w:val="00E761AB"/>
    <w:rsid w:val="00E77343"/>
    <w:rsid w:val="00E77371"/>
    <w:rsid w:val="00E8256E"/>
    <w:rsid w:val="00E82E72"/>
    <w:rsid w:val="00E83BC7"/>
    <w:rsid w:val="00E84D81"/>
    <w:rsid w:val="00E86DB7"/>
    <w:rsid w:val="00E9030F"/>
    <w:rsid w:val="00E919E3"/>
    <w:rsid w:val="00E925B5"/>
    <w:rsid w:val="00E92DB6"/>
    <w:rsid w:val="00E94BC3"/>
    <w:rsid w:val="00E958EC"/>
    <w:rsid w:val="00E95E46"/>
    <w:rsid w:val="00EA0035"/>
    <w:rsid w:val="00EA207F"/>
    <w:rsid w:val="00EA222F"/>
    <w:rsid w:val="00EA2F02"/>
    <w:rsid w:val="00EA4E75"/>
    <w:rsid w:val="00EA57F4"/>
    <w:rsid w:val="00EA7E87"/>
    <w:rsid w:val="00EB1A12"/>
    <w:rsid w:val="00EB461E"/>
    <w:rsid w:val="00EB6389"/>
    <w:rsid w:val="00EB6668"/>
    <w:rsid w:val="00EB6688"/>
    <w:rsid w:val="00EB79CF"/>
    <w:rsid w:val="00EB7ADB"/>
    <w:rsid w:val="00EC0EA5"/>
    <w:rsid w:val="00EC1609"/>
    <w:rsid w:val="00EC2BFB"/>
    <w:rsid w:val="00EC39AC"/>
    <w:rsid w:val="00EC58EC"/>
    <w:rsid w:val="00EC6543"/>
    <w:rsid w:val="00ED09B2"/>
    <w:rsid w:val="00ED176D"/>
    <w:rsid w:val="00ED1ADA"/>
    <w:rsid w:val="00ED24C1"/>
    <w:rsid w:val="00ED2639"/>
    <w:rsid w:val="00ED3365"/>
    <w:rsid w:val="00ED3C1E"/>
    <w:rsid w:val="00ED4DE0"/>
    <w:rsid w:val="00ED5094"/>
    <w:rsid w:val="00ED62A5"/>
    <w:rsid w:val="00ED7D86"/>
    <w:rsid w:val="00EE0DC5"/>
    <w:rsid w:val="00EE26FE"/>
    <w:rsid w:val="00EE317B"/>
    <w:rsid w:val="00EE4AC1"/>
    <w:rsid w:val="00EE59AF"/>
    <w:rsid w:val="00EE6945"/>
    <w:rsid w:val="00EE7E4B"/>
    <w:rsid w:val="00EF0119"/>
    <w:rsid w:val="00EF370C"/>
    <w:rsid w:val="00EF42AB"/>
    <w:rsid w:val="00EF691B"/>
    <w:rsid w:val="00EF73B4"/>
    <w:rsid w:val="00F015C2"/>
    <w:rsid w:val="00F021BB"/>
    <w:rsid w:val="00F055DC"/>
    <w:rsid w:val="00F05BC9"/>
    <w:rsid w:val="00F05FC2"/>
    <w:rsid w:val="00F13376"/>
    <w:rsid w:val="00F13A28"/>
    <w:rsid w:val="00F14818"/>
    <w:rsid w:val="00F14836"/>
    <w:rsid w:val="00F1502C"/>
    <w:rsid w:val="00F1638C"/>
    <w:rsid w:val="00F201E5"/>
    <w:rsid w:val="00F2037D"/>
    <w:rsid w:val="00F21E8C"/>
    <w:rsid w:val="00F226B3"/>
    <w:rsid w:val="00F240F5"/>
    <w:rsid w:val="00F25D9F"/>
    <w:rsid w:val="00F2695B"/>
    <w:rsid w:val="00F2704A"/>
    <w:rsid w:val="00F279C6"/>
    <w:rsid w:val="00F27EB0"/>
    <w:rsid w:val="00F32291"/>
    <w:rsid w:val="00F3314B"/>
    <w:rsid w:val="00F33717"/>
    <w:rsid w:val="00F3500B"/>
    <w:rsid w:val="00F37841"/>
    <w:rsid w:val="00F4033A"/>
    <w:rsid w:val="00F40402"/>
    <w:rsid w:val="00F4189B"/>
    <w:rsid w:val="00F4587F"/>
    <w:rsid w:val="00F515E2"/>
    <w:rsid w:val="00F520C2"/>
    <w:rsid w:val="00F527BE"/>
    <w:rsid w:val="00F52809"/>
    <w:rsid w:val="00F5305D"/>
    <w:rsid w:val="00F5384B"/>
    <w:rsid w:val="00F56ED4"/>
    <w:rsid w:val="00F57FDD"/>
    <w:rsid w:val="00F62110"/>
    <w:rsid w:val="00F62B53"/>
    <w:rsid w:val="00F63287"/>
    <w:rsid w:val="00F6631D"/>
    <w:rsid w:val="00F7540A"/>
    <w:rsid w:val="00F75B63"/>
    <w:rsid w:val="00F75ECE"/>
    <w:rsid w:val="00F76E54"/>
    <w:rsid w:val="00F77D23"/>
    <w:rsid w:val="00F80C55"/>
    <w:rsid w:val="00F8186E"/>
    <w:rsid w:val="00F96BEF"/>
    <w:rsid w:val="00FA41FC"/>
    <w:rsid w:val="00FA58B5"/>
    <w:rsid w:val="00FA6E4C"/>
    <w:rsid w:val="00FB17BE"/>
    <w:rsid w:val="00FB5304"/>
    <w:rsid w:val="00FB5319"/>
    <w:rsid w:val="00FB6246"/>
    <w:rsid w:val="00FB69DF"/>
    <w:rsid w:val="00FB6C3C"/>
    <w:rsid w:val="00FB7044"/>
    <w:rsid w:val="00FC0917"/>
    <w:rsid w:val="00FC2390"/>
    <w:rsid w:val="00FC241F"/>
    <w:rsid w:val="00FC2DC0"/>
    <w:rsid w:val="00FC36D4"/>
    <w:rsid w:val="00FC3D1B"/>
    <w:rsid w:val="00FC5BD1"/>
    <w:rsid w:val="00FC7039"/>
    <w:rsid w:val="00FD01E6"/>
    <w:rsid w:val="00FD5B34"/>
    <w:rsid w:val="00FD61B5"/>
    <w:rsid w:val="00FD6323"/>
    <w:rsid w:val="00FD76EE"/>
    <w:rsid w:val="00FE1542"/>
    <w:rsid w:val="00FE1D4F"/>
    <w:rsid w:val="00FE26A7"/>
    <w:rsid w:val="00FE3196"/>
    <w:rsid w:val="00FE586F"/>
    <w:rsid w:val="00FE5E98"/>
    <w:rsid w:val="00FE610A"/>
    <w:rsid w:val="00FF1F2A"/>
    <w:rsid w:val="00FF201A"/>
    <w:rsid w:val="00FF2837"/>
    <w:rsid w:val="00FF77D2"/>
    <w:rsid w:val="00FF79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B2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D63B2B"/>
    <w:rPr>
      <w:b/>
      <w:bCs/>
      <w:sz w:val="20"/>
      <w:szCs w:val="20"/>
    </w:rPr>
  </w:style>
  <w:style w:type="character" w:styleId="Hyperlink">
    <w:name w:val="Hyperlink"/>
    <w:basedOn w:val="DefaultParagraphFont"/>
    <w:uiPriority w:val="99"/>
    <w:rsid w:val="00D63B2B"/>
    <w:rPr>
      <w:rFonts w:cs="Times New Roman"/>
      <w:color w:val="0000FF"/>
      <w:u w:val="single"/>
    </w:rPr>
  </w:style>
  <w:style w:type="paragraph" w:styleId="BalloonText">
    <w:name w:val="Balloon Text"/>
    <w:basedOn w:val="Normal"/>
    <w:link w:val="BalloonTextChar"/>
    <w:uiPriority w:val="99"/>
    <w:semiHidden/>
    <w:rsid w:val="00D63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63B2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artkavun.kherson.ua/shabarshina_galina_ivanovn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8</Pages>
  <Words>6146</Words>
  <Characters>3504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Admin</cp:lastModifiedBy>
  <cp:revision>2</cp:revision>
  <dcterms:created xsi:type="dcterms:W3CDTF">2023-08-04T07:19:00Z</dcterms:created>
  <dcterms:modified xsi:type="dcterms:W3CDTF">2023-09-25T18:46:00Z</dcterms:modified>
</cp:coreProperties>
</file>