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B1" w:rsidRDefault="000C4DB1" w:rsidP="00281C6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.К. </w:t>
      </w:r>
      <w:r>
        <w:rPr>
          <w:rFonts w:ascii="Times New Roman" w:hAnsi="Times New Roman" w:cs="Times New Roman"/>
          <w:b/>
          <w:sz w:val="28"/>
          <w:szCs w:val="28"/>
        </w:rPr>
        <w:t>Баиров</w:t>
      </w:r>
      <w:r w:rsidRPr="004971E5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С.С. Жолдыбаев, </w:t>
      </w:r>
    </w:p>
    <w:p w:rsidR="000C4DB1" w:rsidRDefault="000C4DB1" w:rsidP="00281C6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К. О.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Каркабаева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Т.С</w:t>
      </w:r>
      <w:r w:rsidRPr="00A73E4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Сафаров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4DB1" w:rsidRDefault="000C4DB1" w:rsidP="00281C6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А.К</w:t>
      </w:r>
      <w:r w:rsidRPr="00A73E4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Жолшибеков </w:t>
      </w:r>
    </w:p>
    <w:p w:rsidR="000C4DB1" w:rsidRDefault="000C4DB1" w:rsidP="00B52DA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DA2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(Алма-Ата, Казахстан) </w:t>
      </w:r>
    </w:p>
    <w:p w:rsidR="000C4DB1" w:rsidRPr="00B52DA2" w:rsidRDefault="000C4DB1" w:rsidP="00B52DA2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C4DB1" w:rsidRPr="004D0426" w:rsidRDefault="000C4DB1" w:rsidP="00281C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426">
        <w:rPr>
          <w:rFonts w:ascii="Times New Roman" w:hAnsi="Times New Roman" w:cs="Times New Roman"/>
          <w:b/>
          <w:sz w:val="32"/>
          <w:szCs w:val="28"/>
        </w:rPr>
        <w:t>ОБОСНОВАНИЕ  НОВОГО СПОСОБА СНЯТИЯ СЛЕПКА В ПРИКУСЕ</w:t>
      </w:r>
    </w:p>
    <w:p w:rsidR="000C4DB1" w:rsidRDefault="000C4DB1" w:rsidP="00281C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BDA">
        <w:rPr>
          <w:rFonts w:ascii="Times New Roman" w:hAnsi="Times New Roman" w:cs="Times New Roman"/>
          <w:b/>
          <w:sz w:val="28"/>
          <w:szCs w:val="28"/>
        </w:rPr>
        <w:t>(</w:t>
      </w:r>
      <w:r w:rsidRPr="004D0426">
        <w:rPr>
          <w:rFonts w:ascii="Times New Roman" w:hAnsi="Times New Roman" w:cs="Times New Roman"/>
          <w:b/>
          <w:sz w:val="28"/>
          <w:szCs w:val="28"/>
        </w:rPr>
        <w:t>ЭКСПЕРИМЕНТАЛЬНЫЕ ИССЛЕДОВАНИЯ</w:t>
      </w:r>
      <w:r w:rsidRPr="000C1BDA">
        <w:rPr>
          <w:rFonts w:ascii="Times New Roman" w:hAnsi="Times New Roman" w:cs="Times New Roman"/>
          <w:b/>
          <w:sz w:val="28"/>
          <w:szCs w:val="28"/>
        </w:rPr>
        <w:t>)</w:t>
      </w:r>
    </w:p>
    <w:p w:rsidR="000C4DB1" w:rsidRDefault="000C4DB1" w:rsidP="00281C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DB1" w:rsidRDefault="000C4DB1" w:rsidP="00D967A0">
      <w:pPr>
        <w:jc w:val="both"/>
        <w:rPr>
          <w:rFonts w:ascii="Times New Roman" w:hAnsi="Times New Roman" w:cs="Times New Roman"/>
          <w:sz w:val="28"/>
          <w:szCs w:val="28"/>
        </w:rPr>
      </w:pPr>
      <w:r w:rsidRPr="009656B9">
        <w:rPr>
          <w:rFonts w:ascii="Times New Roman" w:hAnsi="Times New Roman" w:cs="Times New Roman"/>
          <w:b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7A0">
        <w:rPr>
          <w:rFonts w:ascii="Times New Roman" w:hAnsi="Times New Roman" w:cs="Times New Roman"/>
          <w:sz w:val="28"/>
          <w:szCs w:val="28"/>
        </w:rPr>
        <w:t>На сегодняшний день,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967A0">
        <w:rPr>
          <w:rFonts w:ascii="Times New Roman" w:hAnsi="Times New Roman" w:cs="Times New Roman"/>
          <w:sz w:val="28"/>
          <w:szCs w:val="28"/>
        </w:rPr>
        <w:t>снятия т</w:t>
      </w:r>
      <w:r>
        <w:rPr>
          <w:rFonts w:ascii="Times New Roman" w:hAnsi="Times New Roman" w:cs="Times New Roman"/>
          <w:sz w:val="28"/>
          <w:szCs w:val="28"/>
        </w:rPr>
        <w:t>очного слепка в прикусе  доста</w:t>
      </w:r>
      <w:r w:rsidRPr="00D967A0">
        <w:rPr>
          <w:rFonts w:ascii="Times New Roman" w:hAnsi="Times New Roman" w:cs="Times New Roman"/>
          <w:sz w:val="28"/>
          <w:szCs w:val="28"/>
        </w:rPr>
        <w:t xml:space="preserve">точно большая проблема,  так как </w:t>
      </w:r>
      <w:r>
        <w:rPr>
          <w:rFonts w:ascii="Times New Roman" w:hAnsi="Times New Roman" w:cs="Times New Roman"/>
          <w:sz w:val="28"/>
          <w:szCs w:val="28"/>
        </w:rPr>
        <w:t>вызывает проблемы при изготовлении самого протеза</w:t>
      </w:r>
      <w:r w:rsidRPr="00D967A0">
        <w:rPr>
          <w:rFonts w:ascii="Times New Roman" w:hAnsi="Times New Roman" w:cs="Times New Roman"/>
          <w:sz w:val="28"/>
          <w:szCs w:val="28"/>
        </w:rPr>
        <w:t>.</w:t>
      </w:r>
    </w:p>
    <w:p w:rsidR="000C4DB1" w:rsidRPr="00F935B5" w:rsidRDefault="000C4DB1" w:rsidP="00281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Ранее и</w:t>
      </w:r>
      <w:r w:rsidRPr="00F935B5">
        <w:rPr>
          <w:rFonts w:ascii="Times New Roman" w:hAnsi="Times New Roman" w:cs="Times New Roman"/>
          <w:sz w:val="28"/>
          <w:szCs w:val="28"/>
        </w:rPr>
        <w:t>звестен способ получения слепка одновременно с обеих челюстей, где для получения слепка используется обычные стандартные металлические ложки со сквозным пазом по форме альвеолярного отростка, причем между зубными рядами укладывается в момент снятия слепка упруго-эластичная сетка. Следует отметить, что таким образом только с одной челюсти получается рабочий слепок, а с другой - лишь отпечаток жевательной поверхности зубов - антагонистов.</w:t>
      </w:r>
    </w:p>
    <w:p w:rsidR="000C4DB1" w:rsidRPr="00F935B5" w:rsidRDefault="000C4DB1" w:rsidP="00281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Кроме того упруго-эластичная сетка при смыкании зубных рядов создает некоторое изменение высоты прикуса, а при смыкании челюстей там, где сетка прикусывается непрепарированными зубами, рефлекторно возможен сдвиг нижней челюсти и фиксация при этом не центральной, а боковой окклюзии.</w:t>
      </w:r>
    </w:p>
    <w:p w:rsidR="000C4DB1" w:rsidRPr="00F935B5" w:rsidRDefault="000C4DB1" w:rsidP="0028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 xml:space="preserve">Наиболее близким техническим решением, принятым авторами за прототип, является слепочная ложка, </w:t>
      </w:r>
      <w:r>
        <w:rPr>
          <w:rFonts w:ascii="Times New Roman" w:hAnsi="Times New Roman" w:cs="Times New Roman"/>
          <w:sz w:val="28"/>
          <w:szCs w:val="28"/>
        </w:rPr>
        <w:t>схематически изображенная на рис</w:t>
      </w:r>
      <w:r w:rsidRPr="00F935B5">
        <w:rPr>
          <w:rFonts w:ascii="Times New Roman" w:hAnsi="Times New Roman" w:cs="Times New Roman"/>
          <w:sz w:val="28"/>
          <w:szCs w:val="28"/>
        </w:rPr>
        <w:t>. 1.</w:t>
      </w:r>
    </w:p>
    <w:p w:rsidR="000C4DB1" w:rsidRPr="00F935B5" w:rsidRDefault="000C4DB1" w:rsidP="00281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Ложка состоит из рабочей поверхности со сквозным пазом и с нижнечелюстным в</w:t>
      </w:r>
      <w:r>
        <w:rPr>
          <w:rFonts w:ascii="Times New Roman" w:hAnsi="Times New Roman" w:cs="Times New Roman"/>
          <w:sz w:val="28"/>
          <w:szCs w:val="28"/>
        </w:rPr>
        <w:t>естибулярным бортом  и рукоятки</w:t>
      </w:r>
      <w:r w:rsidRPr="00F935B5">
        <w:rPr>
          <w:rFonts w:ascii="Times New Roman" w:hAnsi="Times New Roman" w:cs="Times New Roman"/>
          <w:sz w:val="28"/>
          <w:szCs w:val="28"/>
        </w:rPr>
        <w:t>. Кроме того ложка содержит небный свод с подъязычным бортом, расположенным по конфигурации альвеолярного отростка, а также вестибулярный верхнечелюстной борта, выполненный на нижнечелюстном борте по периметру рабочей поверхности. Рабоч</w:t>
      </w:r>
      <w:r>
        <w:rPr>
          <w:rFonts w:ascii="Times New Roman" w:hAnsi="Times New Roman" w:cs="Times New Roman"/>
          <w:sz w:val="28"/>
          <w:szCs w:val="28"/>
        </w:rPr>
        <w:t>ая поверхность также имеет дугообразные поручни</w:t>
      </w:r>
      <w:r w:rsidRPr="00F935B5">
        <w:rPr>
          <w:rFonts w:ascii="Times New Roman" w:hAnsi="Times New Roman" w:cs="Times New Roman"/>
          <w:sz w:val="28"/>
          <w:szCs w:val="28"/>
        </w:rPr>
        <w:t xml:space="preserve"> . Поверхность ложки перфорирована из приведенного описания очевидно, что ложка имеет весьма сложную конфигурацию рабочей поверхности, что затрудняет ее промышленное изготовление. Помимо этого из-за того, что слепочный материал расположен между небным сводом и вестибулярным и подъязычным бортами, возникают трудности с отделением слепочной ложки при открывании моделей - зубы на моделях часто отламываются и крошатся, что делает их непригодными к дальнейшей работе. С другой стороны, при выведении слепков из полости рта возможно отделение слепочного материала от ложки, а вставить его обратно в ложе затруднительно, так как, выступы на материале в местах перфораций ложки не входят в отверстия, их приходится срезать, на что затрачивается дополнительное время.</w:t>
      </w:r>
    </w:p>
    <w:p w:rsidR="000C4DB1" w:rsidRPr="00F935B5" w:rsidRDefault="000C4DB1" w:rsidP="0028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Цель изобретения - сокращение времени на снятие слепка путем одномоментного получения слепков с двух челюстей в центрально-окклюзионом положении и экономия слепочного и вспомогательного материалов.</w:t>
      </w:r>
    </w:p>
    <w:p w:rsidR="000C4DB1" w:rsidRPr="00F935B5" w:rsidRDefault="000C4DB1" w:rsidP="0028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Техническое решение задачи достигается конструкцией ложки для снятия стоматологических слепков.</w:t>
      </w:r>
    </w:p>
    <w:p w:rsidR="000C4DB1" w:rsidRPr="00F935B5" w:rsidRDefault="000C4DB1" w:rsidP="0028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</w:t>
      </w:r>
      <w:r w:rsidRPr="00F935B5">
        <w:rPr>
          <w:rFonts w:ascii="Times New Roman" w:hAnsi="Times New Roman" w:cs="Times New Roman"/>
          <w:sz w:val="28"/>
          <w:szCs w:val="28"/>
        </w:rPr>
        <w:t>. 2 схематически изображена предлагаемая слепочная ложка.</w:t>
      </w:r>
    </w:p>
    <w:p w:rsidR="000C4DB1" w:rsidRPr="00F935B5" w:rsidRDefault="000C4DB1" w:rsidP="0028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Ложка состоит из рабочей поверхности 1 со сквозным пазом  2 и перемычками 3 и рукоятки А.</w:t>
      </w:r>
    </w:p>
    <w:p w:rsidR="000C4DB1" w:rsidRPr="00F935B5" w:rsidRDefault="000C4DB1" w:rsidP="0028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Рабочая поверхность выполнена в виде непрерывной металлической ленты изогнутой подковообразно по форме альвеолярного гребня, причем поверхность ленты вогнута в сторону сквозного паза, а сопряжения между наружной и внутренней дугой ленты выполнены в виде перемычек.</w:t>
      </w:r>
    </w:p>
    <w:p w:rsidR="000C4DB1" w:rsidRPr="00F935B5" w:rsidRDefault="000C4DB1" w:rsidP="0028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Ложка изготовлена из нержавеющей стали толщиной 1,0-</w:t>
      </w:r>
      <w:smartTag w:uri="urn:schemas-microsoft-com:office:smarttags" w:element="metricconverter">
        <w:smartTagPr>
          <w:attr w:name="ProductID" w:val="1.5 мм"/>
        </w:smartTagPr>
        <w:r w:rsidRPr="00F935B5">
          <w:rPr>
            <w:rFonts w:ascii="Times New Roman" w:hAnsi="Times New Roman" w:cs="Times New Roman"/>
            <w:sz w:val="28"/>
            <w:szCs w:val="28"/>
          </w:rPr>
          <w:t>1.5 мм</w:t>
        </w:r>
      </w:smartTag>
      <w:r w:rsidRPr="00F935B5">
        <w:rPr>
          <w:rFonts w:ascii="Times New Roman" w:hAnsi="Times New Roman" w:cs="Times New Roman"/>
          <w:sz w:val="28"/>
          <w:szCs w:val="28"/>
        </w:rPr>
        <w:t>. Ширина ленты 10,0-</w:t>
      </w:r>
      <w:smartTag w:uri="urn:schemas-microsoft-com:office:smarttags" w:element="metricconverter">
        <w:smartTagPr>
          <w:attr w:name="ProductID" w:val="12,0 мм"/>
        </w:smartTagPr>
        <w:r w:rsidRPr="00F935B5">
          <w:rPr>
            <w:rFonts w:ascii="Times New Roman" w:hAnsi="Times New Roman" w:cs="Times New Roman"/>
            <w:sz w:val="28"/>
            <w:szCs w:val="28"/>
          </w:rPr>
          <w:t>12,0 мм</w:t>
        </w:r>
      </w:smartTag>
      <w:r w:rsidRPr="00F935B5">
        <w:rPr>
          <w:rFonts w:ascii="Times New Roman" w:hAnsi="Times New Roman" w:cs="Times New Roman"/>
          <w:sz w:val="28"/>
          <w:szCs w:val="28"/>
        </w:rPr>
        <w:t>. Ширина сквозного паза (расстояние между наружной и внутренней дугой ленты) 15,0-</w:t>
      </w:r>
      <w:smartTag w:uri="urn:schemas-microsoft-com:office:smarttags" w:element="metricconverter">
        <w:smartTagPr>
          <w:attr w:name="ProductID" w:val="25,0 мм"/>
        </w:smartTagPr>
        <w:r w:rsidRPr="00F935B5">
          <w:rPr>
            <w:rFonts w:ascii="Times New Roman" w:hAnsi="Times New Roman" w:cs="Times New Roman"/>
            <w:sz w:val="28"/>
            <w:szCs w:val="28"/>
          </w:rPr>
          <w:t>25,0 мм</w:t>
        </w:r>
      </w:smartTag>
      <w:r w:rsidRPr="00F935B5">
        <w:rPr>
          <w:rFonts w:ascii="Times New Roman" w:hAnsi="Times New Roman" w:cs="Times New Roman"/>
          <w:sz w:val="28"/>
          <w:szCs w:val="28"/>
        </w:rPr>
        <w:t>.</w:t>
      </w:r>
    </w:p>
    <w:p w:rsidR="000C4DB1" w:rsidRPr="00F935B5" w:rsidRDefault="000C4DB1" w:rsidP="0028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В связи с тем, что зубные дуги человека имеют разные размеры, ложка может быть выполнена в пяти типоразмерах по ширине и длине пространства между наружной и внутренней дугами ленты, т.е. по величине сквозного паза.</w:t>
      </w:r>
    </w:p>
    <w:p w:rsidR="000C4DB1" w:rsidRPr="00F935B5" w:rsidRDefault="000C4DB1" w:rsidP="00281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Перед снятием слепка врач производит подбор ложки по размеру. Для этого ложка вводится в полость рта и располагается так, чтобы сопряжения между наружной и внутренней дугами ленты (перемычки) располагались позади зубного ряда, за зубами мудрости, а при их отсутствии - за буграми верхней челюсти. Расстояние между рабочей поверхностью ложки и зубным рядом должно быть 3,0-</w:t>
      </w:r>
      <w:smartTag w:uri="urn:schemas-microsoft-com:office:smarttags" w:element="metricconverter">
        <w:smartTagPr>
          <w:attr w:name="ProductID" w:val="4,0 мм"/>
        </w:smartTagPr>
        <w:r w:rsidRPr="00F935B5">
          <w:rPr>
            <w:rFonts w:ascii="Times New Roman" w:hAnsi="Times New Roman" w:cs="Times New Roman"/>
            <w:sz w:val="28"/>
            <w:szCs w:val="28"/>
          </w:rPr>
          <w:t>4,0 мм</w:t>
        </w:r>
      </w:smartTag>
      <w:r w:rsidRPr="00F935B5">
        <w:rPr>
          <w:rFonts w:ascii="Times New Roman" w:hAnsi="Times New Roman" w:cs="Times New Roman"/>
          <w:sz w:val="28"/>
          <w:szCs w:val="28"/>
        </w:rPr>
        <w:t>, При этом возможна небольшая коррекция рабочей поверхности ложки в соответствии с радиусом зубной дуги путем изгибания вручную. Далее пациенту предлагается сомкнуть несколько раз зубы в центральной окклюзии, при этом контролируется беспрепятственнос</w:t>
      </w:r>
      <w:r>
        <w:rPr>
          <w:rFonts w:ascii="Times New Roman" w:hAnsi="Times New Roman" w:cs="Times New Roman"/>
          <w:sz w:val="28"/>
          <w:szCs w:val="28"/>
        </w:rPr>
        <w:t>ть смыкания челюстей и уровень</w:t>
      </w:r>
      <w:r w:rsidRPr="00F935B5">
        <w:rPr>
          <w:rFonts w:ascii="Times New Roman" w:hAnsi="Times New Roman" w:cs="Times New Roman"/>
          <w:sz w:val="28"/>
          <w:szCs w:val="28"/>
        </w:rPr>
        <w:t xml:space="preserve"> расположения ложки по отношению к зубным рядам. Ложка выводится из полости рта.</w:t>
      </w:r>
    </w:p>
    <w:p w:rsidR="000C4DB1" w:rsidRPr="00F935B5" w:rsidRDefault="000C4DB1" w:rsidP="0028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После подбора ложки приготовленная слепочная масса (например Сиэласт 03,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Сиэласт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05, </w:t>
      </w:r>
      <w:r w:rsidRPr="00F935B5">
        <w:rPr>
          <w:rFonts w:ascii="Times New Roman" w:hAnsi="Times New Roman" w:cs="Times New Roman"/>
          <w:sz w:val="28"/>
          <w:szCs w:val="28"/>
        </w:rPr>
        <w:t>оптозил, экзафлекс и др.) укладывается в сквозной паз между наружным и внутренним краем ложки, ложка вводится в полость рта и больному предлагается медленно смыкать зубные ряды, при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35B5">
        <w:rPr>
          <w:rFonts w:ascii="Times New Roman" w:hAnsi="Times New Roman" w:cs="Times New Roman"/>
          <w:sz w:val="28"/>
          <w:szCs w:val="28"/>
        </w:rPr>
        <w:t>этом врач контролирует размещение ложки в полости рта по ручке ложки, которая должна быть расположена по линии смыкания губ и совпадать с срединной линией лица. После полимеризации слепочной массы больному предлагается открыть рот и ложка с эластичным слепком выводится из полости рта. При получении слепков для изготовления металлокерамических или цельнолитых зубных протезов, когда необходимо иметь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35B5">
        <w:rPr>
          <w:rFonts w:ascii="Times New Roman" w:hAnsi="Times New Roman" w:cs="Times New Roman"/>
          <w:sz w:val="28"/>
          <w:szCs w:val="28"/>
        </w:rPr>
        <w:t>очень точное отображение шеек зубов в придесневой области, слепок заполняется коррегирующей слепочной массой, вновь вводится в полость рта и зубные ряды смыкаются в центральной окклюзии. После полимеризации коррегирующего слоя слепочной массы ложка со слепком выводится из полости рта.</w:t>
      </w:r>
    </w:p>
    <w:p w:rsidR="000C4DB1" w:rsidRPr="00F935B5" w:rsidRDefault="000C4DB1" w:rsidP="00281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Далее зубной техник производит отливку модел</w:t>
      </w:r>
      <w:r>
        <w:rPr>
          <w:rFonts w:ascii="Times New Roman" w:hAnsi="Times New Roman" w:cs="Times New Roman"/>
          <w:sz w:val="28"/>
          <w:szCs w:val="28"/>
        </w:rPr>
        <w:t>ей верхней и нижней челюстей с</w:t>
      </w:r>
      <w:r w:rsidRPr="00F935B5">
        <w:rPr>
          <w:rFonts w:ascii="Times New Roman" w:hAnsi="Times New Roman" w:cs="Times New Roman"/>
          <w:sz w:val="28"/>
          <w:szCs w:val="28"/>
        </w:rPr>
        <w:t xml:space="preserve"> фиксацией их в окклюдаторе известным способом.</w:t>
      </w:r>
    </w:p>
    <w:p w:rsidR="000C4DB1" w:rsidRPr="00F935B5" w:rsidRDefault="000C4DB1" w:rsidP="00E56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 xml:space="preserve">Предлагаемая конструкция ложки для получения стоматологических слепков дает возможность получить одномоментно слепки с обеих челюстей в положении центральной окклюзии, сокращает этапы изготовления протезов как съемной, так и несъемной конструкции. На получение слепков затрачивается в два раза меньше слепочного материала, чем при снятии слепков с верхней и нижней челюстей отдельно. Кроме того сокращается число посещений больного к врачу, так как отпадает </w:t>
      </w:r>
      <w:r>
        <w:rPr>
          <w:rFonts w:ascii="Times New Roman" w:hAnsi="Times New Roman" w:cs="Times New Roman"/>
          <w:sz w:val="28"/>
          <w:szCs w:val="28"/>
        </w:rPr>
        <w:t xml:space="preserve">надобность в этапе определения </w:t>
      </w:r>
      <w:r w:rsidRPr="00F935B5">
        <w:rPr>
          <w:rFonts w:ascii="Times New Roman" w:hAnsi="Times New Roman" w:cs="Times New Roman"/>
          <w:sz w:val="28"/>
          <w:szCs w:val="28"/>
        </w:rPr>
        <w:t xml:space="preserve"> центральной окклюзии. А поскольку нет этого этапа, исключается и лабораторный этап - изготовление восковых базисов с прикусными валиками, что экономит время зубного техника и вспомогательный материал воск. А новизна конструкции состоит в том, что рабочая поверхность выполнена о виде непрерывной ленты, вогнутой по форме</w:t>
      </w:r>
      <w:r>
        <w:rPr>
          <w:rFonts w:ascii="Times New Roman" w:hAnsi="Times New Roman" w:cs="Times New Roman"/>
          <w:sz w:val="28"/>
          <w:szCs w:val="28"/>
        </w:rPr>
        <w:t>. Это дает ложке  избежать некоторых  недостатков</w:t>
      </w:r>
      <w:r w:rsidRPr="00F935B5">
        <w:rPr>
          <w:rFonts w:ascii="Times New Roman" w:hAnsi="Times New Roman" w:cs="Times New Roman"/>
          <w:sz w:val="28"/>
          <w:szCs w:val="28"/>
        </w:rPr>
        <w:t xml:space="preserve"> по сравнению с прототипом:</w:t>
      </w:r>
      <w:r>
        <w:rPr>
          <w:rFonts w:ascii="Times New Roman" w:hAnsi="Times New Roman" w:cs="Times New Roman"/>
          <w:sz w:val="28"/>
          <w:szCs w:val="28"/>
        </w:rPr>
        <w:t xml:space="preserve"> при котором имея прерывистость, аппарат создает малую адгезивность нарушая  целостность слепка и</w:t>
      </w:r>
      <w:r w:rsidRPr="00F935B5">
        <w:rPr>
          <w:rFonts w:ascii="Times New Roman" w:hAnsi="Times New Roman" w:cs="Times New Roman"/>
          <w:sz w:val="28"/>
          <w:szCs w:val="28"/>
        </w:rPr>
        <w:t xml:space="preserve"> проста в изготовлении, для ее изготовления требуется в три раза меньше материала; рабочую поверхн</w:t>
      </w:r>
      <w:r>
        <w:rPr>
          <w:rFonts w:ascii="Times New Roman" w:hAnsi="Times New Roman" w:cs="Times New Roman"/>
          <w:sz w:val="28"/>
          <w:szCs w:val="28"/>
        </w:rPr>
        <w:t>ость ложки можно путем плотности прилегания что дает возможность</w:t>
      </w:r>
      <w:r w:rsidRPr="00F935B5">
        <w:rPr>
          <w:rFonts w:ascii="Times New Roman" w:hAnsi="Times New Roman" w:cs="Times New Roman"/>
          <w:sz w:val="28"/>
          <w:szCs w:val="28"/>
        </w:rPr>
        <w:t xml:space="preserve"> индивидуализировать, подгонять по форме зубных рядов;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35B5">
        <w:rPr>
          <w:rFonts w:ascii="Times New Roman" w:hAnsi="Times New Roman" w:cs="Times New Roman"/>
          <w:sz w:val="28"/>
          <w:szCs w:val="28"/>
        </w:rPr>
        <w:t xml:space="preserve">вогнутость рабочей поверхности внутрь сквозного </w:t>
      </w:r>
      <w:r>
        <w:rPr>
          <w:rFonts w:ascii="Times New Roman" w:hAnsi="Times New Roman" w:cs="Times New Roman"/>
          <w:sz w:val="28"/>
          <w:szCs w:val="28"/>
        </w:rPr>
        <w:t>паза ложки создает как бы дополнительное пространство</w:t>
      </w:r>
      <w:r w:rsidRPr="00F935B5">
        <w:rPr>
          <w:rFonts w:ascii="Times New Roman" w:hAnsi="Times New Roman" w:cs="Times New Roman"/>
          <w:sz w:val="28"/>
          <w:szCs w:val="28"/>
        </w:rPr>
        <w:t xml:space="preserve"> для слепочного материала, из которой слепок легко выводится и свободно устанавливается обратно, причем точно. Этому же способствует и отсутствие перфораций на рабочей поверхности ложки;</w:t>
      </w:r>
      <w:r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Pr="00F935B5">
        <w:rPr>
          <w:rFonts w:ascii="Times New Roman" w:hAnsi="Times New Roman" w:cs="Times New Roman"/>
          <w:sz w:val="28"/>
          <w:szCs w:val="28"/>
        </w:rPr>
        <w:t>исключается необходимость размещения в ложке инородных материалов в виде марли, упругих сеток и т.п., что обеспечивает точную фиксацию центрального соотношения челюстей;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935B5">
        <w:rPr>
          <w:rFonts w:ascii="Times New Roman" w:hAnsi="Times New Roman" w:cs="Times New Roman"/>
          <w:sz w:val="28"/>
          <w:szCs w:val="28"/>
        </w:rPr>
        <w:t>малая ширина ленты рабочей поверхности по сравнению с прототипом, имеющим верхнечелюстной и нижнечелюстной борта, позволят лучше формировать края слепка функциональным методом и обеспечивает возможность хорошего визуального контроля за распределением слепочного материала.</w:t>
      </w:r>
    </w:p>
    <w:p w:rsidR="000C4DB1" w:rsidRPr="00F935B5" w:rsidRDefault="000C4DB1" w:rsidP="00281C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Преимуществом предлагаемой</w:t>
      </w:r>
      <w:r>
        <w:rPr>
          <w:rFonts w:ascii="Times New Roman" w:hAnsi="Times New Roman" w:cs="Times New Roman"/>
          <w:sz w:val="28"/>
          <w:szCs w:val="28"/>
        </w:rPr>
        <w:t xml:space="preserve"> нами аппарата</w:t>
      </w:r>
      <w:r w:rsidRPr="00F935B5">
        <w:rPr>
          <w:rFonts w:ascii="Times New Roman" w:hAnsi="Times New Roman" w:cs="Times New Roman"/>
          <w:sz w:val="28"/>
          <w:szCs w:val="28"/>
        </w:rPr>
        <w:t xml:space="preserve"> для снятия слепков по сравнению с известными стандартными металлическими ложками является обеспечение возможности одновременного получения слепков с верхней и нижней челюстей, При этом в два раза сокращаются затраты врачебного времени и в 1,5-2 раза </w:t>
      </w:r>
      <w:r>
        <w:rPr>
          <w:rFonts w:ascii="Times New Roman" w:hAnsi="Times New Roman" w:cs="Times New Roman"/>
          <w:sz w:val="28"/>
          <w:szCs w:val="28"/>
        </w:rPr>
        <w:t>меньше расходуется дорогостоящая слепочная масса</w:t>
      </w:r>
      <w:r w:rsidRPr="00F935B5">
        <w:rPr>
          <w:rFonts w:ascii="Times New Roman" w:hAnsi="Times New Roman" w:cs="Times New Roman"/>
          <w:sz w:val="28"/>
          <w:szCs w:val="28"/>
        </w:rPr>
        <w:t>. Слепок, полученный предлагаемой ложкой, отображает положение челюсти в центральной окклюзии, что исключает необходимость изготовления зубным техником восковых базисов с прикусными валиками, а следовательно экономится время и воск. Помимо этого отпадает надобность в посещении пациентом врача для определения центрального соотношения челюстей, т.е. срок изготовления протеза сокращается по числу посещений больного. Повышение производительности труда зубного техника обеспечивается тем, что отливка моделей производится с одновременной- их фиксацией в окклюдаторе.</w:t>
      </w:r>
    </w:p>
    <w:p w:rsidR="000C4DB1" w:rsidRPr="00D967A0" w:rsidRDefault="000C4DB1" w:rsidP="00E5676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35B5">
        <w:rPr>
          <w:rFonts w:ascii="Times New Roman" w:hAnsi="Times New Roman" w:cs="Times New Roman"/>
          <w:sz w:val="28"/>
          <w:szCs w:val="28"/>
        </w:rPr>
        <w:t>Дальнейшее изготовление зубных протезов производится известными способами.</w:t>
      </w:r>
    </w:p>
    <w:p w:rsidR="000C4DB1" w:rsidRDefault="000C4DB1" w:rsidP="00E567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нас заинтересовал именно</w:t>
      </w:r>
      <w:r w:rsidRPr="00D967A0">
        <w:rPr>
          <w:rFonts w:ascii="Times New Roman" w:hAnsi="Times New Roman" w:cs="Times New Roman"/>
          <w:sz w:val="28"/>
          <w:szCs w:val="28"/>
        </w:rPr>
        <w:t xml:space="preserve"> сам процесс экономного и рационального снятия сл</w:t>
      </w:r>
      <w:r>
        <w:rPr>
          <w:rFonts w:ascii="Times New Roman" w:hAnsi="Times New Roman" w:cs="Times New Roman"/>
          <w:sz w:val="28"/>
          <w:szCs w:val="28"/>
        </w:rPr>
        <w:t>епка, с этой целью нами разрабо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D967A0">
        <w:rPr>
          <w:rFonts w:ascii="Times New Roman" w:hAnsi="Times New Roman" w:cs="Times New Roman"/>
          <w:sz w:val="28"/>
          <w:szCs w:val="28"/>
        </w:rPr>
        <w:t>ан достаточно простой и точный способ снятия слепка , для этой цели  нами р</w:t>
      </w:r>
      <w:r>
        <w:rPr>
          <w:rFonts w:ascii="Times New Roman" w:hAnsi="Times New Roman" w:cs="Times New Roman"/>
          <w:sz w:val="28"/>
          <w:szCs w:val="28"/>
        </w:rPr>
        <w:t>азработано приспособление дающи</w:t>
      </w:r>
      <w:r w:rsidRPr="00D967A0">
        <w:rPr>
          <w:rFonts w:ascii="Times New Roman" w:hAnsi="Times New Roman" w:cs="Times New Roman"/>
          <w:sz w:val="28"/>
          <w:szCs w:val="28"/>
        </w:rPr>
        <w:t>й возможность рационально и точно</w:t>
      </w:r>
      <w:r>
        <w:rPr>
          <w:rFonts w:ascii="Times New Roman" w:hAnsi="Times New Roman" w:cs="Times New Roman"/>
          <w:sz w:val="28"/>
          <w:szCs w:val="28"/>
        </w:rPr>
        <w:t xml:space="preserve"> снять слеп</w:t>
      </w:r>
      <w:r w:rsidRPr="00D967A0">
        <w:rPr>
          <w:rFonts w:ascii="Times New Roman" w:hAnsi="Times New Roman" w:cs="Times New Roman"/>
          <w:sz w:val="28"/>
          <w:szCs w:val="28"/>
        </w:rPr>
        <w:t>к</w:t>
      </w:r>
      <w:r w:rsidRPr="000638FA">
        <w:rPr>
          <w:rFonts w:ascii="Times New Roman" w:hAnsi="Times New Roman" w:cs="Times New Roman"/>
          <w:sz w:val="28"/>
          <w:szCs w:val="28"/>
        </w:rPr>
        <w:t>поочередно с верхней и нижней челюстей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4DB1" w:rsidRDefault="000C4DB1" w:rsidP="00D967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val="en-US"/>
        </w:rPr>
        <w:pict>
          <v:oval id="Овал 19" o:spid="_x0000_s1026" style="position:absolute;left:0;text-align:left;margin-left:51.45pt;margin-top:22.85pt;width:57pt;height:27.7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" fillcolor="#5b9bd5" strokecolor="#1f4d78" strokeweight="1pt">
            <v:stroke joinstyle="miter"/>
            <v:textbox>
              <w:txbxContent>
                <w:p w:rsidR="000C4DB1" w:rsidRPr="00EB131A" w:rsidRDefault="000C4DB1" w:rsidP="00EB131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</w:pPr>
                  <w:r w:rsidRPr="00EB131A"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  <w:t>1</w:t>
                  </w:r>
                </w:p>
              </w:txbxContent>
            </v:textbox>
          </v:oval>
        </w:pict>
      </w:r>
      <w:r>
        <w:rPr>
          <w:noProof/>
          <w:lang w:val="en-US"/>
        </w:rPr>
        <w:pict>
          <v:oval id="Овал 21" o:spid="_x0000_s1027" style="position:absolute;left:0;text-align:left;margin-left:95.7pt;margin-top:155.1pt;width:51pt;height:49.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" fillcolor="#5b9bd5" strokecolor="#1f4d78" strokeweight="1pt">
            <v:stroke joinstyle="miter"/>
            <v:textbox>
              <w:txbxContent>
                <w:p w:rsidR="000C4DB1" w:rsidRPr="00307025" w:rsidRDefault="000C4DB1" w:rsidP="00EB131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</w:pPr>
                  <w:r w:rsidRPr="00307025"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  <w:lang w:val="en-US"/>
        </w:rPr>
        <w:pict>
          <v:oval id="Овал 22" o:spid="_x0000_s1028" style="position:absolute;left:0;text-align:left;margin-left:319.95pt;margin-top:118.35pt;width:50.25pt;height:49.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" fillcolor="#5b9bd5" strokecolor="#1f4d78" strokeweight="1pt">
            <v:stroke joinstyle="miter"/>
            <v:textbox>
              <w:txbxContent>
                <w:p w:rsidR="000C4DB1" w:rsidRPr="00307025" w:rsidRDefault="000C4DB1" w:rsidP="00EB131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</w:pPr>
                  <w:r w:rsidRPr="00307025"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  <w:t>4</w:t>
                  </w:r>
                </w:p>
              </w:txbxContent>
            </v:textbox>
          </v:oval>
        </w:pict>
      </w:r>
      <w:r>
        <w:rPr>
          <w:noProof/>
          <w:lang w:val="en-US"/>
        </w:rPr>
        <w:pict>
          <v:oval id="Овал 20" o:spid="_x0000_s1029" style="position:absolute;left:0;text-align:left;margin-left:16.2pt;margin-top:119.85pt;width:52.5pt;height:50.2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" fillcolor="#5b9bd5" strokecolor="#1f4d78" strokeweight="1pt">
            <v:stroke joinstyle="miter"/>
            <v:textbox>
              <w:txbxContent>
                <w:p w:rsidR="000C4DB1" w:rsidRPr="00EB131A" w:rsidRDefault="000C4DB1" w:rsidP="00EB131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</w:pPr>
                  <w:r w:rsidRPr="00EB131A"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8" o:spid="_x0000_s1030" type="#_x0000_t32" style="position:absolute;left:0;text-align:left;margin-left:229.95pt;margin-top:119.1pt;width:108.75pt;height:20.25pt;flip:x 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" strokecolor="#ed7d31" strokeweight="1.5pt">
            <v:stroke endarrow="block" joinstyle="miter"/>
          </v:shape>
        </w:pict>
      </w:r>
      <w:r>
        <w:rPr>
          <w:noProof/>
          <w:lang w:val="en-US"/>
        </w:rPr>
        <w:pict>
          <v:shape id="Прямая со стрелкой 17" o:spid="_x0000_s1031" type="#_x0000_t32" style="position:absolute;left:0;text-align:left;margin-left:106.2pt;margin-top:113.1pt;width:61.5pt;height:70.5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" strokecolor="#ed7d31" strokeweight="1.5pt">
            <v:stroke endarrow="block" joinstyle="miter"/>
          </v:shape>
        </w:pict>
      </w:r>
      <w:r>
        <w:rPr>
          <w:noProof/>
          <w:lang w:val="en-US"/>
        </w:rPr>
        <w:pict>
          <v:shape id="Прямая со стрелкой 16" o:spid="_x0000_s1032" type="#_x0000_t32" style="position:absolute;left:0;text-align:left;margin-left:46.2pt;margin-top:82.35pt;width:46.5pt;height:57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" strokecolor="#ed7d31" strokeweight="1.5pt">
            <v:stroke endarrow="block" joinstyle="miter"/>
          </v:shape>
        </w:pict>
      </w:r>
      <w:r>
        <w:rPr>
          <w:noProof/>
          <w:lang w:val="en-US"/>
        </w:rPr>
        <w:pict>
          <v:shape id="Прямая со стрелкой 15" o:spid="_x0000_s1033" type="#_x0000_t32" style="position:absolute;left:0;text-align:left;margin-left:80.7pt;margin-top:.6pt;width:1.5pt;height:51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" strokecolor="#ed7d31" strokeweight="1.5pt">
            <v:stroke endarrow="block" joinstyle="miter"/>
          </v:shape>
        </w:pict>
      </w:r>
      <w:r w:rsidRPr="00C971AF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22.75pt;height:391.5pt;rotation:-90;visibility:visible">
            <v:imagedata r:id="rId5" o:title=""/>
          </v:shape>
        </w:pict>
      </w:r>
    </w:p>
    <w:p w:rsidR="000C4DB1" w:rsidRDefault="000C4DB1" w:rsidP="005A781D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val="en-US"/>
        </w:rPr>
        <w:pict>
          <v:rect id="Прямоугольник 14" o:spid="_x0000_s1034" style="position:absolute;margin-left:0;margin-top:.55pt;width:11.25pt;height:6pt;flip:y;z-index:251659264;visibility:visible;mso-position-horizontal:left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" fillcolor="#5b9bd5" strokecolor="#1f4d78" strokeweight="1pt">
            <v:textbox>
              <w:txbxContent>
                <w:p w:rsidR="000C4DB1" w:rsidRPr="000C1BDA" w:rsidRDefault="000C4DB1" w:rsidP="00F3179B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xbxContent>
            </v:textbox>
            <w10:wrap anchorx="margin"/>
          </v:rect>
        </w:pict>
      </w:r>
    </w:p>
    <w:p w:rsidR="000C4DB1" w:rsidRDefault="000C4DB1" w:rsidP="00F317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Рис.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0C4DB1" w:rsidRPr="00995416" w:rsidRDefault="000C4DB1" w:rsidP="00F3179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На рисунке№1</w:t>
      </w:r>
      <w:r w:rsidRPr="000638FA">
        <w:rPr>
          <w:rFonts w:ascii="Times New Roman" w:hAnsi="Times New Roman" w:cs="Times New Roman"/>
          <w:sz w:val="28"/>
          <w:szCs w:val="28"/>
          <w:lang w:val="kk-KZ"/>
        </w:rPr>
        <w:t xml:space="preserve"> изображено приспособление.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Так представлен закруленный конец бранша  с бортиками - 1,  2- тело браншас боковыми стенками для фиксации материала браншам, 3- фиксирующие и соединяющие две половинки браншей, 4-сочленяющее отверствие второй части бранша.</w:t>
      </w:r>
    </w:p>
    <w:p w:rsidR="000C4DB1" w:rsidRPr="00995416" w:rsidRDefault="000C4DB1" w:rsidP="00D967A0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noProof/>
          <w:lang w:val="en-US"/>
        </w:rPr>
        <w:pict>
          <v:rect id="Прямоугольник 11" o:spid="_x0000_s1035" style="position:absolute;left:0;text-align:left;margin-left:0;margin-top:217.2pt;width:22.5pt;height:3.6pt;flip:y;z-index:251658240;visibility:visible;mso-position-horizontal:left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" fillcolor="#5b9bd5" strokecolor="#1f4d78" strokeweight="1pt">
            <v:textbox>
              <w:txbxContent>
                <w:p w:rsidR="000C4DB1" w:rsidRPr="005A781D" w:rsidRDefault="000C4DB1" w:rsidP="005A781D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xbxContent>
            </v:textbox>
            <w10:wrap anchorx="margin"/>
          </v:rect>
        </w:pict>
      </w:r>
      <w:r>
        <w:rPr>
          <w:noProof/>
          <w:lang w:val="en-US"/>
        </w:rPr>
        <w:pict>
          <v:oval id="Овал 7" o:spid="_x0000_s1036" style="position:absolute;left:0;text-align:left;margin-left:323.7pt;margin-top:1.4pt;width:57.75pt;height:38.25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" fillcolor="#5b9bd5" strokecolor="#1f4d78" strokeweight="1pt">
            <v:stroke joinstyle="miter"/>
            <v:textbox>
              <w:txbxContent>
                <w:p w:rsidR="000C4DB1" w:rsidRPr="00307025" w:rsidRDefault="000C4DB1" w:rsidP="009954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</w:pPr>
                  <w:r w:rsidRPr="00307025"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  <w:lang w:val="en-US"/>
        </w:rPr>
        <w:pict>
          <v:oval id="Овал 13" o:spid="_x0000_s1037" style="position:absolute;left:0;text-align:left;margin-left:328.95pt;margin-top:165.7pt;width:46.5pt;height:41.2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" fillcolor="#5b9bd5" strokecolor="#1f4d78" strokeweight="1pt">
            <v:stroke joinstyle="miter"/>
            <v:textbox>
              <w:txbxContent>
                <w:p w:rsidR="000C4DB1" w:rsidRPr="00307025" w:rsidRDefault="000C4DB1" w:rsidP="009954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</w:pPr>
                  <w:r w:rsidRPr="00307025"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  <w:t>5</w:t>
                  </w:r>
                </w:p>
              </w:txbxContent>
            </v:textbox>
          </v:oval>
        </w:pict>
      </w:r>
      <w:r>
        <w:rPr>
          <w:noProof/>
          <w:lang w:val="en-US"/>
        </w:rPr>
        <w:pict>
          <v:shape id="Прямая со стрелкой 3" o:spid="_x0000_s1038" type="#_x0000_t32" style="position:absolute;left:0;text-align:left;margin-left:143.7pt;margin-top:143.2pt;width:38.25pt;height:52.5pt;flip:y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" strokeweight="2.25pt">
            <v:stroke endarrow="block" joinstyle="miter"/>
          </v:shape>
        </w:pict>
      </w:r>
      <w:r>
        <w:rPr>
          <w:noProof/>
          <w:lang w:val="en-US"/>
        </w:rPr>
        <w:pict>
          <v:oval id="Овал 9" o:spid="_x0000_s1039" style="position:absolute;left:0;text-align:left;margin-left:90.45pt;margin-top:158.1pt;width:66.75pt;height:47.25pt;rotation:458930fd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" fillcolor="#5b9bd5" strokecolor="#1f4d78" strokeweight="1pt">
            <v:stroke joinstyle="miter"/>
            <v:textbox>
              <w:txbxContent>
                <w:p w:rsidR="000C4DB1" w:rsidRPr="00307025" w:rsidRDefault="000C4DB1" w:rsidP="009954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</w:pPr>
                  <w:r w:rsidRPr="00307025"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  <w:t>4</w:t>
                  </w:r>
                </w:p>
              </w:txbxContent>
            </v:textbox>
          </v:oval>
        </w:pict>
      </w:r>
      <w:r>
        <w:rPr>
          <w:noProof/>
          <w:lang w:val="en-US"/>
        </w:rPr>
        <w:pict>
          <v:shape id="Прямая со стрелкой 4" o:spid="_x0000_s1040" type="#_x0000_t32" style="position:absolute;left:0;text-align:left;margin-left:93.45pt;margin-top:21.3pt;width:4.5pt;height:80.25pt;flip:x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" strokeweight="2.25pt">
            <v:stroke endarrow="block" joinstyle="miter"/>
          </v:shape>
        </w:pict>
      </w:r>
      <w:r>
        <w:rPr>
          <w:noProof/>
          <w:lang w:val="en-US"/>
        </w:rPr>
        <w:pict>
          <v:shape id="Прямая со стрелкой 5" o:spid="_x0000_s1041" type="#_x0000_t32" style="position:absolute;left:0;text-align:left;margin-left:269.7pt;margin-top:13.8pt;width:123.75pt;height:24pt;flip:x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" strokeweight="2.25pt">
            <v:stroke endarrow="block" joinstyle="miter"/>
          </v:shape>
        </w:pict>
      </w:r>
      <w:r>
        <w:rPr>
          <w:noProof/>
          <w:lang w:val="en-US"/>
        </w:rPr>
        <w:pict>
          <v:shape id="Прямая со стрелкой 12" o:spid="_x0000_s1042" type="#_x0000_t32" style="position:absolute;left:0;text-align:left;margin-left:100.95pt;margin-top:108.05pt;width:285pt;height:89.25pt;flip:x y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" strokeweight="2.25pt">
            <v:stroke endarrow="block" joinstyle="miter"/>
          </v:shape>
        </w:pict>
      </w:r>
      <w:r>
        <w:rPr>
          <w:noProof/>
          <w:lang w:val="en-US"/>
        </w:rPr>
        <w:pict>
          <v:oval id="Овал 8" o:spid="_x0000_s1043" style="position:absolute;left:0;text-align:left;margin-left:355.2pt;margin-top:96.7pt;width:47.25pt;height:34.5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" fillcolor="#5b9bd5" strokecolor="#1f4d78" strokeweight="1pt">
            <v:stroke joinstyle="miter"/>
            <v:textbox>
              <w:txbxContent>
                <w:p w:rsidR="000C4DB1" w:rsidRPr="00307025" w:rsidRDefault="000C4DB1" w:rsidP="009954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</w:pPr>
                  <w:r w:rsidRPr="00307025"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  <w:lang w:val="en-US"/>
        </w:rPr>
        <w:pict>
          <v:oval id="Овал 10" o:spid="_x0000_s1044" style="position:absolute;left:0;text-align:left;margin-left:74.7pt;margin-top:.8pt;width:49.5pt;height:36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" fillcolor="#5b9bd5" strokecolor="#1f4d78" strokeweight="1pt">
            <v:stroke joinstyle="miter"/>
            <v:textbox>
              <w:txbxContent>
                <w:p w:rsidR="000C4DB1" w:rsidRPr="00307025" w:rsidRDefault="000C4DB1" w:rsidP="0099541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</w:pPr>
                  <w:r w:rsidRPr="00307025">
                    <w:rPr>
                      <w:rFonts w:ascii="Times New Roman" w:hAnsi="Times New Roman" w:cs="Times New Roman"/>
                      <w:b/>
                      <w:sz w:val="24"/>
                      <w:lang w:val="kk-KZ"/>
                    </w:rPr>
                    <w:t>1</w:t>
                  </w:r>
                </w:p>
              </w:txbxContent>
            </v:textbox>
          </v:oval>
        </w:pict>
      </w:r>
      <w:r>
        <w:rPr>
          <w:noProof/>
          <w:lang w:val="en-US"/>
        </w:rPr>
        <w:pict>
          <v:shape id="Прямая со стрелкой 6" o:spid="_x0000_s1045" type="#_x0000_t32" style="position:absolute;left:0;text-align:left;margin-left:226.95pt;margin-top:115.45pt;width:167.25pt;height:20.25pt;flip:x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" strokeweight="2.25pt">
            <v:stroke endarrow="block" joinstyle="miter"/>
          </v:shape>
        </w:pict>
      </w:r>
      <w:r w:rsidRPr="00C971AF">
        <w:rPr>
          <w:rFonts w:ascii="Times New Roman" w:hAnsi="Times New Roman" w:cs="Times New Roman"/>
          <w:noProof/>
          <w:sz w:val="28"/>
          <w:szCs w:val="28"/>
          <w:lang w:val="en-US"/>
        </w:rPr>
        <w:pict>
          <v:shape id="Рисунок 1" o:spid="_x0000_i1026" type="#_x0000_t75" style="width:393.75pt;height:210.75pt;visibility:visible">
            <v:imagedata r:id="rId6" o:title=""/>
          </v:shape>
        </w:pict>
      </w:r>
    </w:p>
    <w:p w:rsidR="000C4DB1" w:rsidRDefault="000C4DB1" w:rsidP="00D967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DB1" w:rsidRDefault="000C4DB1" w:rsidP="00D967A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Рис.2. </w:t>
      </w:r>
    </w:p>
    <w:p w:rsidR="000C4DB1" w:rsidRDefault="000C4DB1" w:rsidP="007470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рисунке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изображен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аппарат в сборе где - 3 – закругленная оконечность рабочей  части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бранша направленная во внутрь.  2- изогнутая часть бранша для огибания зубного ряда. 3 – начало бортовой части бранша. 4- конечная часть бортов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бранша с вистибулярной части зубного ряда. 5 – соединяющая  и фиксирующая обеих  частей браншей.</w:t>
      </w:r>
    </w:p>
    <w:p w:rsidR="000C4DB1" w:rsidRPr="00747074" w:rsidRDefault="000C4DB1" w:rsidP="007470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67A0">
        <w:rPr>
          <w:rFonts w:ascii="Times New Roman" w:hAnsi="Times New Roman" w:cs="Times New Roman"/>
          <w:sz w:val="28"/>
          <w:szCs w:val="28"/>
        </w:rPr>
        <w:t>Проведя ряд физико-математических экспериментальных исследовании, мы пришли к выводу что использование данного приспособления значительно улучшает биологические показатели и увеличивает эффективность применения</w:t>
      </w:r>
      <w:r>
        <w:rPr>
          <w:rFonts w:ascii="Times New Roman" w:hAnsi="Times New Roman" w:cs="Times New Roman"/>
          <w:sz w:val="28"/>
          <w:szCs w:val="28"/>
        </w:rPr>
        <w:t xml:space="preserve"> ,5 раза уме</w:t>
      </w:r>
      <w:r w:rsidRPr="00D967A0">
        <w:rPr>
          <w:rFonts w:ascii="Times New Roman" w:hAnsi="Times New Roman" w:cs="Times New Roman"/>
          <w:sz w:val="28"/>
          <w:szCs w:val="28"/>
        </w:rPr>
        <w:t xml:space="preserve">ньшает количество нужного количества слепочного материала, за счет боковых направляющих  </w:t>
      </w:r>
      <w:r>
        <w:rPr>
          <w:rFonts w:ascii="Times New Roman" w:hAnsi="Times New Roman" w:cs="Times New Roman"/>
          <w:sz w:val="28"/>
          <w:szCs w:val="28"/>
        </w:rPr>
        <w:t xml:space="preserve">бортиков, и направляющие стенки аппарата </w:t>
      </w:r>
      <w:r w:rsidRPr="00D967A0">
        <w:rPr>
          <w:rFonts w:ascii="Times New Roman" w:hAnsi="Times New Roman" w:cs="Times New Roman"/>
          <w:sz w:val="28"/>
          <w:szCs w:val="28"/>
        </w:rPr>
        <w:t>позволяют рационально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D967A0">
        <w:rPr>
          <w:rFonts w:ascii="Times New Roman" w:hAnsi="Times New Roman" w:cs="Times New Roman"/>
          <w:sz w:val="28"/>
          <w:szCs w:val="28"/>
        </w:rPr>
        <w:t xml:space="preserve">садочный процесс в нужном </w:t>
      </w:r>
      <w:r w:rsidRPr="00747074">
        <w:rPr>
          <w:rFonts w:ascii="Times New Roman" w:hAnsi="Times New Roman" w:cs="Times New Roman"/>
          <w:sz w:val="28"/>
          <w:szCs w:val="28"/>
        </w:rPr>
        <w:t>направлении в 1,7 раза по сравнению с традиционным методом.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7074">
        <w:rPr>
          <w:rFonts w:ascii="Times New Roman" w:hAnsi="Times New Roman" w:cs="Times New Roman"/>
          <w:sz w:val="28"/>
          <w:szCs w:val="28"/>
        </w:rPr>
        <w:t>Для дальнейшего изучения были проведены исследования ряда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7074">
        <w:rPr>
          <w:rFonts w:ascii="Times New Roman" w:hAnsi="Times New Roman" w:cs="Times New Roman"/>
          <w:sz w:val="28"/>
          <w:szCs w:val="28"/>
        </w:rPr>
        <w:t>технических,   параметров.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7074">
        <w:rPr>
          <w:rFonts w:ascii="Times New Roman" w:hAnsi="Times New Roman" w:cs="Times New Roman"/>
          <w:sz w:val="28"/>
          <w:szCs w:val="28"/>
        </w:rPr>
        <w:t>Экспериментальные исследования включали ряд общих показателей такие как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7074">
        <w:rPr>
          <w:rFonts w:ascii="Times New Roman" w:hAnsi="Times New Roman" w:cs="Times New Roman"/>
          <w:sz w:val="28"/>
          <w:szCs w:val="28"/>
        </w:rPr>
        <w:t>влияние конфигурации аппарата при снятии слепков.</w:t>
      </w:r>
    </w:p>
    <w:p w:rsidR="000C4DB1" w:rsidRDefault="000C4DB1" w:rsidP="0074707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747074">
        <w:rPr>
          <w:rFonts w:ascii="Times New Roman" w:hAnsi="Times New Roman" w:cs="Times New Roman"/>
          <w:color w:val="000000"/>
          <w:sz w:val="28"/>
          <w:szCs w:val="28"/>
        </w:rPr>
        <w:t>Известны ложки для снятия слепков с верхней и нижней челюстей стандартные и индивидуальные (см. Руководство к практическим занятиям по ортопедической стоматологии В,Ю. Курляндского. М.: Медгиз, 1961, с. 52-53; Зубопротезная техника В.Н. Копейкин, Л.М,Демнер, М,: Медицина, 1985, с.116-118).</w:t>
      </w:r>
    </w:p>
    <w:p w:rsidR="000C4DB1" w:rsidRPr="00747074" w:rsidRDefault="000C4DB1" w:rsidP="0074707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47074">
        <w:rPr>
          <w:rFonts w:ascii="Times New Roman" w:hAnsi="Times New Roman" w:cs="Times New Roman"/>
          <w:color w:val="000000"/>
          <w:sz w:val="28"/>
          <w:szCs w:val="28"/>
        </w:rPr>
        <w:t>Стандартные слепочные ложки чаще всего изготавливают из различных мягких (типа алюминия)или жестких (нержавеющая сталь) металлов. В последнее время стандартные ложки стали изготавливать и из пластмассы (для разового использования).</w:t>
      </w:r>
    </w:p>
    <w:p w:rsidR="000C4DB1" w:rsidRPr="00747074" w:rsidRDefault="000C4DB1" w:rsidP="005B32C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Слепочные ложки имеют различную форму и величину. Слепочная ложка для верхней челюсти состоит из ручки, ложа для зубов и альвеолярных отростков и ложа для неба. Ложка для нижней челюсти обладает подковообразной формой, внутренний край ее имеет борт для оральной части альвеолярного отростка челюсти. Для получения слепков ложки подбираются по размеру верхней и нижней челюстей, затем приготавливается слепочный материал, наносится в ложку и вводится в полость рта, причем слепки получаются.</w:t>
      </w:r>
    </w:p>
    <w:p w:rsidR="000C4DB1" w:rsidRPr="00747074" w:rsidRDefault="000C4DB1" w:rsidP="005B32C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А в качестве слепочных материалов в последнее время чаще стали применять не гипс, а специальные эластичные материалы. Однако они обладают плохой прилипаемостью к металлическим ложкам и в момент выведения слепка из полости рта отделяются от ложки и деформируются. Чтобы этого избежать были предложены оттискные ложки с отверстиями на всей поверхности ложки для удержания слепочной массы (Е.И. Гаврилов. Теория и клиника протезирования частичными съемными протезами. М.: Медицина, 1973, с. 297).</w:t>
      </w:r>
    </w:p>
    <w:p w:rsidR="000C4DB1" w:rsidRPr="00747074" w:rsidRDefault="000C4DB1" w:rsidP="0074707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Традиционная технология изготовления несъемных зубных протезов (штампованно- паяных, цельнолитых, металлокерамических) и съемных (бюгельных. пластиночных) предусматривает проведение следующих клинико-лабораторных этапов:</w:t>
      </w:r>
    </w:p>
    <w:p w:rsidR="000C4DB1" w:rsidRPr="00747074" w:rsidRDefault="000C4DB1" w:rsidP="0074707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1)подбор ложек и снятие слепков с верхней и нижней челюстей:</w:t>
      </w:r>
    </w:p>
    <w:p w:rsidR="000C4DB1" w:rsidRPr="00747074" w:rsidRDefault="000C4DB1" w:rsidP="0074707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2)отливка моделей челюстей:</w:t>
      </w:r>
    </w:p>
    <w:p w:rsidR="000C4DB1" w:rsidRPr="00747074" w:rsidRDefault="000C4DB1" w:rsidP="0074707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3)изготовление восковых базисов с прикусными валиками;</w:t>
      </w:r>
    </w:p>
    <w:p w:rsidR="000C4DB1" w:rsidRPr="00747074" w:rsidRDefault="000C4DB1" w:rsidP="0074707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4)определение центрального соотношения челюстей (прикуса).</w:t>
      </w:r>
    </w:p>
    <w:p w:rsidR="000C4DB1" w:rsidRPr="00747074" w:rsidRDefault="000C4DB1" w:rsidP="0074707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5)</w:t>
      </w:r>
      <w:r>
        <w:rPr>
          <w:color w:val="000000"/>
          <w:sz w:val="28"/>
          <w:szCs w:val="28"/>
          <w:lang w:val="uk-UA"/>
        </w:rPr>
        <w:t xml:space="preserve"> </w:t>
      </w:r>
      <w:r w:rsidRPr="00747074">
        <w:rPr>
          <w:color w:val="000000"/>
          <w:sz w:val="28"/>
          <w:szCs w:val="28"/>
        </w:rPr>
        <w:t>загипсовка моделей в окклюдатор и изготовление протезов;</w:t>
      </w:r>
    </w:p>
    <w:p w:rsidR="000C4DB1" w:rsidRPr="00747074" w:rsidRDefault="000C4DB1" w:rsidP="0074707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6)проверка конструкции протезов во рту больного:</w:t>
      </w:r>
    </w:p>
    <w:p w:rsidR="000C4DB1" w:rsidRPr="00747074" w:rsidRDefault="000C4DB1" w:rsidP="0074707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7) окончательное изготовление протезов и наложение их больному.</w:t>
      </w:r>
    </w:p>
    <w:p w:rsidR="000C4DB1" w:rsidRPr="00747074" w:rsidRDefault="000C4DB1" w:rsidP="0074707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Проведение перечисленных этапов требует определенной затраты времени врача и зубного техника, расходования материалов, определенного числа посещений больного, получение слепков производится отдельно с каждой челюсти. Затем техник отливает две модели для сопоставления их в положение центральной окклюзии. На моделях изготавливает из воска базисы с прикусными валиками. После этого врач в следующее посещение больного определяют центральную окклюзию, а дальше техник гипсует модели в центральной окклюзии вокклюдатор.</w:t>
      </w:r>
    </w:p>
    <w:p w:rsidR="000C4DB1" w:rsidRPr="00747074" w:rsidRDefault="000C4DB1" w:rsidP="00747074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47074">
        <w:rPr>
          <w:color w:val="000000"/>
          <w:sz w:val="28"/>
          <w:szCs w:val="28"/>
        </w:rPr>
        <w:t>Далее по рабочей схеме.</w:t>
      </w:r>
    </w:p>
    <w:p w:rsidR="000C4DB1" w:rsidRPr="00747074" w:rsidRDefault="000C4DB1" w:rsidP="0074707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C4DB1" w:rsidRPr="00CF4D31" w:rsidRDefault="000C4DB1" w:rsidP="00B52DA2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1A57">
        <w:rPr>
          <w:rFonts w:ascii="Times New Roman" w:hAnsi="Times New Roman" w:cs="Times New Roman"/>
          <w:b/>
          <w:sz w:val="28"/>
          <w:szCs w:val="28"/>
          <w:lang w:val="kk-KZ"/>
        </w:rPr>
        <w:t>Литератур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371A57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0C4DB1" w:rsidRPr="00371A57" w:rsidRDefault="000C4DB1" w:rsidP="005B3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1A57">
        <w:rPr>
          <w:rFonts w:ascii="Times New Roman" w:hAnsi="Times New Roman" w:cs="Times New Roman"/>
          <w:sz w:val="28"/>
          <w:szCs w:val="28"/>
          <w:lang w:val="kk-KZ"/>
        </w:rPr>
        <w:t>1.Ортопедическая стоматология. А.И. Бетельман. 110-150стр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C4DB1" w:rsidRPr="00371A57" w:rsidRDefault="000C4DB1" w:rsidP="005B3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1A57">
        <w:rPr>
          <w:rFonts w:ascii="Times New Roman" w:hAnsi="Times New Roman" w:cs="Times New Roman"/>
          <w:sz w:val="28"/>
          <w:szCs w:val="28"/>
          <w:lang w:val="kk-KZ"/>
        </w:rPr>
        <w:t>2.Ортопедическая стоматология. Пропедевтика и основы частного курса: Учебник. 5-е изд., испр. и доп | Трезубов Владимир Николаевич  2011г. 95-120стр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C4DB1" w:rsidRPr="00371A57" w:rsidRDefault="000C4DB1" w:rsidP="005B3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1A57">
        <w:rPr>
          <w:rFonts w:ascii="Times New Roman" w:hAnsi="Times New Roman" w:cs="Times New Roman"/>
          <w:sz w:val="28"/>
          <w:szCs w:val="28"/>
          <w:lang w:val="kk-KZ"/>
        </w:rPr>
        <w:t>3.Материалы и технологии в ортопедической стоматологии | Курбанов Оми 1.      Под ред. И. Ю. Лебеденко, Э. С. Каливраджияна. Учебник Ортопедическая стоматология – М.: ГЭОТАР-Медиа, 2012. – 640 с.: ил.</w:t>
      </w:r>
    </w:p>
    <w:p w:rsidR="000C4DB1" w:rsidRPr="00963B8C" w:rsidRDefault="000C4DB1" w:rsidP="005B3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371A57">
        <w:rPr>
          <w:rFonts w:ascii="Times New Roman" w:hAnsi="Times New Roman" w:cs="Times New Roman"/>
          <w:sz w:val="28"/>
          <w:szCs w:val="28"/>
          <w:lang w:val="kk-KZ"/>
        </w:rPr>
        <w:t xml:space="preserve">.Одонтопрепарирование под ортопедические конструкции зубных протезов/под ред. Арутюнова С.Д., Лебеденко И.Ю. – М.: Практическая </w:t>
      </w:r>
      <w:r w:rsidRPr="00963B8C">
        <w:rPr>
          <w:rFonts w:ascii="Times New Roman" w:hAnsi="Times New Roman" w:cs="Times New Roman"/>
          <w:sz w:val="28"/>
          <w:szCs w:val="28"/>
          <w:lang w:val="kk-KZ"/>
        </w:rPr>
        <w:t>медицина, 2007 – 80 с.</w:t>
      </w:r>
    </w:p>
    <w:p w:rsidR="000C4DB1" w:rsidRPr="00371A57" w:rsidRDefault="000C4DB1" w:rsidP="005B3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63B8C">
        <w:rPr>
          <w:rFonts w:ascii="Times New Roman" w:hAnsi="Times New Roman" w:cs="Times New Roman"/>
          <w:sz w:val="28"/>
          <w:szCs w:val="28"/>
          <w:lang w:val="kk-KZ"/>
        </w:rPr>
        <w:t>5. Зубопротезная техника: учебник / Под ред. М.М. Расулова, Т.И. Ибрагимова, И.Ю. Лебеденко. – 2-е изд., испр. И доп. – М: ГЭОТАР – Медиа, 2010. – 384 с.: ил.</w:t>
      </w:r>
    </w:p>
    <w:p w:rsidR="000C4DB1" w:rsidRPr="00371A57" w:rsidRDefault="000C4DB1" w:rsidP="005B3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371A57">
        <w:rPr>
          <w:rFonts w:ascii="Times New Roman" w:hAnsi="Times New Roman" w:cs="Times New Roman"/>
          <w:sz w:val="28"/>
          <w:szCs w:val="28"/>
          <w:lang w:val="kk-KZ"/>
        </w:rPr>
        <w:t>.Воронов А.П., Лебеденко И.Ю., Воронов И.А. Ортопедическое лечение больных с полным отсутствием зубов. М.: МЕДпресс- информ, 2006. – 320 с.: ил.</w:t>
      </w:r>
    </w:p>
    <w:p w:rsidR="000C4DB1" w:rsidRPr="00371A57" w:rsidRDefault="000C4DB1" w:rsidP="005B3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371A57">
        <w:rPr>
          <w:rFonts w:ascii="Times New Roman" w:hAnsi="Times New Roman" w:cs="Times New Roman"/>
          <w:sz w:val="28"/>
          <w:szCs w:val="28"/>
          <w:lang w:val="kk-KZ"/>
        </w:rPr>
        <w:t>.Съемные протезы: учебное пособие/ М.Л. Миронова. – М.: ГЭОТАР-Медиа, 2009. 464 с.</w:t>
      </w:r>
    </w:p>
    <w:p w:rsidR="000C4DB1" w:rsidRPr="00371A57" w:rsidRDefault="000C4DB1" w:rsidP="005B3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371A57">
        <w:rPr>
          <w:rFonts w:ascii="Times New Roman" w:hAnsi="Times New Roman" w:cs="Times New Roman"/>
          <w:sz w:val="28"/>
          <w:szCs w:val="28"/>
          <w:lang w:val="kk-KZ"/>
        </w:rPr>
        <w:t>.Варламов П.Г., Ушницкий И.Д. Методы обследования в ортопедической стоматологии. Учебное пособие. Якутск: Изд-во ЯГУ, 2009. - 101с.Рамазанович, Абдурахманов Ахмед Иманшапиевич,2002г.130-150стр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0C4DB1" w:rsidRPr="00EF0417" w:rsidRDefault="000C4DB1" w:rsidP="005B3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C4DB1" w:rsidRPr="00EF0417" w:rsidRDefault="000C4DB1" w:rsidP="005B32C4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0C4DB1" w:rsidRPr="00EF0417" w:rsidSect="004F5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2763"/>
    <w:multiLevelType w:val="hybridMultilevel"/>
    <w:tmpl w:val="6456C272"/>
    <w:lvl w:ilvl="0" w:tplc="3EA6AF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C290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E24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226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D24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3680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D06F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2C04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5E2E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555CFC"/>
    <w:multiLevelType w:val="hybridMultilevel"/>
    <w:tmpl w:val="F934EDDE"/>
    <w:lvl w:ilvl="0" w:tplc="1FC4E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7E3E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9075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06B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B0D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C0F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10D4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BC6B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DA6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23F36E9"/>
    <w:multiLevelType w:val="hybridMultilevel"/>
    <w:tmpl w:val="B41E98C4"/>
    <w:lvl w:ilvl="0" w:tplc="0B96E2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EAB6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7C3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C625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EED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C46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F0EC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AD5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E83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9FA3BA3"/>
    <w:multiLevelType w:val="hybridMultilevel"/>
    <w:tmpl w:val="305A5BA6"/>
    <w:lvl w:ilvl="0" w:tplc="47CE07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DA15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4AE9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5C17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C48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40B6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C2B8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4A6C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460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2532370"/>
    <w:multiLevelType w:val="hybridMultilevel"/>
    <w:tmpl w:val="64F8D7EA"/>
    <w:lvl w:ilvl="0" w:tplc="E71CB2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D80F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54AF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06F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3A5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B888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BD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F200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FC39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CB72443"/>
    <w:multiLevelType w:val="hybridMultilevel"/>
    <w:tmpl w:val="9D6CE9FE"/>
    <w:lvl w:ilvl="0" w:tplc="6F9AF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0240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F617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481B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2C0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BE6C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3B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701E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BEE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76B4352F"/>
    <w:multiLevelType w:val="hybridMultilevel"/>
    <w:tmpl w:val="16062ED4"/>
    <w:lvl w:ilvl="0" w:tplc="F8940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A1A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0C3D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7C9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486D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E621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626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2257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E2F5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7CD4166"/>
    <w:multiLevelType w:val="hybridMultilevel"/>
    <w:tmpl w:val="64B84F88"/>
    <w:lvl w:ilvl="0" w:tplc="8F8A3F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28D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086C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B05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E01A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6A4C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5AE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9C4F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FC65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3754"/>
    <w:rsid w:val="00054F56"/>
    <w:rsid w:val="000638FA"/>
    <w:rsid w:val="000952B8"/>
    <w:rsid w:val="000C1BDA"/>
    <w:rsid w:val="000C4DB1"/>
    <w:rsid w:val="000D394E"/>
    <w:rsid w:val="001B72ED"/>
    <w:rsid w:val="00281C68"/>
    <w:rsid w:val="00307025"/>
    <w:rsid w:val="00347A0A"/>
    <w:rsid w:val="0035028D"/>
    <w:rsid w:val="00371A57"/>
    <w:rsid w:val="00381A56"/>
    <w:rsid w:val="00427C77"/>
    <w:rsid w:val="00471F54"/>
    <w:rsid w:val="004971E5"/>
    <w:rsid w:val="004D0426"/>
    <w:rsid w:val="004F5F5F"/>
    <w:rsid w:val="005A781D"/>
    <w:rsid w:val="005B32C4"/>
    <w:rsid w:val="005C376F"/>
    <w:rsid w:val="0065304B"/>
    <w:rsid w:val="0069458E"/>
    <w:rsid w:val="006A69CA"/>
    <w:rsid w:val="00727F3F"/>
    <w:rsid w:val="00747074"/>
    <w:rsid w:val="00834108"/>
    <w:rsid w:val="008E2F86"/>
    <w:rsid w:val="00943754"/>
    <w:rsid w:val="00963B8C"/>
    <w:rsid w:val="009656B9"/>
    <w:rsid w:val="00995416"/>
    <w:rsid w:val="00A4372C"/>
    <w:rsid w:val="00A73E4D"/>
    <w:rsid w:val="00AB24D4"/>
    <w:rsid w:val="00AC125A"/>
    <w:rsid w:val="00AF5528"/>
    <w:rsid w:val="00B52DA2"/>
    <w:rsid w:val="00BC301C"/>
    <w:rsid w:val="00BE0B13"/>
    <w:rsid w:val="00C52DC0"/>
    <w:rsid w:val="00C951BE"/>
    <w:rsid w:val="00C971AF"/>
    <w:rsid w:val="00CF4D31"/>
    <w:rsid w:val="00D15DA0"/>
    <w:rsid w:val="00D967A0"/>
    <w:rsid w:val="00E009E7"/>
    <w:rsid w:val="00E42CED"/>
    <w:rsid w:val="00E5676D"/>
    <w:rsid w:val="00EB131A"/>
    <w:rsid w:val="00EF0417"/>
    <w:rsid w:val="00F04B82"/>
    <w:rsid w:val="00F3179B"/>
    <w:rsid w:val="00F4625F"/>
    <w:rsid w:val="00F4749B"/>
    <w:rsid w:val="00F93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F5F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D96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F041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3502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502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5028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502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5028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5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028D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99"/>
    <w:qFormat/>
    <w:rsid w:val="00281C68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39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9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90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9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90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90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90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9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90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9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90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90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90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90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90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373</TotalTime>
  <Pages>7</Pages>
  <Words>8678</Words>
  <Characters>4947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26</cp:revision>
  <dcterms:created xsi:type="dcterms:W3CDTF">2023-04-28T04:34:00Z</dcterms:created>
  <dcterms:modified xsi:type="dcterms:W3CDTF">2023-09-28T17:53:00Z</dcterms:modified>
</cp:coreProperties>
</file>