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C9" w:rsidRPr="003F732D" w:rsidRDefault="00F50EC9" w:rsidP="00A76A29">
      <w:pPr>
        <w:spacing w:line="360" w:lineRule="auto"/>
        <w:jc w:val="right"/>
        <w:rPr>
          <w:b/>
          <w:sz w:val="28"/>
          <w:szCs w:val="28"/>
          <w:lang w:val="ru-RU"/>
        </w:rPr>
      </w:pPr>
      <w:r w:rsidRPr="003F732D">
        <w:rPr>
          <w:b/>
          <w:sz w:val="28"/>
          <w:szCs w:val="28"/>
          <w:lang w:val="ru-RU"/>
        </w:rPr>
        <w:t>Тетяна Скорбач, Олесандр Неплях</w:t>
      </w:r>
    </w:p>
    <w:p w:rsidR="00F50EC9" w:rsidRPr="003F732D" w:rsidRDefault="00F50EC9" w:rsidP="00A76A29">
      <w:pPr>
        <w:spacing w:line="360" w:lineRule="auto"/>
        <w:jc w:val="right"/>
        <w:rPr>
          <w:b/>
          <w:sz w:val="28"/>
          <w:szCs w:val="28"/>
          <w:lang w:val="ru-RU"/>
        </w:rPr>
      </w:pPr>
      <w:r w:rsidRPr="003F732D">
        <w:rPr>
          <w:b/>
          <w:sz w:val="28"/>
          <w:szCs w:val="28"/>
          <w:lang w:val="ru-RU"/>
        </w:rPr>
        <w:t>(Харків</w:t>
      </w:r>
      <w:r>
        <w:rPr>
          <w:b/>
          <w:sz w:val="28"/>
          <w:szCs w:val="28"/>
          <w:lang w:val="ru-RU"/>
        </w:rPr>
        <w:t>,</w:t>
      </w:r>
      <w:r w:rsidRPr="003F732D">
        <w:rPr>
          <w:b/>
          <w:sz w:val="28"/>
          <w:szCs w:val="28"/>
          <w:lang w:val="ru-RU"/>
        </w:rPr>
        <w:t xml:space="preserve"> Україна)</w:t>
      </w:r>
    </w:p>
    <w:p w:rsidR="00F50EC9" w:rsidRDefault="00F50EC9" w:rsidP="00A76A29">
      <w:pPr>
        <w:spacing w:line="360" w:lineRule="auto"/>
        <w:jc w:val="center"/>
        <w:rPr>
          <w:sz w:val="28"/>
          <w:szCs w:val="28"/>
          <w:lang w:val="ru-RU"/>
        </w:rPr>
      </w:pPr>
    </w:p>
    <w:p w:rsidR="00F50EC9" w:rsidRPr="003F732D" w:rsidRDefault="00F50EC9" w:rsidP="00A76A29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3F732D">
        <w:rPr>
          <w:b/>
          <w:sz w:val="28"/>
          <w:szCs w:val="28"/>
          <w:lang w:val="ru-RU"/>
        </w:rPr>
        <w:t>ПОНЯТТЯ І ПРЕДМЕТ СОЦІАЛЬНОЇ ПСИХОЛОГІЇ</w:t>
      </w:r>
    </w:p>
    <w:p w:rsidR="00F50EC9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A76A29">
        <w:rPr>
          <w:sz w:val="28"/>
          <w:szCs w:val="28"/>
          <w:lang w:val="ru-RU"/>
        </w:rPr>
        <w:t>Социальная психология – это раздел психологии, который посвящён изучению поведения человека в обществе и различных группах, его восприятия других людей, общения с ними и влияния на них.[</w:t>
      </w:r>
      <w:r>
        <w:rPr>
          <w:sz w:val="28"/>
          <w:szCs w:val="28"/>
          <w:lang w:val="ru-RU"/>
        </w:rPr>
        <w:t>1</w:t>
      </w:r>
      <w:r w:rsidRPr="00A76A29">
        <w:rPr>
          <w:sz w:val="28"/>
          <w:szCs w:val="28"/>
          <w:lang w:val="ru-RU"/>
        </w:rPr>
        <w:t>]</w:t>
      </w:r>
    </w:p>
    <w:p w:rsidR="00F50EC9" w:rsidRPr="00A76A29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A76A29">
        <w:rPr>
          <w:sz w:val="28"/>
          <w:szCs w:val="28"/>
          <w:lang w:val="ru-RU"/>
        </w:rPr>
        <w:t>Социальная психология — отрасль психологии, изучающая закономерности, особенности поведения и деятельности людей, обусловленные их социальным взаимодействием.[</w:t>
      </w:r>
      <w:r>
        <w:rPr>
          <w:sz w:val="28"/>
          <w:szCs w:val="28"/>
          <w:lang w:val="ru-RU"/>
        </w:rPr>
        <w:t>2</w:t>
      </w:r>
      <w:r w:rsidRPr="00A76A29">
        <w:rPr>
          <w:sz w:val="28"/>
          <w:szCs w:val="28"/>
          <w:lang w:val="ru-RU"/>
        </w:rPr>
        <w:t>]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Социальная психология — это раздел научной (теоретико-эмпирической) и практической психологии, предметом изучения которой являются взаимоотношения людей, их поведение, совместная деятельность и явления, формирующиеся непосредственно в процессе взаимодействия и общения малыми, средними и большими социальными группами.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Социальная психология исследует социальную зависимость личностных качеств и особенностей. Основным понятием в социальной психологии считается понятие социальная группа — объединение людей с общими целями, ценностями, нормами поведения и интересами. Для формирования группы может быть достаточно и одного из выше перечисленных факторов.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 xml:space="preserve">Предметом социальной психологии является исследовательская работа по изучению: взаимосвязи психических взаимодействий людей, различных способов влияния на отдельного человека и социальные группы, социально-психологических характеристик человека и социальных групп как </w:t>
      </w:r>
      <w:r>
        <w:rPr>
          <w:sz w:val="28"/>
          <w:szCs w:val="28"/>
          <w:lang w:val="ru-RU"/>
        </w:rPr>
        <w:t xml:space="preserve">субъектов социальных отношений; </w:t>
      </w:r>
      <w:r w:rsidRPr="00BA5035">
        <w:rPr>
          <w:sz w:val="28"/>
          <w:szCs w:val="28"/>
          <w:lang w:val="ru-RU"/>
        </w:rPr>
        <w:t>взаимосвязи деятельности и поведения людей, состоящих в социальных группах.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Объект социальной психологии – отдельно взятая личность из группы, малая, средняя или большая социальная группа, межличностное или межгрупповое взаимодействие.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Задачи социальной психологии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 xml:space="preserve">Ниже представлен список основных задач социальной психологии, но в действительности список гораздо шире, каждая отдельная задача содержит в себе еще </w:t>
      </w:r>
      <w:r>
        <w:rPr>
          <w:sz w:val="28"/>
          <w:szCs w:val="28"/>
          <w:lang w:val="ru-RU"/>
        </w:rPr>
        <w:t>целый ряд дополнительных задач: и</w:t>
      </w:r>
      <w:r w:rsidRPr="00BA5035">
        <w:rPr>
          <w:sz w:val="28"/>
          <w:szCs w:val="28"/>
          <w:lang w:val="ru-RU"/>
        </w:rPr>
        <w:t>зучение феномена взаимодействия</w:t>
      </w:r>
      <w:r>
        <w:rPr>
          <w:sz w:val="28"/>
          <w:szCs w:val="28"/>
          <w:lang w:val="ru-RU"/>
        </w:rPr>
        <w:t xml:space="preserve"> людей, информационного обмена; массовые психические явления; с</w:t>
      </w:r>
      <w:r w:rsidRPr="00BA5035">
        <w:rPr>
          <w:sz w:val="28"/>
          <w:szCs w:val="28"/>
          <w:lang w:val="ru-RU"/>
        </w:rPr>
        <w:t>оциально-психологические характеристики социальных групп как целостных структур;</w:t>
      </w:r>
      <w:r>
        <w:rPr>
          <w:sz w:val="28"/>
          <w:szCs w:val="28"/>
          <w:lang w:val="ru-RU"/>
        </w:rPr>
        <w:t xml:space="preserve"> м</w:t>
      </w:r>
      <w:r w:rsidRPr="00BA5035">
        <w:rPr>
          <w:sz w:val="28"/>
          <w:szCs w:val="28"/>
          <w:lang w:val="ru-RU"/>
        </w:rPr>
        <w:t>еханизмы социального воздействия на человека и его причастности к обществу, как субъекта социальной жизни и социального взаимодействия;</w:t>
      </w:r>
      <w:r>
        <w:rPr>
          <w:sz w:val="28"/>
          <w:szCs w:val="28"/>
          <w:lang w:val="ru-RU"/>
        </w:rPr>
        <w:t xml:space="preserve"> с</w:t>
      </w:r>
      <w:r w:rsidRPr="00BA5035">
        <w:rPr>
          <w:sz w:val="28"/>
          <w:szCs w:val="28"/>
          <w:lang w:val="ru-RU"/>
        </w:rPr>
        <w:t>оздание теоретических и практических рекомендаций для совершенствования взаимодействия</w:t>
      </w:r>
      <w:r>
        <w:rPr>
          <w:sz w:val="28"/>
          <w:szCs w:val="28"/>
          <w:lang w:val="ru-RU"/>
        </w:rPr>
        <w:t xml:space="preserve"> людей и социальных групп;д</w:t>
      </w:r>
      <w:r w:rsidRPr="00BA5035">
        <w:rPr>
          <w:sz w:val="28"/>
          <w:szCs w:val="28"/>
          <w:lang w:val="ru-RU"/>
        </w:rPr>
        <w:t>альнейшее развитие социальной психологии как</w:t>
      </w:r>
      <w:r>
        <w:rPr>
          <w:sz w:val="28"/>
          <w:szCs w:val="28"/>
          <w:lang w:val="ru-RU"/>
        </w:rPr>
        <w:t xml:space="preserve"> многоуровневой системы знаний; и</w:t>
      </w:r>
      <w:r w:rsidRPr="00BA5035">
        <w:rPr>
          <w:sz w:val="28"/>
          <w:szCs w:val="28"/>
          <w:lang w:val="ru-RU"/>
        </w:rPr>
        <w:t>сследование и решение проблем в малых группах (иерархия, лидерство, манипулирование, межличностны</w:t>
      </w:r>
      <w:r>
        <w:rPr>
          <w:sz w:val="28"/>
          <w:szCs w:val="28"/>
          <w:lang w:val="ru-RU"/>
        </w:rPr>
        <w:t>е отношения, конфликты и т.д.); и</w:t>
      </w:r>
      <w:r w:rsidRPr="00BA5035">
        <w:rPr>
          <w:sz w:val="28"/>
          <w:szCs w:val="28"/>
          <w:lang w:val="ru-RU"/>
        </w:rPr>
        <w:t>сследование и решение проблем в больших группах</w:t>
      </w:r>
      <w:r>
        <w:rPr>
          <w:sz w:val="28"/>
          <w:szCs w:val="28"/>
          <w:lang w:val="ru-RU"/>
        </w:rPr>
        <w:t xml:space="preserve"> (нации, классы, союзы и т.д.); и</w:t>
      </w:r>
      <w:r w:rsidRPr="00BA5035">
        <w:rPr>
          <w:sz w:val="28"/>
          <w:szCs w:val="28"/>
          <w:lang w:val="ru-RU"/>
        </w:rPr>
        <w:t>сследование социально-психологической деятельности личности в коллективе.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Проблемы социальной психологии</w:t>
      </w:r>
      <w:r>
        <w:rPr>
          <w:sz w:val="28"/>
          <w:szCs w:val="28"/>
          <w:lang w:val="ru-RU"/>
        </w:rPr>
        <w:t>: внутригрупповые колебания; с</w:t>
      </w:r>
      <w:r w:rsidRPr="00BA5035">
        <w:rPr>
          <w:sz w:val="28"/>
          <w:szCs w:val="28"/>
          <w:lang w:val="ru-RU"/>
        </w:rPr>
        <w:t>ту</w:t>
      </w:r>
      <w:r>
        <w:rPr>
          <w:sz w:val="28"/>
          <w:szCs w:val="28"/>
          <w:lang w:val="ru-RU"/>
        </w:rPr>
        <w:t>пени развития социальных групп; в</w:t>
      </w:r>
      <w:r w:rsidRPr="00BA5035">
        <w:rPr>
          <w:sz w:val="28"/>
          <w:szCs w:val="28"/>
          <w:lang w:val="ru-RU"/>
        </w:rPr>
        <w:t>нутригруп</w:t>
      </w:r>
      <w:r>
        <w:rPr>
          <w:sz w:val="28"/>
          <w:szCs w:val="28"/>
          <w:lang w:val="ru-RU"/>
        </w:rPr>
        <w:t>повое и межгрупповое лидерство; п</w:t>
      </w:r>
      <w:r w:rsidRPr="00BA5035">
        <w:rPr>
          <w:sz w:val="28"/>
          <w:szCs w:val="28"/>
          <w:lang w:val="ru-RU"/>
        </w:rPr>
        <w:t>сихологические х</w:t>
      </w:r>
      <w:r>
        <w:rPr>
          <w:sz w:val="28"/>
          <w:szCs w:val="28"/>
          <w:lang w:val="ru-RU"/>
        </w:rPr>
        <w:t>арактеристики социальных групп; о</w:t>
      </w:r>
      <w:r w:rsidRPr="00BA5035">
        <w:rPr>
          <w:sz w:val="28"/>
          <w:szCs w:val="28"/>
          <w:lang w:val="ru-RU"/>
        </w:rPr>
        <w:t>бщение и межличностные</w:t>
      </w:r>
      <w:r>
        <w:rPr>
          <w:sz w:val="28"/>
          <w:szCs w:val="28"/>
          <w:lang w:val="ru-RU"/>
        </w:rPr>
        <w:t xml:space="preserve"> отношения в социальной группе; м</w:t>
      </w:r>
      <w:r w:rsidRPr="00BA5035">
        <w:rPr>
          <w:sz w:val="28"/>
          <w:szCs w:val="28"/>
          <w:lang w:val="ru-RU"/>
        </w:rPr>
        <w:t>еж</w:t>
      </w:r>
      <w:r>
        <w:rPr>
          <w:sz w:val="28"/>
          <w:szCs w:val="28"/>
          <w:lang w:val="ru-RU"/>
        </w:rPr>
        <w:t>групповые социальные отношения; п</w:t>
      </w:r>
      <w:r w:rsidRPr="00BA5035">
        <w:rPr>
          <w:sz w:val="28"/>
          <w:szCs w:val="28"/>
          <w:lang w:val="ru-RU"/>
        </w:rPr>
        <w:t>сихология больших, средних и малых социальных групп, и</w:t>
      </w:r>
      <w:r>
        <w:rPr>
          <w:sz w:val="28"/>
          <w:szCs w:val="28"/>
          <w:lang w:val="ru-RU"/>
        </w:rPr>
        <w:t xml:space="preserve"> средств массовой коммуникации; м</w:t>
      </w:r>
      <w:r w:rsidRPr="00BA5035">
        <w:rPr>
          <w:sz w:val="28"/>
          <w:szCs w:val="28"/>
          <w:lang w:val="ru-RU"/>
        </w:rPr>
        <w:t>ассовидные социально-психологические явления (Массовое настроение, сознание,</w:t>
      </w:r>
      <w:r>
        <w:rPr>
          <w:sz w:val="28"/>
          <w:szCs w:val="28"/>
          <w:lang w:val="ru-RU"/>
        </w:rPr>
        <w:t xml:space="preserve"> психическое заражение и т.п.); а</w:t>
      </w:r>
      <w:r w:rsidRPr="00BA5035">
        <w:rPr>
          <w:sz w:val="28"/>
          <w:szCs w:val="28"/>
          <w:lang w:val="ru-RU"/>
        </w:rPr>
        <w:t>даптация человека и ее о</w:t>
      </w:r>
      <w:r>
        <w:rPr>
          <w:sz w:val="28"/>
          <w:szCs w:val="28"/>
          <w:lang w:val="ru-RU"/>
        </w:rPr>
        <w:t>собенности в социальных средах; у</w:t>
      </w:r>
      <w:r w:rsidRPr="00BA5035">
        <w:rPr>
          <w:sz w:val="28"/>
          <w:szCs w:val="28"/>
          <w:lang w:val="ru-RU"/>
        </w:rPr>
        <w:t>правление социально-психологическими процессами.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Социальная психология использует методы общей психологии и социологии: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анкетирование;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интервьюирование;</w:t>
      </w:r>
    </w:p>
    <w:p w:rsidR="00F50EC9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беседа;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групповой эксперимент;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изучение документов;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наблюдение (включенное и не включенное).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Так же социальная психология имеет и свои специфические методы, например, метод социометрии — измерение приватных взаимосвязей людей в группах. Основу социометрии составляет статистическая обработка ответов испытуемых на вопросы, связанные с их стремлением к взаимодействию с членами определенной группы. Получаемые в результате социометрии данные называют социограммой</w:t>
      </w:r>
      <w:r>
        <w:rPr>
          <w:sz w:val="28"/>
          <w:szCs w:val="28"/>
          <w:lang w:val="ru-RU"/>
        </w:rPr>
        <w:t>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Направления социальной психологии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Психоаналитическое направление социальной психологии основано на концепции и социально-психологических взглядах Зигмунда Фрейда, на базе чего современными последователями создано несколько теорий, одна из которых выдвинута Уилфредом Рупрехтом Байоном (Wilfred Ruprecht Bion, психоаналитик, Англия), по которой социальная группа — макровид индивида, то есть особенности и качества групп, как у отдельных людей. Межличностные потребности = биологическим потребностям. Все люди обладают потребностью нравиться другим людям и желают присоединения к группе (потребность быть звеном). Лидер группы обладает функцией высшего регулирования.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Неофрейдисты социальной психологии ищут объяснения межличностных отношений в подсознании и эмоциях человека.</w:t>
      </w:r>
    </w:p>
    <w:p w:rsidR="00F50EC9" w:rsidRPr="00BA5035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Необихевиористское направление социальной психологии основывается на фактах наблюдения, исключая специфические свойства поведения людей, теоретические материалы, сферы ценностей и мотиваций. В концепции необихевиористического направления поведение напрямую зависит от научения. По необихевиористическим суждениям организм адаптируется к условиям, но отвергается принцип преобразования этих условий, как результата деятельности человека. Главный необихевиористический тезис: генезис индивида определяется случайными подкреплениями его реакций. Одним из главных представителей необихевиористического направления является Беррес Фредерик Скиннер (Burrhus Frederic Skinner, психолог и писатель, США), согласно его работам, состав поведения человека зависит от последствий этого поведения (оперант</w:t>
      </w:r>
      <w:r>
        <w:rPr>
          <w:sz w:val="28"/>
          <w:szCs w:val="28"/>
          <w:lang w:val="ru-RU"/>
        </w:rPr>
        <w:t xml:space="preserve">ное обусловливание). </w:t>
      </w:r>
      <w:r w:rsidRPr="00BA5035">
        <w:rPr>
          <w:sz w:val="28"/>
          <w:szCs w:val="28"/>
          <w:lang w:val="ru-RU"/>
        </w:rPr>
        <w:t>Одна из самых известных теорий необихевиористского направления — теория агрессии, в основе которой лежит гипотеза «агрессии-фрустрации» (</w:t>
      </w:r>
      <w:smartTag w:uri="urn:schemas-microsoft-com:office:smarttags" w:element="metricconverter">
        <w:smartTagPr>
          <w:attr w:name="ProductID" w:val="1930 г"/>
        </w:smartTagPr>
        <w:r w:rsidRPr="00BA5035">
          <w:rPr>
            <w:sz w:val="28"/>
            <w:szCs w:val="28"/>
            <w:lang w:val="ru-RU"/>
          </w:rPr>
          <w:t>1930 г</w:t>
        </w:r>
      </w:smartTag>
      <w:r w:rsidRPr="00BA5035">
        <w:rPr>
          <w:sz w:val="28"/>
          <w:szCs w:val="28"/>
          <w:lang w:val="ru-RU"/>
        </w:rPr>
        <w:t>.), согласно которой агрессивное состояние основа поведения всех людей.</w:t>
      </w:r>
    </w:p>
    <w:p w:rsidR="00F50EC9" w:rsidRPr="00A76A29" w:rsidRDefault="00F50EC9" w:rsidP="00A76A29">
      <w:pPr>
        <w:spacing w:line="360" w:lineRule="auto"/>
        <w:jc w:val="both"/>
        <w:rPr>
          <w:sz w:val="28"/>
          <w:szCs w:val="28"/>
          <w:lang w:val="ru-RU"/>
        </w:rPr>
      </w:pPr>
      <w:r w:rsidRPr="00BA5035">
        <w:rPr>
          <w:sz w:val="28"/>
          <w:szCs w:val="28"/>
          <w:lang w:val="ru-RU"/>
        </w:rPr>
        <w:t>У неофрейдистов и необихевиористов одинаковое трактование поведения человека, в основе которого лежит стремление к удовольствию, а все потребности и окружение человека не связыва</w:t>
      </w:r>
      <w:r>
        <w:rPr>
          <w:sz w:val="28"/>
          <w:szCs w:val="28"/>
          <w:lang w:val="ru-RU"/>
        </w:rPr>
        <w:t xml:space="preserve">ется с историческими условиями. </w:t>
      </w:r>
      <w:r w:rsidRPr="00BA5035">
        <w:rPr>
          <w:sz w:val="28"/>
          <w:szCs w:val="28"/>
          <w:lang w:val="ru-RU"/>
        </w:rPr>
        <w:t>В основе когнитивистского направления социальной психологии (cognition — познание) лежат особенности познавательных процессов людей, которые являются основой социально-обусловленного поведения, то есть поведение основано на понятиях человека (социальных установках, взглядах, ожиданиях и т.д.). Отношение человека к объекту обусловлено его категориальным значением. Главный когнитивистский тезис:</w:t>
      </w:r>
      <w:r>
        <w:rPr>
          <w:sz w:val="28"/>
          <w:szCs w:val="28"/>
          <w:lang w:val="ru-RU"/>
        </w:rPr>
        <w:t xml:space="preserve"> сознание определяет поведение. </w:t>
      </w:r>
      <w:r w:rsidRPr="00BA5035">
        <w:rPr>
          <w:sz w:val="28"/>
          <w:szCs w:val="28"/>
          <w:lang w:val="ru-RU"/>
        </w:rPr>
        <w:t>Интеракционистское направление социальной психологии основывается на проблеме взаимодействия людей в социальной группе — интеракции, базируемые на социальных ролях членов группы. Само понятие «социальная роль» ввел Джордж Герберт Мид</w:t>
      </w:r>
      <w:r>
        <w:rPr>
          <w:sz w:val="28"/>
          <w:szCs w:val="28"/>
          <w:lang w:val="ru-RU"/>
        </w:rPr>
        <w:t xml:space="preserve">. </w:t>
      </w:r>
      <w:r w:rsidRPr="00BA5035">
        <w:rPr>
          <w:sz w:val="28"/>
          <w:szCs w:val="28"/>
          <w:lang w:val="ru-RU"/>
        </w:rPr>
        <w:t>Представители интеракционизма Шибутани Тамотсу (Tamotsu Shibutani, социолог, США), Арнольд Маршал Роуз (Arnold Marshall Rose, социолог и политолог, США), Манфорд Кун (Manford H. Kuhn, социолог, лидер символического интеракционизма, США) и др. первостепенную значимость придавали таким социально-психологическим проблемам как коммуникация, референтные группы, общение, социальная роль, социальные нормы, социальный статус и др. Разработанный Гербертом Мидом и другими представителями интеракционизма понятийный аппарат, основательно распространен в с</w:t>
      </w:r>
      <w:r>
        <w:rPr>
          <w:sz w:val="28"/>
          <w:szCs w:val="28"/>
          <w:lang w:val="ru-RU"/>
        </w:rPr>
        <w:t xml:space="preserve">оциально-психологической науке. </w:t>
      </w:r>
      <w:r w:rsidRPr="00BA5035">
        <w:rPr>
          <w:sz w:val="28"/>
          <w:szCs w:val="28"/>
          <w:lang w:val="ru-RU"/>
        </w:rPr>
        <w:t>Интеракционизм признает социальную обусловленность психики человека, как основы общения. В ряде эмпирических исследований, проведенных представителями интеракционизма, зафиксированы однотипные поведенческие проявления в сходных социальных ситуациях. Однако социальное взаимодействие интеракционистами рассматривается без конкретики в содержании процесса этого взаимодействия.</w:t>
      </w:r>
      <w:r w:rsidRPr="00A76A29">
        <w:rPr>
          <w:sz w:val="28"/>
          <w:szCs w:val="28"/>
          <w:lang w:val="ru-RU"/>
        </w:rPr>
        <w:t>[3]</w:t>
      </w:r>
    </w:p>
    <w:p w:rsidR="00F50EC9" w:rsidRPr="003F732D" w:rsidRDefault="00F50EC9" w:rsidP="003F732D">
      <w:pPr>
        <w:spacing w:line="360" w:lineRule="auto"/>
        <w:rPr>
          <w:b/>
          <w:sz w:val="28"/>
          <w:szCs w:val="28"/>
          <w:lang w:val="ru-RU"/>
        </w:rPr>
      </w:pPr>
      <w:r w:rsidRPr="003F732D">
        <w:rPr>
          <w:b/>
          <w:sz w:val="28"/>
          <w:szCs w:val="28"/>
          <w:lang w:val="ru-RU"/>
        </w:rPr>
        <w:t>Литература:</w:t>
      </w:r>
    </w:p>
    <w:p w:rsidR="00F50EC9" w:rsidRPr="00A76A29" w:rsidRDefault="00F50EC9" w:rsidP="00A76A29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 w:rsidRPr="00A76A29">
        <w:rPr>
          <w:sz w:val="28"/>
          <w:szCs w:val="28"/>
          <w:lang w:val="ru-RU"/>
        </w:rPr>
        <w:t>https://studfiles.net/preview/5853613/</w:t>
      </w:r>
    </w:p>
    <w:p w:rsidR="00F50EC9" w:rsidRDefault="00F50EC9" w:rsidP="00A76A29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hyperlink r:id="rId5" w:history="1">
        <w:r w:rsidRPr="00461B12">
          <w:rPr>
            <w:rStyle w:val="Hyperlink"/>
            <w:sz w:val="28"/>
            <w:szCs w:val="28"/>
            <w:lang w:val="ru-RU"/>
          </w:rPr>
          <w:t>http://www.grandars.ru/college/psihologiya/socialnaya-psihologiya.html</w:t>
        </w:r>
      </w:hyperlink>
    </w:p>
    <w:p w:rsidR="00F50EC9" w:rsidRPr="00A76A29" w:rsidRDefault="00F50EC9" w:rsidP="00A76A29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hyperlink r:id="rId6" w:history="1">
        <w:r w:rsidRPr="00A76A29">
          <w:rPr>
            <w:rStyle w:val="Hyperlink"/>
            <w:sz w:val="28"/>
            <w:szCs w:val="28"/>
            <w:lang w:val="ru-RU"/>
          </w:rPr>
          <w:t>http://1vc0.ru/socialnaya-psixologiya</w:t>
        </w:r>
      </w:hyperlink>
    </w:p>
    <w:p w:rsidR="00F50EC9" w:rsidRPr="003F732D" w:rsidRDefault="00F50EC9" w:rsidP="00A76A29">
      <w:pPr>
        <w:spacing w:line="360" w:lineRule="auto"/>
        <w:ind w:left="360"/>
        <w:jc w:val="right"/>
        <w:rPr>
          <w:b/>
          <w:sz w:val="28"/>
          <w:szCs w:val="28"/>
          <w:lang w:val="ru-RU"/>
        </w:rPr>
      </w:pPr>
      <w:bookmarkStart w:id="0" w:name="_GoBack"/>
      <w:r w:rsidRPr="003F732D">
        <w:rPr>
          <w:b/>
          <w:sz w:val="28"/>
          <w:szCs w:val="28"/>
          <w:lang w:val="ru-RU"/>
        </w:rPr>
        <w:t xml:space="preserve">Науковий керівник: </w:t>
      </w:r>
    </w:p>
    <w:p w:rsidR="00F50EC9" w:rsidRPr="00A76A29" w:rsidRDefault="00F50EC9" w:rsidP="00A76A29">
      <w:pPr>
        <w:spacing w:line="360" w:lineRule="auto"/>
        <w:ind w:left="360"/>
        <w:jc w:val="right"/>
        <w:rPr>
          <w:sz w:val="28"/>
          <w:szCs w:val="28"/>
          <w:lang w:val="ru-RU"/>
        </w:rPr>
      </w:pPr>
      <w:r w:rsidRPr="00A76A29">
        <w:rPr>
          <w:sz w:val="28"/>
          <w:szCs w:val="28"/>
          <w:lang w:val="ru-RU"/>
        </w:rPr>
        <w:t>кандидат філологічних наук</w:t>
      </w:r>
      <w:r>
        <w:rPr>
          <w:sz w:val="28"/>
          <w:szCs w:val="28"/>
          <w:lang w:val="ru-RU"/>
        </w:rPr>
        <w:t xml:space="preserve"> </w:t>
      </w:r>
      <w:r w:rsidRPr="00A76A29">
        <w:rPr>
          <w:sz w:val="28"/>
          <w:szCs w:val="28"/>
          <w:lang w:val="ru-RU"/>
        </w:rPr>
        <w:t>Скорбач Тетяна Василівна</w:t>
      </w:r>
      <w:r>
        <w:rPr>
          <w:sz w:val="28"/>
          <w:szCs w:val="28"/>
          <w:lang w:val="ru-RU"/>
        </w:rPr>
        <w:t xml:space="preserve">. </w:t>
      </w:r>
    </w:p>
    <w:bookmarkEnd w:id="0"/>
    <w:p w:rsidR="00F50EC9" w:rsidRPr="00A76A29" w:rsidRDefault="00F50EC9" w:rsidP="00A76A29">
      <w:pPr>
        <w:spacing w:line="360" w:lineRule="auto"/>
        <w:ind w:left="360"/>
        <w:jc w:val="right"/>
        <w:rPr>
          <w:sz w:val="28"/>
          <w:szCs w:val="28"/>
          <w:lang w:val="ru-RU"/>
        </w:rPr>
      </w:pPr>
    </w:p>
    <w:sectPr w:rsidR="00F50EC9" w:rsidRPr="00A76A29" w:rsidSect="00F013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160D9"/>
    <w:multiLevelType w:val="hybridMultilevel"/>
    <w:tmpl w:val="7EFC2D3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005108"/>
    <w:multiLevelType w:val="hybridMultilevel"/>
    <w:tmpl w:val="9D4E488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035"/>
    <w:rsid w:val="003F732D"/>
    <w:rsid w:val="00461B12"/>
    <w:rsid w:val="00A450A5"/>
    <w:rsid w:val="00A76A29"/>
    <w:rsid w:val="00BA5035"/>
    <w:rsid w:val="00BB2AE9"/>
    <w:rsid w:val="00E13467"/>
    <w:rsid w:val="00F0130E"/>
    <w:rsid w:val="00F5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30E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6A2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76A29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vc0.ru/socialnaya-psixologiya" TargetMode="External"/><Relationship Id="rId5" Type="http://schemas.openxmlformats.org/officeDocument/2006/relationships/hyperlink" Target="http://www.grandars.ru/college/psihologiya/socialnaya-psiholog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5</Pages>
  <Words>4960</Words>
  <Characters>2828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2</cp:revision>
  <dcterms:created xsi:type="dcterms:W3CDTF">2017-11-27T22:37:00Z</dcterms:created>
  <dcterms:modified xsi:type="dcterms:W3CDTF">2017-11-29T15:09:00Z</dcterms:modified>
</cp:coreProperties>
</file>